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662" w:rsidRPr="00E47A09" w:rsidRDefault="00B54662" w:rsidP="00EA37EF">
      <w:pPr>
        <w:widowControl w:val="0"/>
        <w:jc w:val="center"/>
        <w:outlineLvl w:val="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ПОСТАНОВЛЕНИЕ</w:t>
      </w:r>
    </w:p>
    <w:p w:rsidR="00B54662" w:rsidRPr="00E47A09" w:rsidRDefault="00B54662" w:rsidP="00EA37EF">
      <w:pPr>
        <w:widowControl w:val="0"/>
        <w:jc w:val="center"/>
        <w:outlineLvl w:val="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ГЛАВЫ ПАРТИЗАНСКОГО РАЙОНА</w:t>
      </w:r>
    </w:p>
    <w:p w:rsidR="00B54662" w:rsidRPr="00E47A09" w:rsidRDefault="00B54662" w:rsidP="00EA37EF">
      <w:pPr>
        <w:widowControl w:val="0"/>
        <w:tabs>
          <w:tab w:val="left" w:pos="4556"/>
        </w:tabs>
        <w:jc w:val="center"/>
        <w:outlineLvl w:val="3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КРАСНОЯРСКОГО КРАЯ</w:t>
      </w:r>
    </w:p>
    <w:p w:rsidR="00B54662" w:rsidRPr="00E47A09" w:rsidRDefault="00B54662" w:rsidP="00EA37EF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B54662" w:rsidRPr="00BB4FAB" w:rsidRDefault="00B54662" w:rsidP="00EA37EF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left"/>
        <w:rPr>
          <w:rFonts w:ascii="Arial" w:hAnsi="Arial" w:cs="Arial"/>
          <w:sz w:val="24"/>
          <w:szCs w:val="24"/>
          <w:u w:val="single"/>
        </w:rPr>
      </w:pPr>
      <w:r w:rsidRPr="006A1C26">
        <w:rPr>
          <w:rFonts w:ascii="Arial" w:hAnsi="Arial" w:cs="Arial"/>
          <w:sz w:val="24"/>
          <w:szCs w:val="24"/>
          <w:u w:val="single"/>
        </w:rPr>
        <w:t>02.05.2024</w:t>
      </w:r>
      <w:r>
        <w:rPr>
          <w:rFonts w:ascii="Arial" w:hAnsi="Arial" w:cs="Arial"/>
          <w:sz w:val="24"/>
          <w:szCs w:val="24"/>
        </w:rPr>
        <w:t xml:space="preserve">  </w:t>
      </w:r>
      <w:r w:rsidRPr="00E47A09">
        <w:rPr>
          <w:rFonts w:ascii="Arial" w:hAnsi="Arial" w:cs="Arial"/>
          <w:sz w:val="24"/>
          <w:szCs w:val="24"/>
        </w:rPr>
        <w:t xml:space="preserve">                                     с. Партизанское 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Pr="00E47A09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 xml:space="preserve">      </w:t>
      </w:r>
      <w:r w:rsidRPr="006A1C26">
        <w:rPr>
          <w:rFonts w:ascii="Arial" w:hAnsi="Arial" w:cs="Arial"/>
          <w:sz w:val="24"/>
          <w:szCs w:val="24"/>
          <w:u w:val="single"/>
        </w:rPr>
        <w:t>№ 205-п</w:t>
      </w:r>
    </w:p>
    <w:p w:rsidR="00B54662" w:rsidRDefault="00B54662" w:rsidP="00EA37EF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B54662" w:rsidRPr="00977C68" w:rsidRDefault="00B54662" w:rsidP="00EA37EF">
      <w:pPr>
        <w:widowControl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дополнения</w:t>
      </w:r>
      <w:r w:rsidRPr="00977C68">
        <w:rPr>
          <w:rFonts w:ascii="Arial" w:hAnsi="Arial" w:cs="Arial"/>
          <w:sz w:val="24"/>
          <w:szCs w:val="24"/>
        </w:rPr>
        <w:t xml:space="preserve"> в постановление главы района от 24.03.2016 № 76-п «Об утверждении административного регламента по предоставлению муниципальной услуги «Выдача разрешений на строительство, реконструкцию объектов капи</w:t>
      </w:r>
      <w:r>
        <w:rPr>
          <w:rFonts w:ascii="Arial" w:hAnsi="Arial" w:cs="Arial"/>
          <w:sz w:val="24"/>
          <w:szCs w:val="24"/>
        </w:rPr>
        <w:t>тального строительства»</w:t>
      </w:r>
    </w:p>
    <w:p w:rsidR="00B54662" w:rsidRPr="00977C68" w:rsidRDefault="00B54662" w:rsidP="00EA37EF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B54662" w:rsidRPr="00977C68" w:rsidRDefault="00B54662" w:rsidP="00EA37E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</w:t>
      </w:r>
      <w:r w:rsidRPr="00977C68">
        <w:rPr>
          <w:rFonts w:ascii="Arial" w:hAnsi="Arial" w:cs="Arial"/>
          <w:sz w:val="24"/>
          <w:szCs w:val="24"/>
        </w:rPr>
        <w:t>Федер</w:t>
      </w:r>
      <w:r>
        <w:rPr>
          <w:rFonts w:ascii="Arial" w:hAnsi="Arial" w:cs="Arial"/>
          <w:sz w:val="24"/>
          <w:szCs w:val="24"/>
        </w:rPr>
        <w:t xml:space="preserve">альным законом от 06.10.2003 </w:t>
      </w:r>
      <w:r w:rsidRPr="00977C68">
        <w:rPr>
          <w:rFonts w:ascii="Arial" w:hAnsi="Arial" w:cs="Arial"/>
          <w:sz w:val="24"/>
          <w:szCs w:val="24"/>
        </w:rPr>
        <w:t xml:space="preserve">№ 131-ФЗ «Об общих принципах организации </w:t>
      </w:r>
      <w:r>
        <w:rPr>
          <w:rFonts w:ascii="Arial" w:hAnsi="Arial" w:cs="Arial"/>
          <w:sz w:val="24"/>
          <w:szCs w:val="24"/>
        </w:rPr>
        <w:t xml:space="preserve">местного </w:t>
      </w:r>
      <w:r w:rsidRPr="00977C68">
        <w:rPr>
          <w:rFonts w:ascii="Arial" w:hAnsi="Arial" w:cs="Arial"/>
          <w:sz w:val="24"/>
          <w:szCs w:val="24"/>
        </w:rPr>
        <w:t>самоуправления в Российской Федерации», Градостроител</w:t>
      </w:r>
      <w:r>
        <w:rPr>
          <w:rFonts w:ascii="Arial" w:hAnsi="Arial" w:cs="Arial"/>
          <w:sz w:val="24"/>
          <w:szCs w:val="24"/>
        </w:rPr>
        <w:t>ьным кодексом Российской Федерации от 29.12.2004</w:t>
      </w:r>
      <w:r w:rsidRPr="00977C68">
        <w:rPr>
          <w:rFonts w:ascii="Arial" w:hAnsi="Arial" w:cs="Arial"/>
          <w:sz w:val="24"/>
          <w:szCs w:val="24"/>
        </w:rPr>
        <w:t xml:space="preserve"> № 190-ФЗ, </w:t>
      </w:r>
      <w:r>
        <w:rPr>
          <w:rFonts w:ascii="Arial" w:hAnsi="Arial" w:cs="Arial"/>
          <w:sz w:val="24"/>
          <w:szCs w:val="24"/>
        </w:rPr>
        <w:t xml:space="preserve">руководствуясь </w:t>
      </w:r>
      <w:r w:rsidRPr="00977C68">
        <w:rPr>
          <w:rFonts w:ascii="Arial" w:hAnsi="Arial" w:cs="Arial"/>
          <w:sz w:val="24"/>
          <w:szCs w:val="24"/>
        </w:rPr>
        <w:t>статьями 16,</w:t>
      </w:r>
      <w:r>
        <w:rPr>
          <w:rFonts w:ascii="Arial" w:hAnsi="Arial" w:cs="Arial"/>
          <w:sz w:val="24"/>
          <w:szCs w:val="24"/>
        </w:rPr>
        <w:t xml:space="preserve"> 19 Устава Партизанского района</w:t>
      </w:r>
      <w:r w:rsidRPr="00977C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Красноярского края, </w:t>
      </w:r>
      <w:r w:rsidRPr="00977C68">
        <w:rPr>
          <w:rFonts w:ascii="Arial" w:hAnsi="Arial" w:cs="Arial"/>
          <w:sz w:val="24"/>
          <w:szCs w:val="24"/>
        </w:rPr>
        <w:t>ПОСТАНОВЛЯЮ:</w:t>
      </w:r>
    </w:p>
    <w:p w:rsidR="00B54662" w:rsidRPr="00977C68" w:rsidRDefault="00B54662" w:rsidP="00EA37E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977C68">
        <w:rPr>
          <w:rFonts w:ascii="Arial" w:hAnsi="Arial" w:cs="Arial"/>
          <w:sz w:val="24"/>
          <w:szCs w:val="24"/>
        </w:rPr>
        <w:t>1. Внести в постановление главы района от 24.03.2016 № 76-п «Об утверждении административного регламента по предоставлению муниципальной услуги «Выдача разрешений на строительство, реконструкцию объектов капитального строительства»</w:t>
      </w:r>
      <w:r>
        <w:rPr>
          <w:rFonts w:ascii="Arial" w:hAnsi="Arial" w:cs="Arial"/>
          <w:sz w:val="24"/>
          <w:szCs w:val="24"/>
        </w:rPr>
        <w:t xml:space="preserve"> (далее – Административный регламент) следующее дополнение</w:t>
      </w:r>
      <w:r w:rsidRPr="00977C68">
        <w:rPr>
          <w:rFonts w:ascii="Arial" w:hAnsi="Arial" w:cs="Arial"/>
          <w:sz w:val="24"/>
          <w:szCs w:val="24"/>
        </w:rPr>
        <w:t>:</w:t>
      </w:r>
    </w:p>
    <w:p w:rsidR="00B54662" w:rsidRDefault="00B54662" w:rsidP="00E94B2B">
      <w:pPr>
        <w:widowControl w:val="0"/>
        <w:tabs>
          <w:tab w:val="left" w:pos="1134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В Административном регламенте в разделе 2 в подразделе 2.6 пункт 2.6.1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дополнить подпунктом 10: «10) 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требуется.».</w:t>
      </w:r>
    </w:p>
    <w:p w:rsidR="00B54662" w:rsidRPr="00977C68" w:rsidRDefault="00B54662" w:rsidP="00EA37EF">
      <w:pPr>
        <w:widowControl w:val="0"/>
        <w:tabs>
          <w:tab w:val="left" w:pos="1134"/>
        </w:tabs>
        <w:ind w:firstLine="709"/>
        <w:rPr>
          <w:rFonts w:ascii="Arial" w:hAnsi="Arial" w:cs="Arial"/>
          <w:sz w:val="24"/>
          <w:szCs w:val="24"/>
        </w:rPr>
      </w:pPr>
      <w:r w:rsidRPr="00977C68">
        <w:rPr>
          <w:rFonts w:ascii="Arial" w:hAnsi="Arial" w:cs="Arial"/>
          <w:sz w:val="24"/>
          <w:szCs w:val="24"/>
        </w:rPr>
        <w:t>2. Контроль над исполнением настоящего постановления возложить на О.В. Крысько, заместителя главы района по оперативному управлению</w:t>
      </w:r>
      <w:r>
        <w:rPr>
          <w:rFonts w:ascii="Arial" w:hAnsi="Arial" w:cs="Arial"/>
          <w:sz w:val="24"/>
          <w:szCs w:val="24"/>
        </w:rPr>
        <w:t>».</w:t>
      </w:r>
    </w:p>
    <w:p w:rsidR="00B54662" w:rsidRPr="00977C68" w:rsidRDefault="00B54662" w:rsidP="00EA37EF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977C68">
        <w:rPr>
          <w:rFonts w:ascii="Arial" w:hAnsi="Arial" w:cs="Arial"/>
          <w:sz w:val="24"/>
          <w:szCs w:val="24"/>
        </w:rPr>
        <w:t>3. Постановление вступает в силу после официального опубликования в</w:t>
      </w:r>
      <w:r>
        <w:rPr>
          <w:rFonts w:ascii="Arial" w:hAnsi="Arial" w:cs="Arial"/>
          <w:sz w:val="24"/>
          <w:szCs w:val="24"/>
        </w:rPr>
        <w:t xml:space="preserve"> общественно-политической газете Партизанского района «Вместе с вами»</w:t>
      </w:r>
      <w:r w:rsidRPr="00977C68">
        <w:rPr>
          <w:rFonts w:ascii="Arial" w:hAnsi="Arial" w:cs="Arial"/>
          <w:sz w:val="24"/>
          <w:szCs w:val="24"/>
        </w:rPr>
        <w:t>, подлежит размещению на официальном сайте Партизанского района https://partizan24.gosuslugi.ru.</w:t>
      </w:r>
    </w:p>
    <w:p w:rsidR="00B54662" w:rsidRPr="00977C68" w:rsidRDefault="00B54662" w:rsidP="00EA37EF">
      <w:pPr>
        <w:widowControl w:val="0"/>
        <w:rPr>
          <w:rFonts w:ascii="Arial" w:hAnsi="Arial" w:cs="Arial"/>
          <w:sz w:val="24"/>
          <w:szCs w:val="24"/>
        </w:rPr>
      </w:pPr>
    </w:p>
    <w:p w:rsidR="00B54662" w:rsidRPr="00977C68" w:rsidRDefault="00B54662" w:rsidP="00EA37EF">
      <w:pPr>
        <w:widowContro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 А.М. Сластенов</w:t>
      </w:r>
    </w:p>
    <w:sectPr w:rsidR="00B54662" w:rsidRPr="00977C68" w:rsidSect="00EA37EF">
      <w:type w:val="nextColumn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662" w:rsidRDefault="00B54662">
      <w:r>
        <w:separator/>
      </w:r>
    </w:p>
  </w:endnote>
  <w:endnote w:type="continuationSeparator" w:id="0">
    <w:p w:rsidR="00B54662" w:rsidRDefault="00B54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662" w:rsidRDefault="00B54662">
      <w:r>
        <w:separator/>
      </w:r>
    </w:p>
  </w:footnote>
  <w:footnote w:type="continuationSeparator" w:id="0">
    <w:p w:rsidR="00B54662" w:rsidRDefault="00B546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3C53"/>
    <w:multiLevelType w:val="hybridMultilevel"/>
    <w:tmpl w:val="7430B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C91A4C"/>
    <w:multiLevelType w:val="hybridMultilevel"/>
    <w:tmpl w:val="D8C45AF2"/>
    <w:lvl w:ilvl="0" w:tplc="588C8FBC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272423"/>
    <w:multiLevelType w:val="hybridMultilevel"/>
    <w:tmpl w:val="14F8ADC0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8D1108"/>
    <w:multiLevelType w:val="hybridMultilevel"/>
    <w:tmpl w:val="DF1A65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CA128C"/>
    <w:multiLevelType w:val="hybridMultilevel"/>
    <w:tmpl w:val="656E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4E0113"/>
    <w:multiLevelType w:val="hybridMultilevel"/>
    <w:tmpl w:val="EAF204BC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7">
    <w:nsid w:val="693C753D"/>
    <w:multiLevelType w:val="hybridMultilevel"/>
    <w:tmpl w:val="72467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B29"/>
    <w:rsid w:val="00002FC7"/>
    <w:rsid w:val="000042E9"/>
    <w:rsid w:val="00006F2E"/>
    <w:rsid w:val="00007D52"/>
    <w:rsid w:val="000109E8"/>
    <w:rsid w:val="0001137F"/>
    <w:rsid w:val="00014C6F"/>
    <w:rsid w:val="00015E55"/>
    <w:rsid w:val="00015EBF"/>
    <w:rsid w:val="00017651"/>
    <w:rsid w:val="00020FA4"/>
    <w:rsid w:val="000222E5"/>
    <w:rsid w:val="0002288B"/>
    <w:rsid w:val="0002342D"/>
    <w:rsid w:val="00023FC9"/>
    <w:rsid w:val="00026849"/>
    <w:rsid w:val="0002688B"/>
    <w:rsid w:val="00026D40"/>
    <w:rsid w:val="00030929"/>
    <w:rsid w:val="0003154C"/>
    <w:rsid w:val="00034E35"/>
    <w:rsid w:val="00035287"/>
    <w:rsid w:val="000355B3"/>
    <w:rsid w:val="000363F4"/>
    <w:rsid w:val="000411E3"/>
    <w:rsid w:val="00042121"/>
    <w:rsid w:val="00042807"/>
    <w:rsid w:val="000431F6"/>
    <w:rsid w:val="000448FD"/>
    <w:rsid w:val="0004528A"/>
    <w:rsid w:val="000466F7"/>
    <w:rsid w:val="00046988"/>
    <w:rsid w:val="000543B2"/>
    <w:rsid w:val="00055149"/>
    <w:rsid w:val="00055619"/>
    <w:rsid w:val="00063113"/>
    <w:rsid w:val="00063714"/>
    <w:rsid w:val="00063F02"/>
    <w:rsid w:val="000641E3"/>
    <w:rsid w:val="00064942"/>
    <w:rsid w:val="000649C8"/>
    <w:rsid w:val="00064A3A"/>
    <w:rsid w:val="000659E9"/>
    <w:rsid w:val="00065F84"/>
    <w:rsid w:val="00071127"/>
    <w:rsid w:val="0007474F"/>
    <w:rsid w:val="000759E3"/>
    <w:rsid w:val="00076326"/>
    <w:rsid w:val="0007761A"/>
    <w:rsid w:val="00084D7B"/>
    <w:rsid w:val="0008517F"/>
    <w:rsid w:val="00087F2B"/>
    <w:rsid w:val="00090870"/>
    <w:rsid w:val="00091824"/>
    <w:rsid w:val="000928B9"/>
    <w:rsid w:val="00092A34"/>
    <w:rsid w:val="00094231"/>
    <w:rsid w:val="0009546C"/>
    <w:rsid w:val="000955D4"/>
    <w:rsid w:val="0009617B"/>
    <w:rsid w:val="00097A6B"/>
    <w:rsid w:val="000A15C7"/>
    <w:rsid w:val="000A487E"/>
    <w:rsid w:val="000A6A8A"/>
    <w:rsid w:val="000A7369"/>
    <w:rsid w:val="000B0957"/>
    <w:rsid w:val="000B208A"/>
    <w:rsid w:val="000B2A61"/>
    <w:rsid w:val="000B318A"/>
    <w:rsid w:val="000B4469"/>
    <w:rsid w:val="000B4E7D"/>
    <w:rsid w:val="000B6489"/>
    <w:rsid w:val="000C0697"/>
    <w:rsid w:val="000C1A3D"/>
    <w:rsid w:val="000C210A"/>
    <w:rsid w:val="000C2B8D"/>
    <w:rsid w:val="000C31EB"/>
    <w:rsid w:val="000C4026"/>
    <w:rsid w:val="000C4089"/>
    <w:rsid w:val="000C485C"/>
    <w:rsid w:val="000C55E1"/>
    <w:rsid w:val="000C57A9"/>
    <w:rsid w:val="000D29F3"/>
    <w:rsid w:val="000D3F5F"/>
    <w:rsid w:val="000D6941"/>
    <w:rsid w:val="000D724B"/>
    <w:rsid w:val="000E0260"/>
    <w:rsid w:val="000E1835"/>
    <w:rsid w:val="000E20A8"/>
    <w:rsid w:val="000E2B94"/>
    <w:rsid w:val="000E2C9D"/>
    <w:rsid w:val="000E42F7"/>
    <w:rsid w:val="000E48DC"/>
    <w:rsid w:val="000F0A46"/>
    <w:rsid w:val="000F1399"/>
    <w:rsid w:val="000F1609"/>
    <w:rsid w:val="000F7760"/>
    <w:rsid w:val="00100D44"/>
    <w:rsid w:val="00101493"/>
    <w:rsid w:val="001053A2"/>
    <w:rsid w:val="00107C22"/>
    <w:rsid w:val="00110AE6"/>
    <w:rsid w:val="00111E2A"/>
    <w:rsid w:val="0011274A"/>
    <w:rsid w:val="00113709"/>
    <w:rsid w:val="00113E6D"/>
    <w:rsid w:val="00113EFA"/>
    <w:rsid w:val="00115152"/>
    <w:rsid w:val="00117390"/>
    <w:rsid w:val="0012075D"/>
    <w:rsid w:val="001211F3"/>
    <w:rsid w:val="0012186B"/>
    <w:rsid w:val="00121D04"/>
    <w:rsid w:val="001221B4"/>
    <w:rsid w:val="00123B79"/>
    <w:rsid w:val="00125732"/>
    <w:rsid w:val="001265DF"/>
    <w:rsid w:val="001269DB"/>
    <w:rsid w:val="00126A1B"/>
    <w:rsid w:val="00126B56"/>
    <w:rsid w:val="00130A5A"/>
    <w:rsid w:val="00131605"/>
    <w:rsid w:val="001317CF"/>
    <w:rsid w:val="00132297"/>
    <w:rsid w:val="0013300E"/>
    <w:rsid w:val="00133DC6"/>
    <w:rsid w:val="00134B6B"/>
    <w:rsid w:val="001419E8"/>
    <w:rsid w:val="00143018"/>
    <w:rsid w:val="0014351C"/>
    <w:rsid w:val="0014444E"/>
    <w:rsid w:val="00146463"/>
    <w:rsid w:val="001465BD"/>
    <w:rsid w:val="00146E2B"/>
    <w:rsid w:val="00152008"/>
    <w:rsid w:val="00152921"/>
    <w:rsid w:val="00153CE0"/>
    <w:rsid w:val="0015403E"/>
    <w:rsid w:val="001547EA"/>
    <w:rsid w:val="00155B38"/>
    <w:rsid w:val="0015723A"/>
    <w:rsid w:val="00157A6E"/>
    <w:rsid w:val="00161A80"/>
    <w:rsid w:val="001627E2"/>
    <w:rsid w:val="0016346A"/>
    <w:rsid w:val="00165FDE"/>
    <w:rsid w:val="00167EBC"/>
    <w:rsid w:val="001723E7"/>
    <w:rsid w:val="0017335A"/>
    <w:rsid w:val="001738BF"/>
    <w:rsid w:val="0017529D"/>
    <w:rsid w:val="00175859"/>
    <w:rsid w:val="00175FC5"/>
    <w:rsid w:val="0017764E"/>
    <w:rsid w:val="00182DC0"/>
    <w:rsid w:val="001834CD"/>
    <w:rsid w:val="00185159"/>
    <w:rsid w:val="0018681A"/>
    <w:rsid w:val="00186B78"/>
    <w:rsid w:val="001874B1"/>
    <w:rsid w:val="00190449"/>
    <w:rsid w:val="001914EE"/>
    <w:rsid w:val="00192012"/>
    <w:rsid w:val="00194851"/>
    <w:rsid w:val="00197DDB"/>
    <w:rsid w:val="001A01EC"/>
    <w:rsid w:val="001A170D"/>
    <w:rsid w:val="001A189A"/>
    <w:rsid w:val="001A1E8E"/>
    <w:rsid w:val="001A31EF"/>
    <w:rsid w:val="001A56D8"/>
    <w:rsid w:val="001A6CFA"/>
    <w:rsid w:val="001A6D34"/>
    <w:rsid w:val="001A73A3"/>
    <w:rsid w:val="001B06D5"/>
    <w:rsid w:val="001B0BD2"/>
    <w:rsid w:val="001B1370"/>
    <w:rsid w:val="001B267F"/>
    <w:rsid w:val="001B31CF"/>
    <w:rsid w:val="001B32A1"/>
    <w:rsid w:val="001B3ABD"/>
    <w:rsid w:val="001B3B62"/>
    <w:rsid w:val="001B4893"/>
    <w:rsid w:val="001B4BC9"/>
    <w:rsid w:val="001B6C2B"/>
    <w:rsid w:val="001B78FC"/>
    <w:rsid w:val="001C1058"/>
    <w:rsid w:val="001C17D6"/>
    <w:rsid w:val="001C2F61"/>
    <w:rsid w:val="001C3398"/>
    <w:rsid w:val="001C3E0B"/>
    <w:rsid w:val="001C3EA2"/>
    <w:rsid w:val="001C54FC"/>
    <w:rsid w:val="001C56E4"/>
    <w:rsid w:val="001C5D8E"/>
    <w:rsid w:val="001C5FBA"/>
    <w:rsid w:val="001C6484"/>
    <w:rsid w:val="001C70E7"/>
    <w:rsid w:val="001C78D4"/>
    <w:rsid w:val="001C7B3D"/>
    <w:rsid w:val="001C7DCB"/>
    <w:rsid w:val="001D313A"/>
    <w:rsid w:val="001D72A2"/>
    <w:rsid w:val="001D7566"/>
    <w:rsid w:val="001D7B79"/>
    <w:rsid w:val="001E156B"/>
    <w:rsid w:val="001E2C2E"/>
    <w:rsid w:val="001E4478"/>
    <w:rsid w:val="001E5CF4"/>
    <w:rsid w:val="001F2B95"/>
    <w:rsid w:val="001F54A5"/>
    <w:rsid w:val="001F72F9"/>
    <w:rsid w:val="00201028"/>
    <w:rsid w:val="002018D6"/>
    <w:rsid w:val="00201F4F"/>
    <w:rsid w:val="00202A33"/>
    <w:rsid w:val="00202AA6"/>
    <w:rsid w:val="002039A8"/>
    <w:rsid w:val="00203DA6"/>
    <w:rsid w:val="00203FB2"/>
    <w:rsid w:val="002051C5"/>
    <w:rsid w:val="0020610A"/>
    <w:rsid w:val="002108AB"/>
    <w:rsid w:val="00211187"/>
    <w:rsid w:val="00213FC5"/>
    <w:rsid w:val="00215CE4"/>
    <w:rsid w:val="00215E5F"/>
    <w:rsid w:val="00221F45"/>
    <w:rsid w:val="00222E6A"/>
    <w:rsid w:val="00223B9B"/>
    <w:rsid w:val="0022452A"/>
    <w:rsid w:val="00224D88"/>
    <w:rsid w:val="0022631E"/>
    <w:rsid w:val="00226835"/>
    <w:rsid w:val="00227770"/>
    <w:rsid w:val="002278FA"/>
    <w:rsid w:val="0023029A"/>
    <w:rsid w:val="002316C3"/>
    <w:rsid w:val="002322A3"/>
    <w:rsid w:val="00232397"/>
    <w:rsid w:val="002330DC"/>
    <w:rsid w:val="00234028"/>
    <w:rsid w:val="002344AF"/>
    <w:rsid w:val="00235FBC"/>
    <w:rsid w:val="002369E3"/>
    <w:rsid w:val="00236DBD"/>
    <w:rsid w:val="002373A5"/>
    <w:rsid w:val="00241FF0"/>
    <w:rsid w:val="00242427"/>
    <w:rsid w:val="002435E8"/>
    <w:rsid w:val="00244519"/>
    <w:rsid w:val="00245F36"/>
    <w:rsid w:val="002518B7"/>
    <w:rsid w:val="002535BC"/>
    <w:rsid w:val="00253D83"/>
    <w:rsid w:val="0025564A"/>
    <w:rsid w:val="0026088F"/>
    <w:rsid w:val="00260CF5"/>
    <w:rsid w:val="00261255"/>
    <w:rsid w:val="00261F8C"/>
    <w:rsid w:val="002623E9"/>
    <w:rsid w:val="00264286"/>
    <w:rsid w:val="00264777"/>
    <w:rsid w:val="00265589"/>
    <w:rsid w:val="00266246"/>
    <w:rsid w:val="002730BA"/>
    <w:rsid w:val="0027310A"/>
    <w:rsid w:val="00273B36"/>
    <w:rsid w:val="00275BD5"/>
    <w:rsid w:val="00275C88"/>
    <w:rsid w:val="00277554"/>
    <w:rsid w:val="00281C7F"/>
    <w:rsid w:val="002831EA"/>
    <w:rsid w:val="00284792"/>
    <w:rsid w:val="002860E5"/>
    <w:rsid w:val="002877DF"/>
    <w:rsid w:val="00287AEA"/>
    <w:rsid w:val="002927B5"/>
    <w:rsid w:val="002937A2"/>
    <w:rsid w:val="002948C4"/>
    <w:rsid w:val="0029660C"/>
    <w:rsid w:val="00297A89"/>
    <w:rsid w:val="002A0289"/>
    <w:rsid w:val="002A40AC"/>
    <w:rsid w:val="002B0E92"/>
    <w:rsid w:val="002B151C"/>
    <w:rsid w:val="002B1A8A"/>
    <w:rsid w:val="002B3199"/>
    <w:rsid w:val="002B6095"/>
    <w:rsid w:val="002B60AF"/>
    <w:rsid w:val="002B77C0"/>
    <w:rsid w:val="002B7916"/>
    <w:rsid w:val="002C0324"/>
    <w:rsid w:val="002C04EF"/>
    <w:rsid w:val="002C4456"/>
    <w:rsid w:val="002C67E1"/>
    <w:rsid w:val="002D05DB"/>
    <w:rsid w:val="002D174A"/>
    <w:rsid w:val="002D4F9C"/>
    <w:rsid w:val="002D652D"/>
    <w:rsid w:val="002E0AA7"/>
    <w:rsid w:val="002E1370"/>
    <w:rsid w:val="002E168C"/>
    <w:rsid w:val="002E2F1A"/>
    <w:rsid w:val="002E39F7"/>
    <w:rsid w:val="002E3DFA"/>
    <w:rsid w:val="002E49A4"/>
    <w:rsid w:val="002E5BA9"/>
    <w:rsid w:val="002E711C"/>
    <w:rsid w:val="002E76B8"/>
    <w:rsid w:val="002E7B13"/>
    <w:rsid w:val="002F162C"/>
    <w:rsid w:val="002F2640"/>
    <w:rsid w:val="002F32E2"/>
    <w:rsid w:val="002F3539"/>
    <w:rsid w:val="002F4176"/>
    <w:rsid w:val="002F5650"/>
    <w:rsid w:val="00300AB0"/>
    <w:rsid w:val="003035E6"/>
    <w:rsid w:val="00303A02"/>
    <w:rsid w:val="00303E54"/>
    <w:rsid w:val="00304F7F"/>
    <w:rsid w:val="003054A5"/>
    <w:rsid w:val="00305FB9"/>
    <w:rsid w:val="0030677E"/>
    <w:rsid w:val="0031114C"/>
    <w:rsid w:val="00311E41"/>
    <w:rsid w:val="003151D3"/>
    <w:rsid w:val="00315F9E"/>
    <w:rsid w:val="00320686"/>
    <w:rsid w:val="00321446"/>
    <w:rsid w:val="0032193E"/>
    <w:rsid w:val="0032646D"/>
    <w:rsid w:val="003266F6"/>
    <w:rsid w:val="00327AD9"/>
    <w:rsid w:val="003302C0"/>
    <w:rsid w:val="003342AA"/>
    <w:rsid w:val="00335223"/>
    <w:rsid w:val="00335BB0"/>
    <w:rsid w:val="00337E8E"/>
    <w:rsid w:val="00340BFC"/>
    <w:rsid w:val="003429A8"/>
    <w:rsid w:val="003469B6"/>
    <w:rsid w:val="0035010C"/>
    <w:rsid w:val="00350686"/>
    <w:rsid w:val="00350C54"/>
    <w:rsid w:val="00351E0A"/>
    <w:rsid w:val="00352EAE"/>
    <w:rsid w:val="00353ADF"/>
    <w:rsid w:val="00353CF2"/>
    <w:rsid w:val="00354976"/>
    <w:rsid w:val="00354A58"/>
    <w:rsid w:val="003557A0"/>
    <w:rsid w:val="003612FE"/>
    <w:rsid w:val="003613FA"/>
    <w:rsid w:val="00361B18"/>
    <w:rsid w:val="00363C4D"/>
    <w:rsid w:val="00364059"/>
    <w:rsid w:val="003657FE"/>
    <w:rsid w:val="00366E25"/>
    <w:rsid w:val="003701A4"/>
    <w:rsid w:val="00372C4C"/>
    <w:rsid w:val="00374A08"/>
    <w:rsid w:val="00375AB1"/>
    <w:rsid w:val="00375F37"/>
    <w:rsid w:val="00375F93"/>
    <w:rsid w:val="00381648"/>
    <w:rsid w:val="003837BC"/>
    <w:rsid w:val="00385B84"/>
    <w:rsid w:val="0038641B"/>
    <w:rsid w:val="003905B2"/>
    <w:rsid w:val="00391BE2"/>
    <w:rsid w:val="00391F46"/>
    <w:rsid w:val="00392638"/>
    <w:rsid w:val="00392665"/>
    <w:rsid w:val="00392AFA"/>
    <w:rsid w:val="0039315A"/>
    <w:rsid w:val="003944F0"/>
    <w:rsid w:val="00395504"/>
    <w:rsid w:val="00396C11"/>
    <w:rsid w:val="003A185D"/>
    <w:rsid w:val="003A21F1"/>
    <w:rsid w:val="003A2666"/>
    <w:rsid w:val="003A5FED"/>
    <w:rsid w:val="003A609B"/>
    <w:rsid w:val="003B0FD4"/>
    <w:rsid w:val="003B32A2"/>
    <w:rsid w:val="003B4E47"/>
    <w:rsid w:val="003B689F"/>
    <w:rsid w:val="003B692A"/>
    <w:rsid w:val="003B731C"/>
    <w:rsid w:val="003B783F"/>
    <w:rsid w:val="003B78A8"/>
    <w:rsid w:val="003C042A"/>
    <w:rsid w:val="003C0839"/>
    <w:rsid w:val="003C2008"/>
    <w:rsid w:val="003C3F10"/>
    <w:rsid w:val="003C48C4"/>
    <w:rsid w:val="003C602D"/>
    <w:rsid w:val="003D264A"/>
    <w:rsid w:val="003D4982"/>
    <w:rsid w:val="003D67AE"/>
    <w:rsid w:val="003D74B5"/>
    <w:rsid w:val="003D7B63"/>
    <w:rsid w:val="003E178C"/>
    <w:rsid w:val="003E17F9"/>
    <w:rsid w:val="003E19DD"/>
    <w:rsid w:val="003E46E0"/>
    <w:rsid w:val="003E52AA"/>
    <w:rsid w:val="003E69F5"/>
    <w:rsid w:val="003E6E74"/>
    <w:rsid w:val="003E72B0"/>
    <w:rsid w:val="003E7B70"/>
    <w:rsid w:val="003F0D34"/>
    <w:rsid w:val="003F1B76"/>
    <w:rsid w:val="003F2996"/>
    <w:rsid w:val="003F2D29"/>
    <w:rsid w:val="003F2F7A"/>
    <w:rsid w:val="003F4677"/>
    <w:rsid w:val="003F56F4"/>
    <w:rsid w:val="003F65D5"/>
    <w:rsid w:val="004014FC"/>
    <w:rsid w:val="0040157A"/>
    <w:rsid w:val="00402A46"/>
    <w:rsid w:val="00403EAD"/>
    <w:rsid w:val="00404774"/>
    <w:rsid w:val="00410017"/>
    <w:rsid w:val="004112B7"/>
    <w:rsid w:val="004150AC"/>
    <w:rsid w:val="004202B6"/>
    <w:rsid w:val="004208B8"/>
    <w:rsid w:val="00421B13"/>
    <w:rsid w:val="0042258D"/>
    <w:rsid w:val="00422AC8"/>
    <w:rsid w:val="0042602E"/>
    <w:rsid w:val="0042609D"/>
    <w:rsid w:val="00426384"/>
    <w:rsid w:val="00427CB2"/>
    <w:rsid w:val="00430A71"/>
    <w:rsid w:val="00432E93"/>
    <w:rsid w:val="00433B2B"/>
    <w:rsid w:val="00434505"/>
    <w:rsid w:val="0043567B"/>
    <w:rsid w:val="0043611D"/>
    <w:rsid w:val="00440658"/>
    <w:rsid w:val="0044142F"/>
    <w:rsid w:val="00442668"/>
    <w:rsid w:val="00443373"/>
    <w:rsid w:val="00444DB2"/>
    <w:rsid w:val="004455BC"/>
    <w:rsid w:val="004472BC"/>
    <w:rsid w:val="0044774D"/>
    <w:rsid w:val="00447BBC"/>
    <w:rsid w:val="004503F1"/>
    <w:rsid w:val="00450729"/>
    <w:rsid w:val="00451518"/>
    <w:rsid w:val="0045164C"/>
    <w:rsid w:val="00451703"/>
    <w:rsid w:val="00451733"/>
    <w:rsid w:val="00456FA8"/>
    <w:rsid w:val="0046156B"/>
    <w:rsid w:val="00461904"/>
    <w:rsid w:val="00461BC0"/>
    <w:rsid w:val="00462816"/>
    <w:rsid w:val="00463B27"/>
    <w:rsid w:val="00465454"/>
    <w:rsid w:val="00466ACD"/>
    <w:rsid w:val="0046772C"/>
    <w:rsid w:val="00475D30"/>
    <w:rsid w:val="0047724D"/>
    <w:rsid w:val="0048042E"/>
    <w:rsid w:val="0048206F"/>
    <w:rsid w:val="00482300"/>
    <w:rsid w:val="00483DEB"/>
    <w:rsid w:val="0048480B"/>
    <w:rsid w:val="00484A20"/>
    <w:rsid w:val="004865BC"/>
    <w:rsid w:val="004868B1"/>
    <w:rsid w:val="00486F1E"/>
    <w:rsid w:val="00490BB8"/>
    <w:rsid w:val="00491275"/>
    <w:rsid w:val="00491F33"/>
    <w:rsid w:val="004931AA"/>
    <w:rsid w:val="00495614"/>
    <w:rsid w:val="00495687"/>
    <w:rsid w:val="00495F17"/>
    <w:rsid w:val="00496AAC"/>
    <w:rsid w:val="004A084C"/>
    <w:rsid w:val="004A13FC"/>
    <w:rsid w:val="004A2833"/>
    <w:rsid w:val="004A3784"/>
    <w:rsid w:val="004A4201"/>
    <w:rsid w:val="004A73EF"/>
    <w:rsid w:val="004B063D"/>
    <w:rsid w:val="004B6A98"/>
    <w:rsid w:val="004B744C"/>
    <w:rsid w:val="004B751E"/>
    <w:rsid w:val="004B7D16"/>
    <w:rsid w:val="004C0472"/>
    <w:rsid w:val="004C299A"/>
    <w:rsid w:val="004C33D0"/>
    <w:rsid w:val="004C4B3D"/>
    <w:rsid w:val="004C6E18"/>
    <w:rsid w:val="004D0131"/>
    <w:rsid w:val="004D0B91"/>
    <w:rsid w:val="004D10A4"/>
    <w:rsid w:val="004D2307"/>
    <w:rsid w:val="004D37C0"/>
    <w:rsid w:val="004D5372"/>
    <w:rsid w:val="004D6B98"/>
    <w:rsid w:val="004D7AC9"/>
    <w:rsid w:val="004E0017"/>
    <w:rsid w:val="004E05DC"/>
    <w:rsid w:val="004E07A8"/>
    <w:rsid w:val="004E2122"/>
    <w:rsid w:val="004E302B"/>
    <w:rsid w:val="004E32BF"/>
    <w:rsid w:val="004E36BE"/>
    <w:rsid w:val="004E427D"/>
    <w:rsid w:val="004E4591"/>
    <w:rsid w:val="004E4F21"/>
    <w:rsid w:val="004F0FC6"/>
    <w:rsid w:val="004F140E"/>
    <w:rsid w:val="004F4B28"/>
    <w:rsid w:val="004F6313"/>
    <w:rsid w:val="004F6764"/>
    <w:rsid w:val="005000E9"/>
    <w:rsid w:val="00500546"/>
    <w:rsid w:val="00502B46"/>
    <w:rsid w:val="00506942"/>
    <w:rsid w:val="00511643"/>
    <w:rsid w:val="00511798"/>
    <w:rsid w:val="00511937"/>
    <w:rsid w:val="0051305A"/>
    <w:rsid w:val="0051654A"/>
    <w:rsid w:val="00517055"/>
    <w:rsid w:val="00517718"/>
    <w:rsid w:val="00521BA5"/>
    <w:rsid w:val="00523AC4"/>
    <w:rsid w:val="005275FF"/>
    <w:rsid w:val="00530B0F"/>
    <w:rsid w:val="00534DA7"/>
    <w:rsid w:val="00537434"/>
    <w:rsid w:val="005406A3"/>
    <w:rsid w:val="00540ADB"/>
    <w:rsid w:val="005410FF"/>
    <w:rsid w:val="005416C4"/>
    <w:rsid w:val="00541BC8"/>
    <w:rsid w:val="00541F0F"/>
    <w:rsid w:val="00543852"/>
    <w:rsid w:val="00545486"/>
    <w:rsid w:val="0054589D"/>
    <w:rsid w:val="005458B8"/>
    <w:rsid w:val="00547B78"/>
    <w:rsid w:val="005501D6"/>
    <w:rsid w:val="005548DD"/>
    <w:rsid w:val="005551DD"/>
    <w:rsid w:val="00557665"/>
    <w:rsid w:val="00560E4F"/>
    <w:rsid w:val="0056137B"/>
    <w:rsid w:val="005631B0"/>
    <w:rsid w:val="005653C0"/>
    <w:rsid w:val="00565567"/>
    <w:rsid w:val="005666A3"/>
    <w:rsid w:val="005724BF"/>
    <w:rsid w:val="005729A7"/>
    <w:rsid w:val="00572DD7"/>
    <w:rsid w:val="00572E44"/>
    <w:rsid w:val="00572EB8"/>
    <w:rsid w:val="00573130"/>
    <w:rsid w:val="0057319E"/>
    <w:rsid w:val="00574C30"/>
    <w:rsid w:val="00575A97"/>
    <w:rsid w:val="00580753"/>
    <w:rsid w:val="00581166"/>
    <w:rsid w:val="00585385"/>
    <w:rsid w:val="0058582B"/>
    <w:rsid w:val="00585AE8"/>
    <w:rsid w:val="005877F3"/>
    <w:rsid w:val="00591A50"/>
    <w:rsid w:val="00593E89"/>
    <w:rsid w:val="0059479D"/>
    <w:rsid w:val="00594BA3"/>
    <w:rsid w:val="00595D88"/>
    <w:rsid w:val="00596900"/>
    <w:rsid w:val="005A0716"/>
    <w:rsid w:val="005A0BBF"/>
    <w:rsid w:val="005A10CD"/>
    <w:rsid w:val="005A150E"/>
    <w:rsid w:val="005A154F"/>
    <w:rsid w:val="005A2DF1"/>
    <w:rsid w:val="005A372E"/>
    <w:rsid w:val="005A4B46"/>
    <w:rsid w:val="005A5E28"/>
    <w:rsid w:val="005A6E1B"/>
    <w:rsid w:val="005A76E2"/>
    <w:rsid w:val="005B2CE5"/>
    <w:rsid w:val="005B3200"/>
    <w:rsid w:val="005B46A8"/>
    <w:rsid w:val="005B47E4"/>
    <w:rsid w:val="005C02CF"/>
    <w:rsid w:val="005C1FD1"/>
    <w:rsid w:val="005C31C7"/>
    <w:rsid w:val="005C38F4"/>
    <w:rsid w:val="005C4072"/>
    <w:rsid w:val="005C4D2A"/>
    <w:rsid w:val="005C5314"/>
    <w:rsid w:val="005C5B12"/>
    <w:rsid w:val="005C60E2"/>
    <w:rsid w:val="005C63F3"/>
    <w:rsid w:val="005C751B"/>
    <w:rsid w:val="005C7533"/>
    <w:rsid w:val="005D1A7C"/>
    <w:rsid w:val="005D32CF"/>
    <w:rsid w:val="005D4441"/>
    <w:rsid w:val="005D4C3F"/>
    <w:rsid w:val="005D585E"/>
    <w:rsid w:val="005D6046"/>
    <w:rsid w:val="005D658F"/>
    <w:rsid w:val="005D728E"/>
    <w:rsid w:val="005E122D"/>
    <w:rsid w:val="005E45B1"/>
    <w:rsid w:val="005E4FEF"/>
    <w:rsid w:val="005E572B"/>
    <w:rsid w:val="005E6462"/>
    <w:rsid w:val="005F06A2"/>
    <w:rsid w:val="005F13E3"/>
    <w:rsid w:val="005F74A9"/>
    <w:rsid w:val="005F7F6D"/>
    <w:rsid w:val="00600F75"/>
    <w:rsid w:val="00601611"/>
    <w:rsid w:val="00601809"/>
    <w:rsid w:val="00604024"/>
    <w:rsid w:val="00604E55"/>
    <w:rsid w:val="0060536B"/>
    <w:rsid w:val="006109F0"/>
    <w:rsid w:val="00613834"/>
    <w:rsid w:val="006169AE"/>
    <w:rsid w:val="00617600"/>
    <w:rsid w:val="006212BA"/>
    <w:rsid w:val="00621F4C"/>
    <w:rsid w:val="006255B1"/>
    <w:rsid w:val="00630EF2"/>
    <w:rsid w:val="006314BA"/>
    <w:rsid w:val="0063255B"/>
    <w:rsid w:val="00633FBD"/>
    <w:rsid w:val="00634222"/>
    <w:rsid w:val="006350E6"/>
    <w:rsid w:val="006351AC"/>
    <w:rsid w:val="006354A4"/>
    <w:rsid w:val="00636530"/>
    <w:rsid w:val="00637251"/>
    <w:rsid w:val="006415EC"/>
    <w:rsid w:val="006436AF"/>
    <w:rsid w:val="00645481"/>
    <w:rsid w:val="0064575D"/>
    <w:rsid w:val="00650EAD"/>
    <w:rsid w:val="00651179"/>
    <w:rsid w:val="00651BB3"/>
    <w:rsid w:val="00653A4C"/>
    <w:rsid w:val="00654193"/>
    <w:rsid w:val="00656254"/>
    <w:rsid w:val="0065642E"/>
    <w:rsid w:val="006573C5"/>
    <w:rsid w:val="00663568"/>
    <w:rsid w:val="00663AD6"/>
    <w:rsid w:val="00663B08"/>
    <w:rsid w:val="00664DAE"/>
    <w:rsid w:val="00665F50"/>
    <w:rsid w:val="006677B7"/>
    <w:rsid w:val="00670373"/>
    <w:rsid w:val="006741BD"/>
    <w:rsid w:val="00674639"/>
    <w:rsid w:val="00675774"/>
    <w:rsid w:val="00676ED3"/>
    <w:rsid w:val="00680E3C"/>
    <w:rsid w:val="0068393B"/>
    <w:rsid w:val="00684158"/>
    <w:rsid w:val="006841E9"/>
    <w:rsid w:val="00684557"/>
    <w:rsid w:val="00684B4A"/>
    <w:rsid w:val="00690625"/>
    <w:rsid w:val="006928D6"/>
    <w:rsid w:val="00694863"/>
    <w:rsid w:val="00695491"/>
    <w:rsid w:val="00695673"/>
    <w:rsid w:val="006956DC"/>
    <w:rsid w:val="0069678B"/>
    <w:rsid w:val="0069782C"/>
    <w:rsid w:val="00697A62"/>
    <w:rsid w:val="006A02E6"/>
    <w:rsid w:val="006A1C26"/>
    <w:rsid w:val="006A2757"/>
    <w:rsid w:val="006A2EAD"/>
    <w:rsid w:val="006A3963"/>
    <w:rsid w:val="006A4794"/>
    <w:rsid w:val="006A6090"/>
    <w:rsid w:val="006B0F80"/>
    <w:rsid w:val="006B375D"/>
    <w:rsid w:val="006B3BB0"/>
    <w:rsid w:val="006B3D6A"/>
    <w:rsid w:val="006B61EF"/>
    <w:rsid w:val="006B6E37"/>
    <w:rsid w:val="006B7282"/>
    <w:rsid w:val="006B7C74"/>
    <w:rsid w:val="006C07F8"/>
    <w:rsid w:val="006C1116"/>
    <w:rsid w:val="006C2324"/>
    <w:rsid w:val="006C3F90"/>
    <w:rsid w:val="006C4F84"/>
    <w:rsid w:val="006C5A7C"/>
    <w:rsid w:val="006D01A0"/>
    <w:rsid w:val="006D0DF6"/>
    <w:rsid w:val="006D1775"/>
    <w:rsid w:val="006D1E82"/>
    <w:rsid w:val="006D2FE2"/>
    <w:rsid w:val="006D3C02"/>
    <w:rsid w:val="006D5A8A"/>
    <w:rsid w:val="006D6BD3"/>
    <w:rsid w:val="006E13D7"/>
    <w:rsid w:val="006E271F"/>
    <w:rsid w:val="006E300C"/>
    <w:rsid w:val="006E3124"/>
    <w:rsid w:val="006E5054"/>
    <w:rsid w:val="006E5DDB"/>
    <w:rsid w:val="006E62B2"/>
    <w:rsid w:val="006E64FF"/>
    <w:rsid w:val="006E6EF7"/>
    <w:rsid w:val="006F25EC"/>
    <w:rsid w:val="006F2C32"/>
    <w:rsid w:val="006F2F41"/>
    <w:rsid w:val="006F313F"/>
    <w:rsid w:val="006F41D9"/>
    <w:rsid w:val="006F5B0D"/>
    <w:rsid w:val="006F62F4"/>
    <w:rsid w:val="006F6512"/>
    <w:rsid w:val="006F66D7"/>
    <w:rsid w:val="006F73B6"/>
    <w:rsid w:val="007006CC"/>
    <w:rsid w:val="00701B55"/>
    <w:rsid w:val="0070211A"/>
    <w:rsid w:val="00704700"/>
    <w:rsid w:val="007047D2"/>
    <w:rsid w:val="007053FD"/>
    <w:rsid w:val="00705CD2"/>
    <w:rsid w:val="00705EC9"/>
    <w:rsid w:val="00706554"/>
    <w:rsid w:val="00707C23"/>
    <w:rsid w:val="00712B04"/>
    <w:rsid w:val="0071336E"/>
    <w:rsid w:val="00714010"/>
    <w:rsid w:val="007160C3"/>
    <w:rsid w:val="007247E9"/>
    <w:rsid w:val="00725520"/>
    <w:rsid w:val="007302AF"/>
    <w:rsid w:val="007338A0"/>
    <w:rsid w:val="00734A01"/>
    <w:rsid w:val="00735BB3"/>
    <w:rsid w:val="00737B48"/>
    <w:rsid w:val="00737CEA"/>
    <w:rsid w:val="007403C3"/>
    <w:rsid w:val="007418B9"/>
    <w:rsid w:val="0074327A"/>
    <w:rsid w:val="007434A1"/>
    <w:rsid w:val="007447E8"/>
    <w:rsid w:val="00747684"/>
    <w:rsid w:val="0075246A"/>
    <w:rsid w:val="0075284A"/>
    <w:rsid w:val="007531B6"/>
    <w:rsid w:val="0075444F"/>
    <w:rsid w:val="00755361"/>
    <w:rsid w:val="007565E1"/>
    <w:rsid w:val="00760C04"/>
    <w:rsid w:val="007622C2"/>
    <w:rsid w:val="00762967"/>
    <w:rsid w:val="00765EB2"/>
    <w:rsid w:val="00766640"/>
    <w:rsid w:val="00767FF8"/>
    <w:rsid w:val="00770B62"/>
    <w:rsid w:val="00770CA3"/>
    <w:rsid w:val="00770DC7"/>
    <w:rsid w:val="00772302"/>
    <w:rsid w:val="00773270"/>
    <w:rsid w:val="00774792"/>
    <w:rsid w:val="007769F1"/>
    <w:rsid w:val="00776E9E"/>
    <w:rsid w:val="00782186"/>
    <w:rsid w:val="00783839"/>
    <w:rsid w:val="00783864"/>
    <w:rsid w:val="00785E7C"/>
    <w:rsid w:val="007877F6"/>
    <w:rsid w:val="007914AC"/>
    <w:rsid w:val="00791C3B"/>
    <w:rsid w:val="00792C9A"/>
    <w:rsid w:val="00796470"/>
    <w:rsid w:val="007A074E"/>
    <w:rsid w:val="007A25EE"/>
    <w:rsid w:val="007B1395"/>
    <w:rsid w:val="007B23E6"/>
    <w:rsid w:val="007B299B"/>
    <w:rsid w:val="007B6F47"/>
    <w:rsid w:val="007B6FF2"/>
    <w:rsid w:val="007C1505"/>
    <w:rsid w:val="007C23ED"/>
    <w:rsid w:val="007C4807"/>
    <w:rsid w:val="007C4BD1"/>
    <w:rsid w:val="007C5806"/>
    <w:rsid w:val="007C5A06"/>
    <w:rsid w:val="007C736C"/>
    <w:rsid w:val="007C7BC4"/>
    <w:rsid w:val="007D366C"/>
    <w:rsid w:val="007D4214"/>
    <w:rsid w:val="007D65A0"/>
    <w:rsid w:val="007D73E7"/>
    <w:rsid w:val="007D7B30"/>
    <w:rsid w:val="007E044A"/>
    <w:rsid w:val="007E1889"/>
    <w:rsid w:val="007E25F9"/>
    <w:rsid w:val="007E42F8"/>
    <w:rsid w:val="007E583C"/>
    <w:rsid w:val="007E6AA1"/>
    <w:rsid w:val="007E7C07"/>
    <w:rsid w:val="007F0F44"/>
    <w:rsid w:val="007F3EA6"/>
    <w:rsid w:val="007F45B0"/>
    <w:rsid w:val="007F6400"/>
    <w:rsid w:val="007F7029"/>
    <w:rsid w:val="007F7F54"/>
    <w:rsid w:val="00801ED2"/>
    <w:rsid w:val="00803D45"/>
    <w:rsid w:val="00803DB6"/>
    <w:rsid w:val="008108F1"/>
    <w:rsid w:val="00810907"/>
    <w:rsid w:val="00813541"/>
    <w:rsid w:val="008146E5"/>
    <w:rsid w:val="00820BB5"/>
    <w:rsid w:val="008249E1"/>
    <w:rsid w:val="00826263"/>
    <w:rsid w:val="0082766F"/>
    <w:rsid w:val="00827E77"/>
    <w:rsid w:val="00834E5B"/>
    <w:rsid w:val="00834E8E"/>
    <w:rsid w:val="00835AAE"/>
    <w:rsid w:val="0083679D"/>
    <w:rsid w:val="0084170A"/>
    <w:rsid w:val="00841AEB"/>
    <w:rsid w:val="00844DCD"/>
    <w:rsid w:val="00845543"/>
    <w:rsid w:val="00846239"/>
    <w:rsid w:val="00852492"/>
    <w:rsid w:val="00853373"/>
    <w:rsid w:val="008564F2"/>
    <w:rsid w:val="00857E4A"/>
    <w:rsid w:val="00860466"/>
    <w:rsid w:val="008605CD"/>
    <w:rsid w:val="00860989"/>
    <w:rsid w:val="008631F8"/>
    <w:rsid w:val="00863326"/>
    <w:rsid w:val="00870518"/>
    <w:rsid w:val="00870B00"/>
    <w:rsid w:val="0087330D"/>
    <w:rsid w:val="00874978"/>
    <w:rsid w:val="00874C13"/>
    <w:rsid w:val="00877075"/>
    <w:rsid w:val="008771ED"/>
    <w:rsid w:val="00877393"/>
    <w:rsid w:val="00880311"/>
    <w:rsid w:val="00880FFA"/>
    <w:rsid w:val="00881CF4"/>
    <w:rsid w:val="00882550"/>
    <w:rsid w:val="008829B7"/>
    <w:rsid w:val="008850BF"/>
    <w:rsid w:val="0088648A"/>
    <w:rsid w:val="00892185"/>
    <w:rsid w:val="008925A2"/>
    <w:rsid w:val="008A3095"/>
    <w:rsid w:val="008A3E38"/>
    <w:rsid w:val="008A7039"/>
    <w:rsid w:val="008A7078"/>
    <w:rsid w:val="008A7535"/>
    <w:rsid w:val="008B1ED9"/>
    <w:rsid w:val="008B2055"/>
    <w:rsid w:val="008B2858"/>
    <w:rsid w:val="008B3178"/>
    <w:rsid w:val="008B347B"/>
    <w:rsid w:val="008B3574"/>
    <w:rsid w:val="008B7204"/>
    <w:rsid w:val="008B7525"/>
    <w:rsid w:val="008B7555"/>
    <w:rsid w:val="008C0A18"/>
    <w:rsid w:val="008C1C1B"/>
    <w:rsid w:val="008C21F8"/>
    <w:rsid w:val="008C5976"/>
    <w:rsid w:val="008D1857"/>
    <w:rsid w:val="008D4CEB"/>
    <w:rsid w:val="008D4F8B"/>
    <w:rsid w:val="008D5837"/>
    <w:rsid w:val="008D5A0F"/>
    <w:rsid w:val="008D6AE2"/>
    <w:rsid w:val="008E0FA7"/>
    <w:rsid w:val="008E1826"/>
    <w:rsid w:val="008E27F9"/>
    <w:rsid w:val="008E569D"/>
    <w:rsid w:val="008F45FD"/>
    <w:rsid w:val="00900005"/>
    <w:rsid w:val="00900A6C"/>
    <w:rsid w:val="00900FD5"/>
    <w:rsid w:val="00901A09"/>
    <w:rsid w:val="009022CD"/>
    <w:rsid w:val="0090243A"/>
    <w:rsid w:val="009035B6"/>
    <w:rsid w:val="00904323"/>
    <w:rsid w:val="009069C5"/>
    <w:rsid w:val="00907727"/>
    <w:rsid w:val="00910F31"/>
    <w:rsid w:val="00911645"/>
    <w:rsid w:val="0091262B"/>
    <w:rsid w:val="00912A68"/>
    <w:rsid w:val="00912FEE"/>
    <w:rsid w:val="00913574"/>
    <w:rsid w:val="0091456E"/>
    <w:rsid w:val="00916D80"/>
    <w:rsid w:val="00920136"/>
    <w:rsid w:val="0092054A"/>
    <w:rsid w:val="009221F9"/>
    <w:rsid w:val="009230B7"/>
    <w:rsid w:val="0092413B"/>
    <w:rsid w:val="00926A85"/>
    <w:rsid w:val="0092750F"/>
    <w:rsid w:val="0093158E"/>
    <w:rsid w:val="00931B29"/>
    <w:rsid w:val="00932E5E"/>
    <w:rsid w:val="0093347B"/>
    <w:rsid w:val="00935148"/>
    <w:rsid w:val="0093719E"/>
    <w:rsid w:val="00940A18"/>
    <w:rsid w:val="00941645"/>
    <w:rsid w:val="009420FA"/>
    <w:rsid w:val="00943DFE"/>
    <w:rsid w:val="00945D59"/>
    <w:rsid w:val="0094650F"/>
    <w:rsid w:val="009477A5"/>
    <w:rsid w:val="00950D73"/>
    <w:rsid w:val="0095149A"/>
    <w:rsid w:val="00951831"/>
    <w:rsid w:val="00956ED8"/>
    <w:rsid w:val="009577FB"/>
    <w:rsid w:val="0096195D"/>
    <w:rsid w:val="00963C22"/>
    <w:rsid w:val="0096525B"/>
    <w:rsid w:val="009658B5"/>
    <w:rsid w:val="00965B60"/>
    <w:rsid w:val="00970AF5"/>
    <w:rsid w:val="00971387"/>
    <w:rsid w:val="00972E90"/>
    <w:rsid w:val="00973710"/>
    <w:rsid w:val="009749FF"/>
    <w:rsid w:val="009765D4"/>
    <w:rsid w:val="00977C68"/>
    <w:rsid w:val="009802AB"/>
    <w:rsid w:val="0098124A"/>
    <w:rsid w:val="00981984"/>
    <w:rsid w:val="00981BA3"/>
    <w:rsid w:val="0098561B"/>
    <w:rsid w:val="009864E3"/>
    <w:rsid w:val="009867BE"/>
    <w:rsid w:val="00986ECF"/>
    <w:rsid w:val="009903F3"/>
    <w:rsid w:val="00990BD4"/>
    <w:rsid w:val="00991338"/>
    <w:rsid w:val="0099353C"/>
    <w:rsid w:val="00994149"/>
    <w:rsid w:val="00996C06"/>
    <w:rsid w:val="00997DB3"/>
    <w:rsid w:val="009A0F9F"/>
    <w:rsid w:val="009A22BE"/>
    <w:rsid w:val="009A5956"/>
    <w:rsid w:val="009A6095"/>
    <w:rsid w:val="009A7A5B"/>
    <w:rsid w:val="009B2E5E"/>
    <w:rsid w:val="009B2F90"/>
    <w:rsid w:val="009B3719"/>
    <w:rsid w:val="009C0159"/>
    <w:rsid w:val="009C10D5"/>
    <w:rsid w:val="009C38EA"/>
    <w:rsid w:val="009C4EE9"/>
    <w:rsid w:val="009C6EA8"/>
    <w:rsid w:val="009C70CF"/>
    <w:rsid w:val="009D14B6"/>
    <w:rsid w:val="009D3361"/>
    <w:rsid w:val="009D3A45"/>
    <w:rsid w:val="009D4E13"/>
    <w:rsid w:val="009E0A1F"/>
    <w:rsid w:val="009E0FC9"/>
    <w:rsid w:val="009E25D0"/>
    <w:rsid w:val="009E60D7"/>
    <w:rsid w:val="009E611C"/>
    <w:rsid w:val="009E7E66"/>
    <w:rsid w:val="009F12C4"/>
    <w:rsid w:val="009F2425"/>
    <w:rsid w:val="009F6057"/>
    <w:rsid w:val="009F7660"/>
    <w:rsid w:val="009F786D"/>
    <w:rsid w:val="00A01457"/>
    <w:rsid w:val="00A038D2"/>
    <w:rsid w:val="00A0391C"/>
    <w:rsid w:val="00A040BA"/>
    <w:rsid w:val="00A049AE"/>
    <w:rsid w:val="00A05582"/>
    <w:rsid w:val="00A060AF"/>
    <w:rsid w:val="00A06757"/>
    <w:rsid w:val="00A06F80"/>
    <w:rsid w:val="00A112EE"/>
    <w:rsid w:val="00A1315E"/>
    <w:rsid w:val="00A161EA"/>
    <w:rsid w:val="00A161F7"/>
    <w:rsid w:val="00A1629C"/>
    <w:rsid w:val="00A20605"/>
    <w:rsid w:val="00A23324"/>
    <w:rsid w:val="00A23FE2"/>
    <w:rsid w:val="00A26934"/>
    <w:rsid w:val="00A30173"/>
    <w:rsid w:val="00A305FB"/>
    <w:rsid w:val="00A3083E"/>
    <w:rsid w:val="00A31779"/>
    <w:rsid w:val="00A32887"/>
    <w:rsid w:val="00A32F65"/>
    <w:rsid w:val="00A368A7"/>
    <w:rsid w:val="00A375AA"/>
    <w:rsid w:val="00A37908"/>
    <w:rsid w:val="00A40590"/>
    <w:rsid w:val="00A4277A"/>
    <w:rsid w:val="00A44601"/>
    <w:rsid w:val="00A459C2"/>
    <w:rsid w:val="00A45A7C"/>
    <w:rsid w:val="00A45AC1"/>
    <w:rsid w:val="00A46EC9"/>
    <w:rsid w:val="00A47340"/>
    <w:rsid w:val="00A53C8A"/>
    <w:rsid w:val="00A55757"/>
    <w:rsid w:val="00A60457"/>
    <w:rsid w:val="00A6093C"/>
    <w:rsid w:val="00A60B10"/>
    <w:rsid w:val="00A610A6"/>
    <w:rsid w:val="00A61C47"/>
    <w:rsid w:val="00A632E1"/>
    <w:rsid w:val="00A64539"/>
    <w:rsid w:val="00A70053"/>
    <w:rsid w:val="00A73915"/>
    <w:rsid w:val="00A75D5E"/>
    <w:rsid w:val="00A76509"/>
    <w:rsid w:val="00A80080"/>
    <w:rsid w:val="00A854A0"/>
    <w:rsid w:val="00A854AA"/>
    <w:rsid w:val="00A87640"/>
    <w:rsid w:val="00A91B0B"/>
    <w:rsid w:val="00A9283D"/>
    <w:rsid w:val="00A928EC"/>
    <w:rsid w:val="00A93C35"/>
    <w:rsid w:val="00A972D2"/>
    <w:rsid w:val="00A972F0"/>
    <w:rsid w:val="00AA089F"/>
    <w:rsid w:val="00AA26A9"/>
    <w:rsid w:val="00AA6431"/>
    <w:rsid w:val="00AA6A23"/>
    <w:rsid w:val="00AA7B98"/>
    <w:rsid w:val="00AB0323"/>
    <w:rsid w:val="00AB086F"/>
    <w:rsid w:val="00AB176F"/>
    <w:rsid w:val="00AB2FE2"/>
    <w:rsid w:val="00AB38A2"/>
    <w:rsid w:val="00AB6CDE"/>
    <w:rsid w:val="00AC4633"/>
    <w:rsid w:val="00AC5515"/>
    <w:rsid w:val="00AC68E4"/>
    <w:rsid w:val="00AC765B"/>
    <w:rsid w:val="00AD05B7"/>
    <w:rsid w:val="00AD3ED0"/>
    <w:rsid w:val="00AD548D"/>
    <w:rsid w:val="00AD56E4"/>
    <w:rsid w:val="00AD773D"/>
    <w:rsid w:val="00AE1D87"/>
    <w:rsid w:val="00AE3352"/>
    <w:rsid w:val="00AE62F0"/>
    <w:rsid w:val="00AF03D0"/>
    <w:rsid w:val="00AF2019"/>
    <w:rsid w:val="00AF2C3F"/>
    <w:rsid w:val="00AF2F53"/>
    <w:rsid w:val="00AF4DAB"/>
    <w:rsid w:val="00AF4E84"/>
    <w:rsid w:val="00B00F01"/>
    <w:rsid w:val="00B011E1"/>
    <w:rsid w:val="00B01597"/>
    <w:rsid w:val="00B01A91"/>
    <w:rsid w:val="00B01C14"/>
    <w:rsid w:val="00B0633F"/>
    <w:rsid w:val="00B06F8C"/>
    <w:rsid w:val="00B074FD"/>
    <w:rsid w:val="00B07A14"/>
    <w:rsid w:val="00B10109"/>
    <w:rsid w:val="00B108A9"/>
    <w:rsid w:val="00B14067"/>
    <w:rsid w:val="00B20919"/>
    <w:rsid w:val="00B211AF"/>
    <w:rsid w:val="00B21A2E"/>
    <w:rsid w:val="00B21F01"/>
    <w:rsid w:val="00B22B37"/>
    <w:rsid w:val="00B23501"/>
    <w:rsid w:val="00B236D9"/>
    <w:rsid w:val="00B2485B"/>
    <w:rsid w:val="00B2619A"/>
    <w:rsid w:val="00B27055"/>
    <w:rsid w:val="00B343AB"/>
    <w:rsid w:val="00B354F0"/>
    <w:rsid w:val="00B41A48"/>
    <w:rsid w:val="00B426FC"/>
    <w:rsid w:val="00B452FD"/>
    <w:rsid w:val="00B46680"/>
    <w:rsid w:val="00B4694A"/>
    <w:rsid w:val="00B46E80"/>
    <w:rsid w:val="00B474A7"/>
    <w:rsid w:val="00B47C69"/>
    <w:rsid w:val="00B47DB5"/>
    <w:rsid w:val="00B50184"/>
    <w:rsid w:val="00B512E1"/>
    <w:rsid w:val="00B51362"/>
    <w:rsid w:val="00B5155B"/>
    <w:rsid w:val="00B5264E"/>
    <w:rsid w:val="00B52A28"/>
    <w:rsid w:val="00B52D08"/>
    <w:rsid w:val="00B54662"/>
    <w:rsid w:val="00B55240"/>
    <w:rsid w:val="00B57755"/>
    <w:rsid w:val="00B57D5B"/>
    <w:rsid w:val="00B57DEE"/>
    <w:rsid w:val="00B604BE"/>
    <w:rsid w:val="00B6064E"/>
    <w:rsid w:val="00B609E7"/>
    <w:rsid w:val="00B6239A"/>
    <w:rsid w:val="00B654B8"/>
    <w:rsid w:val="00B666D0"/>
    <w:rsid w:val="00B66830"/>
    <w:rsid w:val="00B670C6"/>
    <w:rsid w:val="00B70758"/>
    <w:rsid w:val="00B731E6"/>
    <w:rsid w:val="00B73712"/>
    <w:rsid w:val="00B738E9"/>
    <w:rsid w:val="00B75B68"/>
    <w:rsid w:val="00B76122"/>
    <w:rsid w:val="00B76A66"/>
    <w:rsid w:val="00B77B98"/>
    <w:rsid w:val="00B82CDE"/>
    <w:rsid w:val="00B87E59"/>
    <w:rsid w:val="00BA08A9"/>
    <w:rsid w:val="00BA1DA0"/>
    <w:rsid w:val="00BA266A"/>
    <w:rsid w:val="00BA2D97"/>
    <w:rsid w:val="00BA45CE"/>
    <w:rsid w:val="00BA71F0"/>
    <w:rsid w:val="00BA7856"/>
    <w:rsid w:val="00BB1F0F"/>
    <w:rsid w:val="00BB3A6F"/>
    <w:rsid w:val="00BB432A"/>
    <w:rsid w:val="00BB4D72"/>
    <w:rsid w:val="00BB4FAB"/>
    <w:rsid w:val="00BB74B8"/>
    <w:rsid w:val="00BC19E7"/>
    <w:rsid w:val="00BC318A"/>
    <w:rsid w:val="00BC40F1"/>
    <w:rsid w:val="00BC470F"/>
    <w:rsid w:val="00BD0BA8"/>
    <w:rsid w:val="00BD1DC7"/>
    <w:rsid w:val="00BE04A5"/>
    <w:rsid w:val="00BE28C1"/>
    <w:rsid w:val="00BE4F95"/>
    <w:rsid w:val="00BE5799"/>
    <w:rsid w:val="00BE7174"/>
    <w:rsid w:val="00BE783E"/>
    <w:rsid w:val="00BF12C4"/>
    <w:rsid w:val="00BF1808"/>
    <w:rsid w:val="00BF1E4E"/>
    <w:rsid w:val="00BF2158"/>
    <w:rsid w:val="00BF3021"/>
    <w:rsid w:val="00BF52AD"/>
    <w:rsid w:val="00BF5E08"/>
    <w:rsid w:val="00BF6734"/>
    <w:rsid w:val="00BF68C1"/>
    <w:rsid w:val="00BF7345"/>
    <w:rsid w:val="00C00BAD"/>
    <w:rsid w:val="00C00FA5"/>
    <w:rsid w:val="00C0237E"/>
    <w:rsid w:val="00C024E2"/>
    <w:rsid w:val="00C03552"/>
    <w:rsid w:val="00C0386B"/>
    <w:rsid w:val="00C03C3F"/>
    <w:rsid w:val="00C059C2"/>
    <w:rsid w:val="00C05F8D"/>
    <w:rsid w:val="00C067FD"/>
    <w:rsid w:val="00C07EB1"/>
    <w:rsid w:val="00C107AB"/>
    <w:rsid w:val="00C10A53"/>
    <w:rsid w:val="00C138FF"/>
    <w:rsid w:val="00C1544E"/>
    <w:rsid w:val="00C154B7"/>
    <w:rsid w:val="00C16683"/>
    <w:rsid w:val="00C16DFC"/>
    <w:rsid w:val="00C172A2"/>
    <w:rsid w:val="00C17D9D"/>
    <w:rsid w:val="00C22DE8"/>
    <w:rsid w:val="00C23C04"/>
    <w:rsid w:val="00C30A6B"/>
    <w:rsid w:val="00C30D0F"/>
    <w:rsid w:val="00C312D6"/>
    <w:rsid w:val="00C32160"/>
    <w:rsid w:val="00C3227B"/>
    <w:rsid w:val="00C3261F"/>
    <w:rsid w:val="00C32FB6"/>
    <w:rsid w:val="00C33248"/>
    <w:rsid w:val="00C33A6F"/>
    <w:rsid w:val="00C3683D"/>
    <w:rsid w:val="00C36D89"/>
    <w:rsid w:val="00C3760A"/>
    <w:rsid w:val="00C37CE9"/>
    <w:rsid w:val="00C41C61"/>
    <w:rsid w:val="00C41FF1"/>
    <w:rsid w:val="00C43073"/>
    <w:rsid w:val="00C4356D"/>
    <w:rsid w:val="00C43621"/>
    <w:rsid w:val="00C45610"/>
    <w:rsid w:val="00C45C2C"/>
    <w:rsid w:val="00C463A3"/>
    <w:rsid w:val="00C4667F"/>
    <w:rsid w:val="00C470B5"/>
    <w:rsid w:val="00C5508E"/>
    <w:rsid w:val="00C573C4"/>
    <w:rsid w:val="00C579CA"/>
    <w:rsid w:val="00C57BC7"/>
    <w:rsid w:val="00C62FFC"/>
    <w:rsid w:val="00C647AB"/>
    <w:rsid w:val="00C6505B"/>
    <w:rsid w:val="00C65303"/>
    <w:rsid w:val="00C65379"/>
    <w:rsid w:val="00C65CE5"/>
    <w:rsid w:val="00C663D3"/>
    <w:rsid w:val="00C66879"/>
    <w:rsid w:val="00C7022A"/>
    <w:rsid w:val="00C7054F"/>
    <w:rsid w:val="00C7345E"/>
    <w:rsid w:val="00C738AD"/>
    <w:rsid w:val="00C76282"/>
    <w:rsid w:val="00C76484"/>
    <w:rsid w:val="00C76C5F"/>
    <w:rsid w:val="00C818F1"/>
    <w:rsid w:val="00C82081"/>
    <w:rsid w:val="00C8279F"/>
    <w:rsid w:val="00C84481"/>
    <w:rsid w:val="00C84775"/>
    <w:rsid w:val="00C86879"/>
    <w:rsid w:val="00C868CF"/>
    <w:rsid w:val="00C93BA7"/>
    <w:rsid w:val="00C94BCD"/>
    <w:rsid w:val="00C94C8E"/>
    <w:rsid w:val="00C95B20"/>
    <w:rsid w:val="00C9652B"/>
    <w:rsid w:val="00C972CB"/>
    <w:rsid w:val="00C972E1"/>
    <w:rsid w:val="00C97632"/>
    <w:rsid w:val="00CA5DD0"/>
    <w:rsid w:val="00CA601B"/>
    <w:rsid w:val="00CB08CE"/>
    <w:rsid w:val="00CB08FB"/>
    <w:rsid w:val="00CB0C56"/>
    <w:rsid w:val="00CB25E5"/>
    <w:rsid w:val="00CB2C6D"/>
    <w:rsid w:val="00CB4512"/>
    <w:rsid w:val="00CB7894"/>
    <w:rsid w:val="00CC0B3F"/>
    <w:rsid w:val="00CC2DD2"/>
    <w:rsid w:val="00CC4305"/>
    <w:rsid w:val="00CC6A76"/>
    <w:rsid w:val="00CC730B"/>
    <w:rsid w:val="00CC7FD3"/>
    <w:rsid w:val="00CD039E"/>
    <w:rsid w:val="00CD03E6"/>
    <w:rsid w:val="00CD0409"/>
    <w:rsid w:val="00CD0C78"/>
    <w:rsid w:val="00CD104F"/>
    <w:rsid w:val="00CD19C5"/>
    <w:rsid w:val="00CD1A87"/>
    <w:rsid w:val="00CD1BC0"/>
    <w:rsid w:val="00CD20C9"/>
    <w:rsid w:val="00CD4137"/>
    <w:rsid w:val="00CD4259"/>
    <w:rsid w:val="00CE0C11"/>
    <w:rsid w:val="00CE0E2A"/>
    <w:rsid w:val="00CE25BB"/>
    <w:rsid w:val="00CE2C35"/>
    <w:rsid w:val="00CE510E"/>
    <w:rsid w:val="00CE587C"/>
    <w:rsid w:val="00CE5A2E"/>
    <w:rsid w:val="00CE62AF"/>
    <w:rsid w:val="00CF0584"/>
    <w:rsid w:val="00CF068E"/>
    <w:rsid w:val="00CF0722"/>
    <w:rsid w:val="00CF4339"/>
    <w:rsid w:val="00CF5702"/>
    <w:rsid w:val="00CF5B1C"/>
    <w:rsid w:val="00D07053"/>
    <w:rsid w:val="00D07B0E"/>
    <w:rsid w:val="00D11212"/>
    <w:rsid w:val="00D12127"/>
    <w:rsid w:val="00D1469D"/>
    <w:rsid w:val="00D15399"/>
    <w:rsid w:val="00D16CFE"/>
    <w:rsid w:val="00D17856"/>
    <w:rsid w:val="00D2186D"/>
    <w:rsid w:val="00D2318C"/>
    <w:rsid w:val="00D23D28"/>
    <w:rsid w:val="00D2487C"/>
    <w:rsid w:val="00D258DA"/>
    <w:rsid w:val="00D26875"/>
    <w:rsid w:val="00D26CE6"/>
    <w:rsid w:val="00D2732B"/>
    <w:rsid w:val="00D304BC"/>
    <w:rsid w:val="00D306B7"/>
    <w:rsid w:val="00D31985"/>
    <w:rsid w:val="00D327C0"/>
    <w:rsid w:val="00D32E85"/>
    <w:rsid w:val="00D32EC6"/>
    <w:rsid w:val="00D3338B"/>
    <w:rsid w:val="00D33675"/>
    <w:rsid w:val="00D33691"/>
    <w:rsid w:val="00D33EB3"/>
    <w:rsid w:val="00D3458E"/>
    <w:rsid w:val="00D36A8D"/>
    <w:rsid w:val="00D40DF1"/>
    <w:rsid w:val="00D43CB9"/>
    <w:rsid w:val="00D4655A"/>
    <w:rsid w:val="00D51B5A"/>
    <w:rsid w:val="00D5353D"/>
    <w:rsid w:val="00D542AF"/>
    <w:rsid w:val="00D54CC4"/>
    <w:rsid w:val="00D565EE"/>
    <w:rsid w:val="00D56878"/>
    <w:rsid w:val="00D573D8"/>
    <w:rsid w:val="00D61E45"/>
    <w:rsid w:val="00D624E0"/>
    <w:rsid w:val="00D6258B"/>
    <w:rsid w:val="00D6306E"/>
    <w:rsid w:val="00D63CB4"/>
    <w:rsid w:val="00D6556A"/>
    <w:rsid w:val="00D673C7"/>
    <w:rsid w:val="00D6789F"/>
    <w:rsid w:val="00D70648"/>
    <w:rsid w:val="00D70B80"/>
    <w:rsid w:val="00D719E9"/>
    <w:rsid w:val="00D75129"/>
    <w:rsid w:val="00D754BC"/>
    <w:rsid w:val="00D76186"/>
    <w:rsid w:val="00D76C6F"/>
    <w:rsid w:val="00D77E03"/>
    <w:rsid w:val="00D856D8"/>
    <w:rsid w:val="00D8735B"/>
    <w:rsid w:val="00D913E8"/>
    <w:rsid w:val="00D91E17"/>
    <w:rsid w:val="00D928AD"/>
    <w:rsid w:val="00D92CBE"/>
    <w:rsid w:val="00D930F9"/>
    <w:rsid w:val="00D93232"/>
    <w:rsid w:val="00D94C38"/>
    <w:rsid w:val="00D95E47"/>
    <w:rsid w:val="00D96418"/>
    <w:rsid w:val="00D97374"/>
    <w:rsid w:val="00D979E8"/>
    <w:rsid w:val="00DA03A2"/>
    <w:rsid w:val="00DA0BD2"/>
    <w:rsid w:val="00DA0C67"/>
    <w:rsid w:val="00DA255F"/>
    <w:rsid w:val="00DA5687"/>
    <w:rsid w:val="00DB0AF4"/>
    <w:rsid w:val="00DB0B87"/>
    <w:rsid w:val="00DB1A61"/>
    <w:rsid w:val="00DB2104"/>
    <w:rsid w:val="00DB231B"/>
    <w:rsid w:val="00DB3551"/>
    <w:rsid w:val="00DB3F88"/>
    <w:rsid w:val="00DB4797"/>
    <w:rsid w:val="00DB480E"/>
    <w:rsid w:val="00DC11D3"/>
    <w:rsid w:val="00DC22AC"/>
    <w:rsid w:val="00DC5035"/>
    <w:rsid w:val="00DC7C13"/>
    <w:rsid w:val="00DD07BE"/>
    <w:rsid w:val="00DD1151"/>
    <w:rsid w:val="00DD4BA8"/>
    <w:rsid w:val="00DD6490"/>
    <w:rsid w:val="00DD7ABC"/>
    <w:rsid w:val="00DE160E"/>
    <w:rsid w:val="00DE2036"/>
    <w:rsid w:val="00DE20CF"/>
    <w:rsid w:val="00DE21AB"/>
    <w:rsid w:val="00DE21EE"/>
    <w:rsid w:val="00DE384E"/>
    <w:rsid w:val="00DE4011"/>
    <w:rsid w:val="00DE4E5E"/>
    <w:rsid w:val="00DF0570"/>
    <w:rsid w:val="00DF1901"/>
    <w:rsid w:val="00DF283B"/>
    <w:rsid w:val="00DF427F"/>
    <w:rsid w:val="00DF4928"/>
    <w:rsid w:val="00DF4BE7"/>
    <w:rsid w:val="00DF67ED"/>
    <w:rsid w:val="00E0243A"/>
    <w:rsid w:val="00E029BF"/>
    <w:rsid w:val="00E039F6"/>
    <w:rsid w:val="00E072F6"/>
    <w:rsid w:val="00E079EE"/>
    <w:rsid w:val="00E1076E"/>
    <w:rsid w:val="00E1077D"/>
    <w:rsid w:val="00E108C3"/>
    <w:rsid w:val="00E11CD3"/>
    <w:rsid w:val="00E13DAF"/>
    <w:rsid w:val="00E14244"/>
    <w:rsid w:val="00E208EE"/>
    <w:rsid w:val="00E23590"/>
    <w:rsid w:val="00E2518D"/>
    <w:rsid w:val="00E25837"/>
    <w:rsid w:val="00E25D7B"/>
    <w:rsid w:val="00E26949"/>
    <w:rsid w:val="00E26BDC"/>
    <w:rsid w:val="00E26EAA"/>
    <w:rsid w:val="00E27F75"/>
    <w:rsid w:val="00E32D9F"/>
    <w:rsid w:val="00E37923"/>
    <w:rsid w:val="00E408B8"/>
    <w:rsid w:val="00E4198D"/>
    <w:rsid w:val="00E42D63"/>
    <w:rsid w:val="00E437A8"/>
    <w:rsid w:val="00E44540"/>
    <w:rsid w:val="00E4529E"/>
    <w:rsid w:val="00E47A09"/>
    <w:rsid w:val="00E500FA"/>
    <w:rsid w:val="00E503B0"/>
    <w:rsid w:val="00E50797"/>
    <w:rsid w:val="00E51476"/>
    <w:rsid w:val="00E53F89"/>
    <w:rsid w:val="00E5432D"/>
    <w:rsid w:val="00E547AD"/>
    <w:rsid w:val="00E54C64"/>
    <w:rsid w:val="00E57673"/>
    <w:rsid w:val="00E57880"/>
    <w:rsid w:val="00E57A46"/>
    <w:rsid w:val="00E57DDE"/>
    <w:rsid w:val="00E60F7A"/>
    <w:rsid w:val="00E61253"/>
    <w:rsid w:val="00E61E78"/>
    <w:rsid w:val="00E620F1"/>
    <w:rsid w:val="00E62DF4"/>
    <w:rsid w:val="00E64E2D"/>
    <w:rsid w:val="00E6509A"/>
    <w:rsid w:val="00E71B71"/>
    <w:rsid w:val="00E740AA"/>
    <w:rsid w:val="00E748A2"/>
    <w:rsid w:val="00E74B03"/>
    <w:rsid w:val="00E75EDB"/>
    <w:rsid w:val="00E76587"/>
    <w:rsid w:val="00E80EB3"/>
    <w:rsid w:val="00E8132F"/>
    <w:rsid w:val="00E83D29"/>
    <w:rsid w:val="00E84918"/>
    <w:rsid w:val="00E8650B"/>
    <w:rsid w:val="00E8753E"/>
    <w:rsid w:val="00E87760"/>
    <w:rsid w:val="00E90BEF"/>
    <w:rsid w:val="00E948DF"/>
    <w:rsid w:val="00E94AD9"/>
    <w:rsid w:val="00E94B2B"/>
    <w:rsid w:val="00E959FE"/>
    <w:rsid w:val="00E96AFE"/>
    <w:rsid w:val="00E97963"/>
    <w:rsid w:val="00EA0D64"/>
    <w:rsid w:val="00EA37EF"/>
    <w:rsid w:val="00EA49BE"/>
    <w:rsid w:val="00EA65A6"/>
    <w:rsid w:val="00EB0326"/>
    <w:rsid w:val="00EB24B7"/>
    <w:rsid w:val="00EB3716"/>
    <w:rsid w:val="00EB41D7"/>
    <w:rsid w:val="00EB4FDF"/>
    <w:rsid w:val="00EB5C97"/>
    <w:rsid w:val="00EB79B5"/>
    <w:rsid w:val="00EC0B5A"/>
    <w:rsid w:val="00EC1F5D"/>
    <w:rsid w:val="00EC29CC"/>
    <w:rsid w:val="00EC60AB"/>
    <w:rsid w:val="00EC697D"/>
    <w:rsid w:val="00ED19CA"/>
    <w:rsid w:val="00ED217E"/>
    <w:rsid w:val="00ED4B50"/>
    <w:rsid w:val="00ED6288"/>
    <w:rsid w:val="00ED6C79"/>
    <w:rsid w:val="00ED6D7A"/>
    <w:rsid w:val="00ED7F10"/>
    <w:rsid w:val="00EE1E1B"/>
    <w:rsid w:val="00EE1E9F"/>
    <w:rsid w:val="00EE2D93"/>
    <w:rsid w:val="00EE541A"/>
    <w:rsid w:val="00EF0F96"/>
    <w:rsid w:val="00EF1384"/>
    <w:rsid w:val="00EF28EC"/>
    <w:rsid w:val="00EF2E9B"/>
    <w:rsid w:val="00EF3B01"/>
    <w:rsid w:val="00EF58CD"/>
    <w:rsid w:val="00EF5B89"/>
    <w:rsid w:val="00EF6305"/>
    <w:rsid w:val="00EF6A12"/>
    <w:rsid w:val="00EF6A3E"/>
    <w:rsid w:val="00EF7210"/>
    <w:rsid w:val="00F03170"/>
    <w:rsid w:val="00F0471C"/>
    <w:rsid w:val="00F10474"/>
    <w:rsid w:val="00F105AE"/>
    <w:rsid w:val="00F1194C"/>
    <w:rsid w:val="00F126C8"/>
    <w:rsid w:val="00F14E3A"/>
    <w:rsid w:val="00F1571D"/>
    <w:rsid w:val="00F1690F"/>
    <w:rsid w:val="00F2290A"/>
    <w:rsid w:val="00F26F81"/>
    <w:rsid w:val="00F31793"/>
    <w:rsid w:val="00F32E1E"/>
    <w:rsid w:val="00F333C0"/>
    <w:rsid w:val="00F335E7"/>
    <w:rsid w:val="00F35585"/>
    <w:rsid w:val="00F36EF2"/>
    <w:rsid w:val="00F404BF"/>
    <w:rsid w:val="00F438D1"/>
    <w:rsid w:val="00F4446C"/>
    <w:rsid w:val="00F44521"/>
    <w:rsid w:val="00F44CE5"/>
    <w:rsid w:val="00F46022"/>
    <w:rsid w:val="00F46C4B"/>
    <w:rsid w:val="00F47636"/>
    <w:rsid w:val="00F50E95"/>
    <w:rsid w:val="00F53970"/>
    <w:rsid w:val="00F54F27"/>
    <w:rsid w:val="00F5588B"/>
    <w:rsid w:val="00F56586"/>
    <w:rsid w:val="00F5773A"/>
    <w:rsid w:val="00F607B3"/>
    <w:rsid w:val="00F6160B"/>
    <w:rsid w:val="00F6325C"/>
    <w:rsid w:val="00F6356C"/>
    <w:rsid w:val="00F64251"/>
    <w:rsid w:val="00F65C5B"/>
    <w:rsid w:val="00F678DD"/>
    <w:rsid w:val="00F702D3"/>
    <w:rsid w:val="00F71070"/>
    <w:rsid w:val="00F7182D"/>
    <w:rsid w:val="00F7390C"/>
    <w:rsid w:val="00F73E30"/>
    <w:rsid w:val="00F74258"/>
    <w:rsid w:val="00F75000"/>
    <w:rsid w:val="00F77BC8"/>
    <w:rsid w:val="00F8213A"/>
    <w:rsid w:val="00F86A6D"/>
    <w:rsid w:val="00F86C61"/>
    <w:rsid w:val="00F9245A"/>
    <w:rsid w:val="00F924C7"/>
    <w:rsid w:val="00F933BF"/>
    <w:rsid w:val="00F93C40"/>
    <w:rsid w:val="00F9628D"/>
    <w:rsid w:val="00F96632"/>
    <w:rsid w:val="00FA0742"/>
    <w:rsid w:val="00FA4DD7"/>
    <w:rsid w:val="00FA502E"/>
    <w:rsid w:val="00FA529B"/>
    <w:rsid w:val="00FA7B7E"/>
    <w:rsid w:val="00FB13AF"/>
    <w:rsid w:val="00FB1945"/>
    <w:rsid w:val="00FB5C6A"/>
    <w:rsid w:val="00FB623D"/>
    <w:rsid w:val="00FB6504"/>
    <w:rsid w:val="00FB6E02"/>
    <w:rsid w:val="00FC0C1B"/>
    <w:rsid w:val="00FC166C"/>
    <w:rsid w:val="00FC1F59"/>
    <w:rsid w:val="00FC2072"/>
    <w:rsid w:val="00FC6A6B"/>
    <w:rsid w:val="00FC6EC8"/>
    <w:rsid w:val="00FC7611"/>
    <w:rsid w:val="00FD2BEC"/>
    <w:rsid w:val="00FD4B8C"/>
    <w:rsid w:val="00FD7A97"/>
    <w:rsid w:val="00FE0550"/>
    <w:rsid w:val="00FE4729"/>
    <w:rsid w:val="00FE4F48"/>
    <w:rsid w:val="00FF152C"/>
    <w:rsid w:val="00FF3A4B"/>
    <w:rsid w:val="00FF5895"/>
    <w:rsid w:val="00FF5CFF"/>
    <w:rsid w:val="00FF7105"/>
    <w:rsid w:val="00FF7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29"/>
    <w:pPr>
      <w:jc w:val="both"/>
    </w:pPr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1B2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10FF"/>
    <w:pPr>
      <w:keepNext/>
      <w:spacing w:before="240" w:after="60"/>
      <w:outlineLvl w:val="1"/>
    </w:pPr>
    <w:rPr>
      <w:rFonts w:ascii="Cambria" w:hAnsi="Cambria"/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931B29"/>
    <w:pPr>
      <w:keepNext/>
      <w:jc w:val="center"/>
      <w:outlineLvl w:val="3"/>
    </w:pPr>
    <w:rPr>
      <w:b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4F84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10FF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46988"/>
    <w:rPr>
      <w:rFonts w:cs="Times New Roman"/>
      <w:b/>
      <w:sz w:val="36"/>
      <w:lang w:val="ru-RU" w:eastAsia="ru-RU"/>
    </w:rPr>
  </w:style>
  <w:style w:type="paragraph" w:styleId="Footer">
    <w:name w:val="footer"/>
    <w:basedOn w:val="Normal"/>
    <w:link w:val="FooterChar"/>
    <w:uiPriority w:val="99"/>
    <w:rsid w:val="00931B29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C4F84"/>
    <w:rPr>
      <w:rFonts w:cs="Times New Roman"/>
      <w:sz w:val="20"/>
    </w:rPr>
  </w:style>
  <w:style w:type="paragraph" w:customStyle="1" w:styleId="ConsPlusNormal">
    <w:name w:val="ConsPlusNormal"/>
    <w:link w:val="ConsPlusNormal0"/>
    <w:uiPriority w:val="99"/>
    <w:rsid w:val="00931B29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rmal1">
    <w:name w:val="consplusnormal"/>
    <w:basedOn w:val="Normal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rmattext">
    <w:name w:val="formattext"/>
    <w:basedOn w:val="Normal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msolistparagraph0">
    <w:name w:val="msolistparagraph"/>
    <w:basedOn w:val="Normal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A13FC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4F84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0D3F5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D3F5F"/>
  </w:style>
  <w:style w:type="paragraph" w:customStyle="1" w:styleId="a">
    <w:name w:val="Знак Знак Знак"/>
    <w:basedOn w:val="Normal"/>
    <w:uiPriority w:val="99"/>
    <w:rsid w:val="00111E2A"/>
    <w:pPr>
      <w:spacing w:after="160" w:line="240" w:lineRule="exact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ConsPlusTitle">
    <w:name w:val="ConsPlusTitle"/>
    <w:uiPriority w:val="99"/>
    <w:rsid w:val="00EE1E1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Без интервала1"/>
    <w:uiPriority w:val="99"/>
    <w:rsid w:val="00EE1E1B"/>
    <w:rPr>
      <w:rFonts w:ascii="Calibri" w:hAnsi="Calibri" w:cs="Calibri"/>
      <w:lang w:eastAsia="en-US"/>
    </w:rPr>
  </w:style>
  <w:style w:type="paragraph" w:styleId="Title">
    <w:name w:val="Title"/>
    <w:basedOn w:val="Normal"/>
    <w:link w:val="TitleChar"/>
    <w:uiPriority w:val="99"/>
    <w:qFormat/>
    <w:rsid w:val="0013300E"/>
    <w:pPr>
      <w:jc w:val="center"/>
    </w:pPr>
    <w:rPr>
      <w:b/>
      <w:color w:val="000000"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13300E"/>
    <w:rPr>
      <w:rFonts w:eastAsia="Times New Roman" w:cs="Times New Roman"/>
      <w:b/>
      <w:color w:val="000000"/>
      <w:sz w:val="24"/>
      <w:lang w:val="ru-RU" w:eastAsia="ru-RU"/>
    </w:rPr>
  </w:style>
  <w:style w:type="paragraph" w:customStyle="1" w:styleId="10">
    <w:name w:val="Абзац списка1"/>
    <w:basedOn w:val="Normal"/>
    <w:link w:val="ListParagraphChar"/>
    <w:uiPriority w:val="99"/>
    <w:rsid w:val="0013300E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DB0B8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ListParagraphChar">
    <w:name w:val="List Paragraph Char"/>
    <w:link w:val="10"/>
    <w:uiPriority w:val="99"/>
    <w:locked/>
    <w:rsid w:val="00DB0B87"/>
    <w:rPr>
      <w:rFonts w:ascii="Calibri" w:hAnsi="Calibri"/>
      <w:sz w:val="22"/>
      <w:lang w:val="ru-RU" w:eastAsia="en-US"/>
    </w:rPr>
  </w:style>
  <w:style w:type="character" w:customStyle="1" w:styleId="a0">
    <w:name w:val="Основной текст_"/>
    <w:link w:val="11"/>
    <w:uiPriority w:val="99"/>
    <w:locked/>
    <w:rsid w:val="00DB0B87"/>
    <w:rPr>
      <w:sz w:val="27"/>
      <w:shd w:val="clear" w:color="auto" w:fill="FFFFFF"/>
    </w:rPr>
  </w:style>
  <w:style w:type="paragraph" w:customStyle="1" w:styleId="11">
    <w:name w:val="Основной текст1"/>
    <w:basedOn w:val="Normal"/>
    <w:link w:val="a0"/>
    <w:uiPriority w:val="99"/>
    <w:rsid w:val="00DB0B87"/>
    <w:pPr>
      <w:shd w:val="clear" w:color="auto" w:fill="FFFFFF"/>
      <w:spacing w:after="420" w:line="240" w:lineRule="atLeast"/>
      <w:jc w:val="left"/>
    </w:pPr>
    <w:rPr>
      <w:sz w:val="27"/>
      <w:shd w:val="clear" w:color="auto" w:fill="FFFFFF"/>
    </w:rPr>
  </w:style>
  <w:style w:type="character" w:customStyle="1" w:styleId="a1">
    <w:name w:val="Основной текст + Полужирный"/>
    <w:uiPriority w:val="99"/>
    <w:rsid w:val="00DB0B87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DB0B87"/>
    <w:rPr>
      <w:rFonts w:ascii="Times New Roman" w:hAnsi="Times New Roman"/>
      <w:b/>
      <w:spacing w:val="0"/>
      <w:sz w:val="18"/>
      <w:shd w:val="clear" w:color="auto" w:fill="FFFFFF"/>
    </w:rPr>
  </w:style>
  <w:style w:type="paragraph" w:styleId="ListParagraph">
    <w:name w:val="List Paragraph"/>
    <w:basedOn w:val="Normal"/>
    <w:link w:val="ListParagraphChar1"/>
    <w:uiPriority w:val="99"/>
    <w:qFormat/>
    <w:rsid w:val="00A87640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A8764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character" w:customStyle="1" w:styleId="ListParagraphChar1">
    <w:name w:val="List Paragraph Char1"/>
    <w:link w:val="ListParagraph"/>
    <w:uiPriority w:val="99"/>
    <w:locked/>
    <w:rsid w:val="00A87640"/>
    <w:rPr>
      <w:rFonts w:ascii="Calibri" w:hAnsi="Calibri"/>
      <w:sz w:val="22"/>
      <w:lang w:eastAsia="en-US"/>
    </w:rPr>
  </w:style>
  <w:style w:type="paragraph" w:customStyle="1" w:styleId="9">
    <w:name w:val="Стиль9"/>
    <w:basedOn w:val="Normal"/>
    <w:uiPriority w:val="99"/>
    <w:rsid w:val="00A87640"/>
    <w:pPr>
      <w:spacing w:line="360" w:lineRule="auto"/>
    </w:pPr>
  </w:style>
  <w:style w:type="paragraph" w:styleId="NoSpacing">
    <w:name w:val="No Spacing"/>
    <w:link w:val="NoSpacingChar"/>
    <w:uiPriority w:val="99"/>
    <w:qFormat/>
    <w:rsid w:val="00A87640"/>
    <w:rPr>
      <w:rFonts w:ascii="Calibri" w:hAnsi="Calibri"/>
    </w:rPr>
  </w:style>
  <w:style w:type="character" w:customStyle="1" w:styleId="NoSpacingChar">
    <w:name w:val="No Spacing Char"/>
    <w:link w:val="NoSpacing"/>
    <w:uiPriority w:val="99"/>
    <w:locked/>
    <w:rsid w:val="00A87640"/>
    <w:rPr>
      <w:rFonts w:ascii="Calibri" w:hAnsi="Calibri"/>
      <w:sz w:val="22"/>
    </w:rPr>
  </w:style>
  <w:style w:type="character" w:customStyle="1" w:styleId="Bodytext">
    <w:name w:val="Body text_"/>
    <w:uiPriority w:val="99"/>
    <w:locked/>
    <w:rsid w:val="009B2E5E"/>
    <w:rPr>
      <w:rFonts w:ascii="Times New Roman" w:hAnsi="Times New Roman"/>
      <w:sz w:val="27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locked/>
    <w:rsid w:val="009B2E5E"/>
    <w:rPr>
      <w:rFonts w:ascii="Arial" w:hAnsi="Arial"/>
      <w:sz w:val="22"/>
      <w:lang w:val="ru-RU" w:eastAsia="ru-RU"/>
    </w:rPr>
  </w:style>
  <w:style w:type="character" w:customStyle="1" w:styleId="12">
    <w:name w:val="Знак Знак1"/>
    <w:uiPriority w:val="99"/>
    <w:locked/>
    <w:rsid w:val="003B689F"/>
    <w:rPr>
      <w:rFonts w:eastAsia="Times New Roman"/>
      <w:b/>
      <w:color w:val="000000"/>
      <w:sz w:val="24"/>
      <w:lang w:val="ru-RU" w:eastAsia="ru-RU"/>
    </w:rPr>
  </w:style>
  <w:style w:type="paragraph" w:styleId="BodyText0">
    <w:name w:val="Body Text"/>
    <w:basedOn w:val="Normal"/>
    <w:link w:val="BodyTextChar1"/>
    <w:uiPriority w:val="99"/>
    <w:rsid w:val="003B689F"/>
    <w:pPr>
      <w:widowControl w:val="0"/>
      <w:spacing w:line="322" w:lineRule="exact"/>
      <w:ind w:hanging="2660"/>
      <w:jc w:val="left"/>
    </w:pPr>
    <w:rPr>
      <w:sz w:val="26"/>
    </w:rPr>
  </w:style>
  <w:style w:type="character" w:customStyle="1" w:styleId="BodyTextChar">
    <w:name w:val="Body Text Char"/>
    <w:basedOn w:val="DefaultParagraphFont"/>
    <w:link w:val="BodyText0"/>
    <w:uiPriority w:val="99"/>
    <w:locked/>
    <w:rsid w:val="003B689F"/>
    <w:rPr>
      <w:rFonts w:ascii="Times New Roman" w:hAnsi="Times New Roman" w:cs="Times New Roman"/>
      <w:sz w:val="26"/>
    </w:rPr>
  </w:style>
  <w:style w:type="paragraph" w:styleId="Header">
    <w:name w:val="header"/>
    <w:basedOn w:val="Normal"/>
    <w:link w:val="HeaderChar"/>
    <w:uiPriority w:val="99"/>
    <w:rsid w:val="004B6A9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B6A98"/>
    <w:rPr>
      <w:rFonts w:cs="Times New Roman"/>
      <w:sz w:val="28"/>
    </w:rPr>
  </w:style>
  <w:style w:type="character" w:customStyle="1" w:styleId="BodyTextChar1">
    <w:name w:val="Body Text Char1"/>
    <w:link w:val="BodyText0"/>
    <w:uiPriority w:val="99"/>
    <w:locked/>
    <w:rsid w:val="00926A85"/>
    <w:rPr>
      <w:sz w:val="26"/>
    </w:rPr>
  </w:style>
  <w:style w:type="table" w:styleId="TableGrid">
    <w:name w:val="Table Grid"/>
    <w:basedOn w:val="TableNormal"/>
    <w:uiPriority w:val="99"/>
    <w:rsid w:val="00E75ED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iPriority w:val="99"/>
    <w:rsid w:val="009A0F9F"/>
    <w:pPr>
      <w:spacing w:before="100" w:beforeAutospacing="1" w:after="100" w:afterAutospacing="1"/>
      <w:jc w:val="left"/>
    </w:pPr>
    <w:rPr>
      <w:sz w:val="24"/>
    </w:rPr>
  </w:style>
  <w:style w:type="character" w:customStyle="1" w:styleId="NormalWebChar">
    <w:name w:val="Normal (Web) Char"/>
    <w:link w:val="NormalWeb"/>
    <w:uiPriority w:val="99"/>
    <w:locked/>
    <w:rsid w:val="009A0F9F"/>
    <w:rPr>
      <w:sz w:val="24"/>
    </w:rPr>
  </w:style>
  <w:style w:type="paragraph" w:customStyle="1" w:styleId="3">
    <w:name w:val="Основной текст3"/>
    <w:basedOn w:val="Normal"/>
    <w:uiPriority w:val="99"/>
    <w:rsid w:val="000355B3"/>
    <w:pPr>
      <w:widowControl w:val="0"/>
      <w:shd w:val="clear" w:color="auto" w:fill="FFFFFF"/>
      <w:spacing w:before="240" w:line="326" w:lineRule="exact"/>
    </w:pPr>
    <w:rPr>
      <w:sz w:val="27"/>
      <w:szCs w:val="27"/>
      <w:lang w:eastAsia="en-US"/>
    </w:rPr>
  </w:style>
  <w:style w:type="paragraph" w:customStyle="1" w:styleId="2">
    <w:name w:val="Основной текст2"/>
    <w:basedOn w:val="Normal"/>
    <w:uiPriority w:val="99"/>
    <w:rsid w:val="000355B3"/>
    <w:pPr>
      <w:widowControl w:val="0"/>
      <w:shd w:val="clear" w:color="auto" w:fill="FFFFFF"/>
      <w:spacing w:after="300" w:line="326" w:lineRule="exact"/>
      <w:jc w:val="left"/>
    </w:pPr>
    <w:rPr>
      <w:rFonts w:ascii="Sylfaen" w:hAnsi="Sylfaen" w:cs="Sylfaen"/>
      <w:color w:val="000000"/>
      <w:spacing w:val="-2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1</Pages>
  <Words>347</Words>
  <Characters>1982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dc:description/>
  <cp:lastModifiedBy>Ткачёва_НА</cp:lastModifiedBy>
  <cp:revision>15</cp:revision>
  <cp:lastPrinted>2024-05-02T07:18:00Z</cp:lastPrinted>
  <dcterms:created xsi:type="dcterms:W3CDTF">2023-12-10T07:02:00Z</dcterms:created>
  <dcterms:modified xsi:type="dcterms:W3CDTF">2024-05-02T07:20:00Z</dcterms:modified>
</cp:coreProperties>
</file>