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C4" w:rsidRPr="00F206E1" w:rsidRDefault="00CA44C4" w:rsidP="00F206E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23.25pt;width:37.5pt;height:45pt;z-index:251658240" wrapcoords="-432 0 -432 21240 21600 21240 21600 0 -432 0">
            <v:imagedata r:id="rId7" o:title=""/>
            <w10:wrap type="tight"/>
          </v:shape>
          <o:OLEObject Type="Embed" ProgID="MSPhotoEd.3" ShapeID="_x0000_s1026" DrawAspect="Content" ObjectID="_1794384248" r:id="rId8"/>
        </w:pict>
      </w:r>
    </w:p>
    <w:p w:rsidR="00CA44C4" w:rsidRPr="00F206E1" w:rsidRDefault="00CA44C4" w:rsidP="00A13C40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CA44C4" w:rsidRPr="00F206E1" w:rsidRDefault="00CA44C4" w:rsidP="006F3BD7">
      <w:pPr>
        <w:pStyle w:val="ConsPlusNormal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F206E1">
        <w:rPr>
          <w:rFonts w:ascii="Times New Roman" w:hAnsi="Times New Roman" w:cs="Times New Roman"/>
          <w:b/>
          <w:sz w:val="52"/>
          <w:szCs w:val="52"/>
        </w:rPr>
        <w:t>ПОСТАНОВЛЕНИЕ</w:t>
      </w:r>
    </w:p>
    <w:p w:rsidR="00CA44C4" w:rsidRPr="00A13C40" w:rsidRDefault="00CA44C4" w:rsidP="006F3B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44C4" w:rsidRPr="00F206E1" w:rsidRDefault="00CA44C4" w:rsidP="006F3BD7">
      <w:pPr>
        <w:pStyle w:val="ConsPlusNormal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06E1">
        <w:rPr>
          <w:rFonts w:ascii="Times New Roman" w:hAnsi="Times New Roman" w:cs="Times New Roman"/>
          <w:b/>
          <w:sz w:val="36"/>
          <w:szCs w:val="36"/>
        </w:rPr>
        <w:t>ГЛАВЫ ПАРТИЗАНСКОГО РАЙОНА</w:t>
      </w:r>
    </w:p>
    <w:p w:rsidR="00CA44C4" w:rsidRPr="00F206E1" w:rsidRDefault="00CA44C4" w:rsidP="006F3BD7">
      <w:pPr>
        <w:pStyle w:val="ConsPlusNormal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06E1">
        <w:rPr>
          <w:rFonts w:ascii="Times New Roman" w:hAnsi="Times New Roman" w:cs="Times New Roman"/>
          <w:b/>
          <w:sz w:val="36"/>
          <w:szCs w:val="36"/>
        </w:rPr>
        <w:t>КРАСНОЯРСКОГО КРАЯ</w:t>
      </w:r>
    </w:p>
    <w:p w:rsidR="00CA44C4" w:rsidRDefault="00CA44C4" w:rsidP="006F3B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44C4" w:rsidRPr="00A13C40" w:rsidRDefault="00CA44C4" w:rsidP="006F3B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44C4" w:rsidRPr="000F79DA" w:rsidRDefault="00CA44C4" w:rsidP="00A13C40">
      <w:pPr>
        <w:pStyle w:val="ConsPlusNormal"/>
        <w:rPr>
          <w:rFonts w:ascii="Times New Roman" w:hAnsi="Times New Roman" w:cs="Times New Roman"/>
          <w:sz w:val="28"/>
          <w:szCs w:val="28"/>
          <w:u w:val="single"/>
        </w:rPr>
      </w:pPr>
      <w:r w:rsidRPr="000F79DA">
        <w:rPr>
          <w:rFonts w:ascii="Times New Roman" w:hAnsi="Times New Roman" w:cs="Times New Roman"/>
          <w:sz w:val="28"/>
          <w:szCs w:val="28"/>
          <w:u w:val="single"/>
        </w:rPr>
        <w:t>29.11.2024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F206E1">
        <w:rPr>
          <w:rFonts w:ascii="Times New Roman" w:hAnsi="Times New Roman" w:cs="Times New Roman"/>
          <w:sz w:val="28"/>
          <w:szCs w:val="28"/>
        </w:rPr>
        <w:t>с. Партизанское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0F79DA">
        <w:rPr>
          <w:rFonts w:ascii="Times New Roman" w:hAnsi="Times New Roman" w:cs="Times New Roman"/>
          <w:sz w:val="28"/>
          <w:szCs w:val="28"/>
          <w:u w:val="single"/>
        </w:rPr>
        <w:t>№ 739-п</w:t>
      </w:r>
    </w:p>
    <w:p w:rsidR="00CA44C4" w:rsidRDefault="00CA44C4" w:rsidP="00F206E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44C4" w:rsidRPr="00F206E1" w:rsidRDefault="00CA44C4" w:rsidP="00F206E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44C4" w:rsidRDefault="00CA44C4" w:rsidP="00EB67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42945">
        <w:rPr>
          <w:rFonts w:ascii="Times New Roman" w:hAnsi="Times New Roman" w:cs="Times New Roman"/>
          <w:sz w:val="28"/>
          <w:szCs w:val="28"/>
        </w:rPr>
        <w:t>О внесении изменен</w:t>
      </w:r>
      <w:r>
        <w:rPr>
          <w:rFonts w:ascii="Times New Roman" w:hAnsi="Times New Roman" w:cs="Times New Roman"/>
          <w:sz w:val="28"/>
          <w:szCs w:val="28"/>
        </w:rPr>
        <w:t>ия в постановление главы района от 15.12.2023 № 740</w:t>
      </w:r>
      <w:r w:rsidRPr="00242945">
        <w:rPr>
          <w:rFonts w:ascii="Times New Roman" w:hAnsi="Times New Roman" w:cs="Times New Roman"/>
          <w:sz w:val="28"/>
          <w:szCs w:val="28"/>
        </w:rPr>
        <w:t>-п</w:t>
      </w:r>
    </w:p>
    <w:p w:rsidR="00CA44C4" w:rsidRPr="00F206E1" w:rsidRDefault="00CA44C4" w:rsidP="00EB67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647C">
        <w:rPr>
          <w:rFonts w:ascii="Times New Roman" w:hAnsi="Times New Roman"/>
          <w:color w:val="000000"/>
          <w:sz w:val="28"/>
          <w:szCs w:val="28"/>
        </w:rPr>
        <w:t xml:space="preserve">«Об утверждении перечня главных администраторов доходов </w:t>
      </w:r>
      <w:r>
        <w:rPr>
          <w:rFonts w:ascii="Times New Roman" w:hAnsi="Times New Roman"/>
          <w:color w:val="000000"/>
          <w:sz w:val="28"/>
          <w:szCs w:val="28"/>
        </w:rPr>
        <w:t>районного бюджета</w:t>
      </w:r>
      <w:r w:rsidRPr="0055647C">
        <w:rPr>
          <w:rFonts w:ascii="Times New Roman" w:hAnsi="Times New Roman"/>
          <w:color w:val="000000"/>
          <w:sz w:val="28"/>
          <w:szCs w:val="28"/>
        </w:rPr>
        <w:t>»</w:t>
      </w:r>
    </w:p>
    <w:p w:rsidR="00CA44C4" w:rsidRPr="00F206E1" w:rsidRDefault="00CA44C4" w:rsidP="00F206E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44C4" w:rsidRPr="00F206E1" w:rsidRDefault="00CA44C4" w:rsidP="00EB67E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44C4" w:rsidRDefault="00CA44C4" w:rsidP="003F35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35BA">
        <w:rPr>
          <w:rFonts w:ascii="Times New Roman" w:hAnsi="Times New Roman" w:cs="Times New Roman"/>
          <w:sz w:val="28"/>
          <w:szCs w:val="28"/>
        </w:rPr>
        <w:t>В соответствии с пунктом 3.2 статьи 160.1 Бюджетного кодекса Российской Федерации, постановлением Правительства Российской Федерации от 16.09.2021 № 1569 «Об утверждении общих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F35BA">
        <w:rPr>
          <w:rFonts w:ascii="Times New Roman" w:hAnsi="Times New Roman" w:cs="Times New Roman"/>
          <w:sz w:val="28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5BA">
        <w:rPr>
          <w:rFonts w:ascii="Times New Roman" w:hAnsi="Times New Roman" w:cs="Times New Roman"/>
          <w:sz w:val="28"/>
          <w:szCs w:val="28"/>
        </w:rPr>
        <w:t>Российской Федерации, бюджета территориального фонда обязательного медицинского страхования, местного б</w:t>
      </w:r>
      <w:r>
        <w:rPr>
          <w:rFonts w:ascii="Times New Roman" w:hAnsi="Times New Roman" w:cs="Times New Roman"/>
          <w:sz w:val="28"/>
          <w:szCs w:val="28"/>
        </w:rPr>
        <w:t>юджета»,</w:t>
      </w:r>
      <w:r w:rsidRPr="003F3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пунктом 6 Положения о бюджетном процессе в Партизанском районе, утвержденного решением Партизанского Совета депутатов от 22.03.2018 № 32-136-р, руководствуясь </w:t>
      </w:r>
      <w:r w:rsidRPr="003F35BA">
        <w:rPr>
          <w:rFonts w:ascii="Times New Roman" w:hAnsi="Times New Roman" w:cs="Times New Roman"/>
          <w:sz w:val="28"/>
          <w:szCs w:val="28"/>
        </w:rPr>
        <w:t>статьями 16, 19 Устава Партизанского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3F35BA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CA44C4" w:rsidRPr="0055647C" w:rsidRDefault="00CA44C4" w:rsidP="0055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55647C">
        <w:rPr>
          <w:rFonts w:ascii="Times New Roman" w:hAnsi="Times New Roman"/>
          <w:color w:val="000000"/>
          <w:sz w:val="28"/>
          <w:szCs w:val="28"/>
        </w:rPr>
        <w:t>Внес</w:t>
      </w:r>
      <w:r>
        <w:rPr>
          <w:rFonts w:ascii="Times New Roman" w:hAnsi="Times New Roman"/>
          <w:color w:val="000000"/>
          <w:sz w:val="28"/>
          <w:szCs w:val="28"/>
        </w:rPr>
        <w:t>ти в постановление главы района от 15.12.2023 № 740</w:t>
      </w:r>
      <w:r w:rsidRPr="0055647C">
        <w:rPr>
          <w:rFonts w:ascii="Times New Roman" w:hAnsi="Times New Roman"/>
          <w:color w:val="000000"/>
          <w:sz w:val="28"/>
          <w:szCs w:val="28"/>
        </w:rPr>
        <w:t>-п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  <w:r w:rsidRPr="005564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647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«Об утверждении перечня главных администраторов доходов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районного бюджета</w:t>
      </w:r>
      <w:r w:rsidRPr="0055647C">
        <w:rPr>
          <w:rFonts w:ascii="Times New Roman" w:hAnsi="Times New Roman"/>
          <w:color w:val="000000"/>
          <w:sz w:val="28"/>
          <w:szCs w:val="28"/>
          <w:lang w:eastAsia="ru-RU"/>
        </w:rPr>
        <w:t>» следующее изменение:</w:t>
      </w:r>
    </w:p>
    <w:p w:rsidR="00CA44C4" w:rsidRPr="0055647C" w:rsidRDefault="00CA44C4" w:rsidP="0055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17F8">
        <w:rPr>
          <w:rFonts w:ascii="Times New Roman" w:hAnsi="Times New Roman"/>
          <w:color w:val="000000"/>
          <w:sz w:val="28"/>
          <w:szCs w:val="28"/>
          <w:lang w:eastAsia="ru-RU"/>
        </w:rPr>
        <w:t>1.1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D017F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 к постановлению</w:t>
      </w:r>
      <w:r w:rsidRPr="0055647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изложить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новой </w:t>
      </w:r>
      <w:r w:rsidRPr="0055647C">
        <w:rPr>
          <w:rFonts w:ascii="Times New Roman" w:hAnsi="Times New Roman"/>
          <w:color w:val="000000"/>
          <w:sz w:val="28"/>
          <w:szCs w:val="28"/>
          <w:lang w:eastAsia="ru-RU"/>
        </w:rPr>
        <w:t>редакции согласно приложению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настоящему постановлению.</w:t>
      </w:r>
    </w:p>
    <w:p w:rsidR="00CA44C4" w:rsidRPr="00E2656C" w:rsidRDefault="00CA44C4" w:rsidP="004D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11EF3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</w:t>
      </w:r>
      <w:r w:rsidRPr="00111EF3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 xml:space="preserve">, подлежит размещению на официальном сайте Партизанского района </w:t>
      </w:r>
      <w:r w:rsidRPr="00A13C40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A13C40">
        <w:rPr>
          <w:rFonts w:ascii="Times New Roman" w:hAnsi="Times New Roman" w:cs="Times New Roman"/>
          <w:sz w:val="28"/>
          <w:szCs w:val="28"/>
        </w:rPr>
        <w:t>://</w:t>
      </w:r>
      <w:r w:rsidRPr="00A13C40">
        <w:rPr>
          <w:rFonts w:ascii="Times New Roman" w:hAnsi="Times New Roman" w:cs="Times New Roman"/>
          <w:sz w:val="28"/>
          <w:szCs w:val="28"/>
          <w:lang w:val="en-US"/>
        </w:rPr>
        <w:t>partizan</w:t>
      </w:r>
      <w:r w:rsidRPr="00A13C40">
        <w:rPr>
          <w:rFonts w:ascii="Times New Roman" w:hAnsi="Times New Roman" w:cs="Times New Roman"/>
          <w:sz w:val="28"/>
          <w:szCs w:val="28"/>
        </w:rPr>
        <w:t>24.</w:t>
      </w:r>
      <w:r w:rsidRPr="00A13C40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Pr="00A13C40">
        <w:rPr>
          <w:rFonts w:ascii="Times New Roman" w:hAnsi="Times New Roman" w:cs="Times New Roman"/>
          <w:sz w:val="28"/>
          <w:szCs w:val="28"/>
        </w:rPr>
        <w:t>.</w:t>
      </w:r>
      <w:r w:rsidRPr="00A13C40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4C4" w:rsidRDefault="00CA44C4" w:rsidP="004D1835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44C4" w:rsidRPr="00E2656C" w:rsidRDefault="00CA44C4" w:rsidP="004D183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A44C4" w:rsidRPr="00A13C40" w:rsidRDefault="00CA44C4" w:rsidP="00A13C4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А.М. Сластенов</w:t>
      </w:r>
    </w:p>
    <w:sectPr w:rsidR="00CA44C4" w:rsidRPr="00A13C40" w:rsidSect="00A13C40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4C4" w:rsidRDefault="00CA44C4" w:rsidP="00E36C31">
      <w:pPr>
        <w:spacing w:after="0" w:line="240" w:lineRule="auto"/>
      </w:pPr>
      <w:r>
        <w:separator/>
      </w:r>
    </w:p>
  </w:endnote>
  <w:endnote w:type="continuationSeparator" w:id="0">
    <w:p w:rsidR="00CA44C4" w:rsidRDefault="00CA44C4" w:rsidP="00E36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4C4" w:rsidRDefault="00CA44C4" w:rsidP="00E36C31">
      <w:pPr>
        <w:spacing w:after="0" w:line="240" w:lineRule="auto"/>
      </w:pPr>
      <w:r>
        <w:separator/>
      </w:r>
    </w:p>
  </w:footnote>
  <w:footnote w:type="continuationSeparator" w:id="0">
    <w:p w:rsidR="00CA44C4" w:rsidRDefault="00CA44C4" w:rsidP="00E36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149E1"/>
    <w:multiLevelType w:val="hybridMultilevel"/>
    <w:tmpl w:val="EDE88DE4"/>
    <w:lvl w:ilvl="0" w:tplc="4A3430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5C03"/>
    <w:rsid w:val="00010EDA"/>
    <w:rsid w:val="00025527"/>
    <w:rsid w:val="00033283"/>
    <w:rsid w:val="00054569"/>
    <w:rsid w:val="00061C20"/>
    <w:rsid w:val="000A0954"/>
    <w:rsid w:val="000A21DA"/>
    <w:rsid w:val="000A2CD5"/>
    <w:rsid w:val="000C5654"/>
    <w:rsid w:val="000F79DA"/>
    <w:rsid w:val="00111EF3"/>
    <w:rsid w:val="00142104"/>
    <w:rsid w:val="00150072"/>
    <w:rsid w:val="001A46CE"/>
    <w:rsid w:val="001D2023"/>
    <w:rsid w:val="001F73AA"/>
    <w:rsid w:val="0021394D"/>
    <w:rsid w:val="00242945"/>
    <w:rsid w:val="00251066"/>
    <w:rsid w:val="00254375"/>
    <w:rsid w:val="002A3080"/>
    <w:rsid w:val="002F6583"/>
    <w:rsid w:val="00321A69"/>
    <w:rsid w:val="0036122A"/>
    <w:rsid w:val="003B3380"/>
    <w:rsid w:val="003D3437"/>
    <w:rsid w:val="003F1279"/>
    <w:rsid w:val="003F35BA"/>
    <w:rsid w:val="00414EF9"/>
    <w:rsid w:val="00430500"/>
    <w:rsid w:val="0047790A"/>
    <w:rsid w:val="004C0E20"/>
    <w:rsid w:val="004D1835"/>
    <w:rsid w:val="004E2C55"/>
    <w:rsid w:val="00540E85"/>
    <w:rsid w:val="00541178"/>
    <w:rsid w:val="0055647C"/>
    <w:rsid w:val="00604252"/>
    <w:rsid w:val="006C7AE4"/>
    <w:rsid w:val="006F3BD7"/>
    <w:rsid w:val="00706C45"/>
    <w:rsid w:val="0073279E"/>
    <w:rsid w:val="00767444"/>
    <w:rsid w:val="007865E9"/>
    <w:rsid w:val="007A2281"/>
    <w:rsid w:val="007C1466"/>
    <w:rsid w:val="007E5121"/>
    <w:rsid w:val="00816CDD"/>
    <w:rsid w:val="00817785"/>
    <w:rsid w:val="00854D26"/>
    <w:rsid w:val="00865AC3"/>
    <w:rsid w:val="008D52B9"/>
    <w:rsid w:val="009322C8"/>
    <w:rsid w:val="00933E9B"/>
    <w:rsid w:val="00954172"/>
    <w:rsid w:val="0096518B"/>
    <w:rsid w:val="00972A6D"/>
    <w:rsid w:val="009825AF"/>
    <w:rsid w:val="00983EAF"/>
    <w:rsid w:val="009B4FEF"/>
    <w:rsid w:val="00A04FE9"/>
    <w:rsid w:val="00A13C40"/>
    <w:rsid w:val="00A25A8B"/>
    <w:rsid w:val="00A46AEA"/>
    <w:rsid w:val="00A62E37"/>
    <w:rsid w:val="00A647AE"/>
    <w:rsid w:val="00A735E2"/>
    <w:rsid w:val="00A8315A"/>
    <w:rsid w:val="00AA353D"/>
    <w:rsid w:val="00AC30E0"/>
    <w:rsid w:val="00AC4198"/>
    <w:rsid w:val="00B11DC3"/>
    <w:rsid w:val="00B41CD8"/>
    <w:rsid w:val="00B73967"/>
    <w:rsid w:val="00B92ED8"/>
    <w:rsid w:val="00BC50CB"/>
    <w:rsid w:val="00BE7C0D"/>
    <w:rsid w:val="00C268FE"/>
    <w:rsid w:val="00CA44C4"/>
    <w:rsid w:val="00CA585B"/>
    <w:rsid w:val="00CF74D9"/>
    <w:rsid w:val="00D017F8"/>
    <w:rsid w:val="00D07E5D"/>
    <w:rsid w:val="00D123FE"/>
    <w:rsid w:val="00D709E8"/>
    <w:rsid w:val="00D92EED"/>
    <w:rsid w:val="00E2656C"/>
    <w:rsid w:val="00E36C31"/>
    <w:rsid w:val="00E54BAC"/>
    <w:rsid w:val="00E81606"/>
    <w:rsid w:val="00E95C03"/>
    <w:rsid w:val="00EB3671"/>
    <w:rsid w:val="00EB67EA"/>
    <w:rsid w:val="00EC3722"/>
    <w:rsid w:val="00F129EC"/>
    <w:rsid w:val="00F16ACE"/>
    <w:rsid w:val="00F170D6"/>
    <w:rsid w:val="00F206E1"/>
    <w:rsid w:val="00F41400"/>
    <w:rsid w:val="00F44FA1"/>
    <w:rsid w:val="00F72E40"/>
    <w:rsid w:val="00F8071C"/>
    <w:rsid w:val="00FC36E4"/>
    <w:rsid w:val="00FC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6E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95C03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E95C03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E95C03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83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3E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3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6C3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36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6C31"/>
    <w:rPr>
      <w:rFonts w:cs="Times New Roman"/>
    </w:rPr>
  </w:style>
  <w:style w:type="paragraph" w:styleId="ListParagraph">
    <w:name w:val="List Paragraph"/>
    <w:basedOn w:val="Normal"/>
    <w:uiPriority w:val="99"/>
    <w:qFormat/>
    <w:rsid w:val="00D709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111EF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271</Words>
  <Characters>1548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Ляпина ГВ</dc:creator>
  <cp:keywords/>
  <dc:description/>
  <cp:lastModifiedBy>Ткачёва_НА</cp:lastModifiedBy>
  <cp:revision>8</cp:revision>
  <cp:lastPrinted>2024-11-29T04:15:00Z</cp:lastPrinted>
  <dcterms:created xsi:type="dcterms:W3CDTF">2024-11-27T08:43:00Z</dcterms:created>
  <dcterms:modified xsi:type="dcterms:W3CDTF">2024-11-29T04:18:00Z</dcterms:modified>
</cp:coreProperties>
</file>