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D30" w:rsidRPr="00061B65" w:rsidRDefault="00D17D30" w:rsidP="00061B65">
      <w:pPr>
        <w:pStyle w:val="Heading1"/>
        <w:keepNext w:val="0"/>
        <w:widowControl w:val="0"/>
        <w:rPr>
          <w:rFonts w:ascii="Arial" w:hAnsi="Arial" w:cs="Arial"/>
          <w:b w:val="0"/>
          <w:sz w:val="24"/>
          <w:szCs w:val="24"/>
        </w:rPr>
      </w:pPr>
      <w:r w:rsidRPr="00061B65">
        <w:rPr>
          <w:rFonts w:ascii="Arial" w:hAnsi="Arial" w:cs="Arial"/>
          <w:b w:val="0"/>
          <w:sz w:val="24"/>
          <w:szCs w:val="24"/>
        </w:rPr>
        <w:t xml:space="preserve">ПОСТАНОВЛЕНИЕ </w:t>
      </w:r>
    </w:p>
    <w:p w:rsidR="00D17D30" w:rsidRPr="00061B65" w:rsidRDefault="00D17D30" w:rsidP="00061B65">
      <w:pPr>
        <w:pStyle w:val="Heading1"/>
        <w:keepNext w:val="0"/>
        <w:widowControl w:val="0"/>
        <w:rPr>
          <w:rFonts w:ascii="Arial" w:hAnsi="Arial" w:cs="Arial"/>
          <w:b w:val="0"/>
          <w:sz w:val="24"/>
          <w:szCs w:val="24"/>
        </w:rPr>
      </w:pPr>
      <w:r w:rsidRPr="00061B65">
        <w:rPr>
          <w:rFonts w:ascii="Arial" w:hAnsi="Arial" w:cs="Arial"/>
          <w:b w:val="0"/>
          <w:sz w:val="24"/>
          <w:szCs w:val="24"/>
        </w:rPr>
        <w:t>ГЛАВЫ ПАРТИЗАНСКОГО РАЙОНА</w:t>
      </w:r>
    </w:p>
    <w:p w:rsidR="00D17D30" w:rsidRPr="00061B65" w:rsidRDefault="00D17D30" w:rsidP="00061B65">
      <w:pPr>
        <w:pStyle w:val="Heading4"/>
        <w:keepNext w:val="0"/>
        <w:widowControl w:val="0"/>
        <w:tabs>
          <w:tab w:val="left" w:pos="4556"/>
        </w:tabs>
        <w:rPr>
          <w:rFonts w:ascii="Arial" w:hAnsi="Arial" w:cs="Arial"/>
          <w:b w:val="0"/>
          <w:sz w:val="24"/>
          <w:szCs w:val="24"/>
        </w:rPr>
      </w:pPr>
      <w:r w:rsidRPr="00061B65">
        <w:rPr>
          <w:rFonts w:ascii="Arial" w:hAnsi="Arial" w:cs="Arial"/>
          <w:b w:val="0"/>
          <w:sz w:val="24"/>
          <w:szCs w:val="24"/>
        </w:rPr>
        <w:t>КРАСНОЯРСКОГО КРАЯ</w:t>
      </w:r>
    </w:p>
    <w:p w:rsidR="00D17D30" w:rsidRPr="00061B65" w:rsidRDefault="00D17D30" w:rsidP="00061B65">
      <w:pPr>
        <w:pStyle w:val="Heading1"/>
        <w:keepNext w:val="0"/>
        <w:widowControl w:val="0"/>
        <w:tabs>
          <w:tab w:val="left" w:pos="4288"/>
          <w:tab w:val="left" w:pos="4489"/>
        </w:tabs>
        <w:jc w:val="both"/>
        <w:rPr>
          <w:rFonts w:ascii="Arial" w:hAnsi="Arial" w:cs="Arial"/>
          <w:b w:val="0"/>
          <w:sz w:val="24"/>
          <w:szCs w:val="24"/>
        </w:rPr>
      </w:pPr>
    </w:p>
    <w:p w:rsidR="00D17D30" w:rsidRPr="00061B65" w:rsidRDefault="00D17D30" w:rsidP="00061B65">
      <w:pPr>
        <w:widowControl w:val="0"/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CE3B99">
        <w:rPr>
          <w:rFonts w:ascii="Arial" w:hAnsi="Arial" w:cs="Arial"/>
          <w:sz w:val="24"/>
          <w:szCs w:val="24"/>
          <w:u w:val="single"/>
        </w:rPr>
        <w:t>19.11.2024</w:t>
      </w:r>
      <w:r>
        <w:rPr>
          <w:rFonts w:ascii="Arial" w:hAnsi="Arial" w:cs="Arial"/>
          <w:sz w:val="24"/>
          <w:szCs w:val="24"/>
        </w:rPr>
        <w:t xml:space="preserve">       </w:t>
      </w:r>
      <w:r w:rsidRPr="00061B65">
        <w:rPr>
          <w:rFonts w:ascii="Arial" w:hAnsi="Arial" w:cs="Arial"/>
          <w:sz w:val="24"/>
          <w:szCs w:val="24"/>
        </w:rPr>
        <w:t xml:space="preserve">                                с. Партизанское                </w:t>
      </w:r>
      <w:r>
        <w:rPr>
          <w:rFonts w:ascii="Arial" w:hAnsi="Arial" w:cs="Arial"/>
          <w:sz w:val="24"/>
          <w:szCs w:val="24"/>
        </w:rPr>
        <w:t xml:space="preserve">                          </w:t>
      </w:r>
      <w:r w:rsidRPr="00CE3B99">
        <w:rPr>
          <w:rFonts w:ascii="Arial" w:hAnsi="Arial" w:cs="Arial"/>
          <w:sz w:val="24"/>
          <w:szCs w:val="24"/>
          <w:u w:val="single"/>
        </w:rPr>
        <w:t>№ 711-п</w:t>
      </w:r>
    </w:p>
    <w:p w:rsidR="00D17D30" w:rsidRPr="00061B65" w:rsidRDefault="00D17D30" w:rsidP="00061B65">
      <w:pPr>
        <w:widowControl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D17D30" w:rsidRPr="00061B65" w:rsidRDefault="00D17D30" w:rsidP="00061B65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Hlk119921225"/>
      <w:r w:rsidRPr="00061B65">
        <w:rPr>
          <w:rFonts w:ascii="Arial" w:hAnsi="Arial" w:cs="Arial"/>
          <w:sz w:val="24"/>
          <w:szCs w:val="24"/>
        </w:rPr>
        <w:t xml:space="preserve">О </w:t>
      </w:r>
      <w:r w:rsidRPr="00883FEB">
        <w:rPr>
          <w:rFonts w:ascii="Arial" w:hAnsi="Arial" w:cs="Arial"/>
          <w:sz w:val="24"/>
          <w:szCs w:val="24"/>
        </w:rPr>
        <w:t>внесении дополнений в постановление главы района от 30.06.2011 № 466-п «Об утверждении видов, условий</w:t>
      </w:r>
      <w:r w:rsidRPr="00061B65">
        <w:rPr>
          <w:rFonts w:ascii="Arial" w:hAnsi="Arial" w:cs="Arial"/>
          <w:sz w:val="24"/>
          <w:szCs w:val="24"/>
        </w:rPr>
        <w:t>, размера и порядка установления выплат стимулирующего характера, в том числе критериев оценки результативности и качества труда работников муниципальных учреждений, подведомственных отделу образования администрации Партизанского района»</w:t>
      </w:r>
      <w:bookmarkEnd w:id="0"/>
    </w:p>
    <w:p w:rsidR="00D17D30" w:rsidRPr="00061B65" w:rsidRDefault="00D17D30" w:rsidP="00061B65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17D30" w:rsidRPr="00061B65" w:rsidRDefault="00D17D30" w:rsidP="00EF0780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061B65">
        <w:rPr>
          <w:sz w:val="24"/>
          <w:szCs w:val="24"/>
        </w:rPr>
        <w:t>о исполнение подпункта «о» пункта 11 перечня поручений по реализации Послания Президента Российской Федерации Федеральному Собранию Росси</w:t>
      </w:r>
      <w:r>
        <w:rPr>
          <w:sz w:val="24"/>
          <w:szCs w:val="24"/>
        </w:rPr>
        <w:t>йской Федерации от 29.02.2024</w:t>
      </w:r>
      <w:r w:rsidRPr="00061B65">
        <w:rPr>
          <w:sz w:val="24"/>
          <w:szCs w:val="24"/>
        </w:rPr>
        <w:t>, утвержденного Президентом Российской Ф</w:t>
      </w:r>
      <w:r>
        <w:rPr>
          <w:sz w:val="24"/>
          <w:szCs w:val="24"/>
        </w:rPr>
        <w:t>едерации 30.03.2024 № Пр-616, в</w:t>
      </w:r>
      <w:r w:rsidRPr="00061B65">
        <w:rPr>
          <w:sz w:val="24"/>
          <w:szCs w:val="24"/>
        </w:rPr>
        <w:t xml:space="preserve"> соответствии со статьей 4</w:t>
      </w:r>
      <w:r>
        <w:rPr>
          <w:sz w:val="24"/>
          <w:szCs w:val="24"/>
        </w:rPr>
        <w:t xml:space="preserve"> Положения о</w:t>
      </w:r>
      <w:r w:rsidRPr="00061B65">
        <w:rPr>
          <w:sz w:val="24"/>
          <w:szCs w:val="24"/>
        </w:rPr>
        <w:t xml:space="preserve"> системах оплаты труда работников муниципальных бюджетных</w:t>
      </w:r>
      <w:r>
        <w:rPr>
          <w:sz w:val="24"/>
          <w:szCs w:val="24"/>
        </w:rPr>
        <w:t xml:space="preserve"> и казенных учреждений, утвержде</w:t>
      </w:r>
      <w:r w:rsidRPr="00061B65">
        <w:rPr>
          <w:sz w:val="24"/>
          <w:szCs w:val="24"/>
        </w:rPr>
        <w:t>нного решением Партизанского районного Совета депутатов от 17.05.2012 № 23-138-р,</w:t>
      </w:r>
      <w:r>
        <w:rPr>
          <w:sz w:val="24"/>
          <w:szCs w:val="24"/>
        </w:rPr>
        <w:t xml:space="preserve"> руководствуясь статьями 16, 19 Устава Партизанского района Красноярского края,</w:t>
      </w:r>
      <w:r w:rsidRPr="00061B65">
        <w:rPr>
          <w:sz w:val="24"/>
          <w:szCs w:val="24"/>
        </w:rPr>
        <w:t xml:space="preserve"> ПОСТАНОВЛЯЮ:</w:t>
      </w:r>
    </w:p>
    <w:p w:rsidR="00D17D30" w:rsidRPr="00883FEB" w:rsidRDefault="00D17D30" w:rsidP="00061B65">
      <w:pPr>
        <w:pStyle w:val="ConsPlusNormal"/>
        <w:ind w:firstLine="709"/>
        <w:jc w:val="both"/>
        <w:rPr>
          <w:sz w:val="24"/>
          <w:szCs w:val="24"/>
        </w:rPr>
      </w:pPr>
      <w:r w:rsidRPr="00061B65">
        <w:rPr>
          <w:sz w:val="24"/>
          <w:szCs w:val="24"/>
        </w:rPr>
        <w:t>1. Внести в постановление главы района от 30.06.2011 № 466-п «Об утверждении видов, условий, размера и порядка установления выплат стимулирующего характера, в том числе критериев оценки результативности и качества труда работников муниципальных учреждений, подведомственных отделу образования администрации Партизанского района» следующие</w:t>
      </w:r>
      <w:r w:rsidRPr="00E80D58">
        <w:rPr>
          <w:color w:val="FF0000"/>
          <w:sz w:val="24"/>
          <w:szCs w:val="24"/>
        </w:rPr>
        <w:t xml:space="preserve"> </w:t>
      </w:r>
      <w:r w:rsidRPr="00883FEB">
        <w:rPr>
          <w:sz w:val="24"/>
          <w:szCs w:val="24"/>
        </w:rPr>
        <w:t>дополнения:</w:t>
      </w:r>
    </w:p>
    <w:p w:rsidR="00D17D30" w:rsidRDefault="00D17D30" w:rsidP="0061283A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1.1. В</w:t>
      </w:r>
      <w:r w:rsidRPr="00061B65">
        <w:rPr>
          <w:sz w:val="24"/>
          <w:szCs w:val="24"/>
        </w:rPr>
        <w:t xml:space="preserve"> приложении № 2 к видам, условиям, размеру и порядку установления выплат стимулирующего </w:t>
      </w:r>
      <w:r>
        <w:rPr>
          <w:sz w:val="24"/>
          <w:szCs w:val="24"/>
        </w:rPr>
        <w:t>характера, в том числе критериям</w:t>
      </w:r>
      <w:r w:rsidRPr="00061B65">
        <w:rPr>
          <w:sz w:val="24"/>
          <w:szCs w:val="24"/>
        </w:rPr>
        <w:t xml:space="preserve"> оценки результативности и качества труда работников муниципальных учреждений, подведомственных отделу образования администрации Партизанского райо</w:t>
      </w:r>
      <w:r>
        <w:rPr>
          <w:sz w:val="24"/>
          <w:szCs w:val="24"/>
        </w:rPr>
        <w:t>на:</w:t>
      </w:r>
    </w:p>
    <w:p w:rsidR="00D17D30" w:rsidRPr="00061B65" w:rsidRDefault="00D17D30" w:rsidP="0061283A">
      <w:pPr>
        <w:pStyle w:val="ConsPlusNormal"/>
        <w:ind w:firstLine="709"/>
        <w:jc w:val="both"/>
        <w:rPr>
          <w:sz w:val="24"/>
          <w:szCs w:val="24"/>
        </w:rPr>
      </w:pPr>
      <w:r w:rsidRPr="00061B65">
        <w:rPr>
          <w:sz w:val="24"/>
          <w:szCs w:val="24"/>
        </w:rPr>
        <w:t>таблицу дополнить строкой 6 следующего содержания: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7"/>
        <w:gridCol w:w="6032"/>
        <w:gridCol w:w="2546"/>
      </w:tblGrid>
      <w:tr w:rsidR="00D17D30" w:rsidRPr="00061B65" w:rsidTr="000D789B">
        <w:trPr>
          <w:trHeight w:val="848"/>
        </w:trPr>
        <w:tc>
          <w:tcPr>
            <w:tcW w:w="767" w:type="dxa"/>
          </w:tcPr>
          <w:p w:rsidR="00D17D30" w:rsidRPr="000A25E7" w:rsidRDefault="00D17D30" w:rsidP="000305C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A25E7">
              <w:rPr>
                <w:sz w:val="24"/>
                <w:szCs w:val="24"/>
              </w:rPr>
              <w:t>6.</w:t>
            </w:r>
          </w:p>
        </w:tc>
        <w:tc>
          <w:tcPr>
            <w:tcW w:w="6032" w:type="dxa"/>
          </w:tcPr>
          <w:p w:rsidR="00D17D30" w:rsidRPr="00061B65" w:rsidRDefault="00D17D30" w:rsidP="00061B6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061B65">
              <w:rPr>
                <w:sz w:val="24"/>
                <w:szCs w:val="24"/>
              </w:rPr>
              <w:t>жемесячное денежное вознаграждение советникам директоров по воспитанию и взаимодействию с детскими общественными объединениями краевых государственных профессиональных образовательных организаций (но не более одной выплаты ежемесячного денежного вознаграждения одному педагогическому работнику краевой государственной профессиональной образовательной организации при осуществлении трудовых функций советника директора в двух и более образовательных орг</w:t>
            </w:r>
            <w:r>
              <w:rPr>
                <w:sz w:val="24"/>
                <w:szCs w:val="24"/>
              </w:rPr>
              <w:t>анизациях) &lt;******</w:t>
            </w:r>
            <w:r w:rsidRPr="00061B65">
              <w:rPr>
                <w:sz w:val="24"/>
                <w:szCs w:val="24"/>
              </w:rPr>
              <w:t>*&gt;</w:t>
            </w:r>
          </w:p>
        </w:tc>
        <w:tc>
          <w:tcPr>
            <w:tcW w:w="2546" w:type="dxa"/>
          </w:tcPr>
          <w:p w:rsidR="00D17D30" w:rsidRPr="00061B65" w:rsidRDefault="00D17D30" w:rsidP="000A25E7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61B65">
              <w:rPr>
                <w:sz w:val="24"/>
                <w:szCs w:val="24"/>
              </w:rPr>
              <w:t>5000 рублей</w:t>
            </w:r>
          </w:p>
        </w:tc>
      </w:tr>
    </w:tbl>
    <w:p w:rsidR="00D17D30" w:rsidRPr="00883FEB" w:rsidRDefault="00D17D30" w:rsidP="00061B65">
      <w:pPr>
        <w:pStyle w:val="ConsPlusNormal"/>
        <w:ind w:firstLine="709"/>
        <w:jc w:val="both"/>
        <w:rPr>
          <w:sz w:val="24"/>
          <w:szCs w:val="24"/>
        </w:rPr>
      </w:pPr>
      <w:r w:rsidRPr="00883FEB">
        <w:rPr>
          <w:sz w:val="24"/>
          <w:szCs w:val="24"/>
        </w:rPr>
        <w:t>дополнить сноской следующего содержания:</w:t>
      </w:r>
    </w:p>
    <w:p w:rsidR="00D17D30" w:rsidRPr="00061B65" w:rsidRDefault="00D17D30" w:rsidP="00061B65">
      <w:pPr>
        <w:pStyle w:val="ConsPlusNormal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«&lt;*******</w:t>
      </w:r>
      <w:r w:rsidRPr="00061B65">
        <w:rPr>
          <w:sz w:val="24"/>
          <w:szCs w:val="24"/>
        </w:rPr>
        <w:t>&gt; Выплата ежемесячного денежного вознаграждения советникам директоров по воспитанию и взаимодействию с детскими общественными объединениями краевых государственных профессиональных образовательных организаций осуществляется с применением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с особыми к</w:t>
      </w:r>
      <w:r>
        <w:rPr>
          <w:sz w:val="24"/>
          <w:szCs w:val="24"/>
        </w:rPr>
        <w:t>лиматическими условиями (далее –</w:t>
      </w:r>
      <w:r w:rsidRPr="00061B65">
        <w:rPr>
          <w:sz w:val="24"/>
          <w:szCs w:val="24"/>
        </w:rPr>
        <w:t xml:space="preserve"> районный коэффициент и процентная надбавка):</w:t>
      </w:r>
    </w:p>
    <w:p w:rsidR="00D17D30" w:rsidRPr="00061B65" w:rsidRDefault="00D17D30" w:rsidP="00061B65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061B65">
        <w:rPr>
          <w:sz w:val="24"/>
          <w:szCs w:val="24"/>
        </w:rPr>
        <w:t>а) за счет межбюджетных трансфертов, передаваемых краевому бюджету из федерального бюджета на обеспечение выплаты ежемесячного денежного вознаграждения советникам директоров по воспитанию и взаимодействию с детскими общественными объединениями;</w:t>
      </w:r>
    </w:p>
    <w:p w:rsidR="00D17D30" w:rsidRPr="00061B65" w:rsidRDefault="00D17D30" w:rsidP="00061B65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061B65">
        <w:rPr>
          <w:sz w:val="24"/>
          <w:szCs w:val="24"/>
        </w:rPr>
        <w:t>б) за</w:t>
      </w:r>
      <w:r>
        <w:rPr>
          <w:sz w:val="24"/>
          <w:szCs w:val="24"/>
        </w:rPr>
        <w:t xml:space="preserve"> счет средств краевого бюджета –</w:t>
      </w:r>
      <w:r w:rsidRPr="00061B65">
        <w:rPr>
          <w:sz w:val="24"/>
          <w:szCs w:val="24"/>
        </w:rPr>
        <w:t xml:space="preserve"> на выплату районных коэффициентов к заработной плате, действующих на территории Красноярского края, в части, превышающей размер районных коэффициентов, установленных решениями органов государственной власти СССР или федеральных органов государственной власти.</w:t>
      </w:r>
    </w:p>
    <w:p w:rsidR="00D17D30" w:rsidRPr="00061B65" w:rsidRDefault="00D17D30" w:rsidP="00061B65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061B65">
        <w:rPr>
          <w:sz w:val="24"/>
          <w:szCs w:val="24"/>
        </w:rPr>
        <w:t>При осуществлении трудовых функций советника директора по воспитанию и взаимодействию с детскими общественными объединениями краевых государственных профессиональных образовательных организаций в двух и более образовательных организациях выплата осуществля</w:t>
      </w:r>
      <w:r>
        <w:rPr>
          <w:sz w:val="24"/>
          <w:szCs w:val="24"/>
        </w:rPr>
        <w:t>ется по основному месту работы.»</w:t>
      </w:r>
      <w:r w:rsidRPr="00061B65">
        <w:rPr>
          <w:sz w:val="24"/>
          <w:szCs w:val="24"/>
        </w:rPr>
        <w:t>.</w:t>
      </w:r>
    </w:p>
    <w:p w:rsidR="00D17D30" w:rsidRPr="00061B65" w:rsidRDefault="00D17D30" w:rsidP="00061B65">
      <w:pPr>
        <w:widowControl w:val="0"/>
        <w:spacing w:after="0" w:line="240" w:lineRule="auto"/>
        <w:ind w:firstLine="709"/>
        <w:contextualSpacing/>
        <w:jc w:val="both"/>
        <w:rPr>
          <w:rStyle w:val="fontstyle01"/>
          <w:color w:val="auto"/>
        </w:rPr>
      </w:pPr>
      <w:r w:rsidRPr="00061B65">
        <w:rPr>
          <w:rStyle w:val="fontstyle01"/>
          <w:color w:val="auto"/>
        </w:rPr>
        <w:t>2. Контроль над исполнением настоящего постановления возложить на Г.А. Савченко, заместителя главы района по социальным вопросам.</w:t>
      </w:r>
    </w:p>
    <w:p w:rsidR="00D17D30" w:rsidRPr="00061B65" w:rsidRDefault="00D17D30" w:rsidP="00061B65">
      <w:pPr>
        <w:widowControl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061B65"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 xml:space="preserve"> </w:t>
      </w:r>
      <w:r w:rsidRPr="000305CB">
        <w:rPr>
          <w:rFonts w:ascii="Arial" w:hAnsi="Arial" w:cs="Arial"/>
          <w:sz w:val="24"/>
          <w:szCs w:val="24"/>
        </w:rPr>
        <w:t xml:space="preserve">Постановление вступает в силу после официального обнародования, осуществляемого посредством официального опубликования в периодическом печатном средстве массовой информации для опубликования муниципальных правовых актов органов и должностных лиц местного самоуправления муниципального образования «Партизанский район» «Вестник Партизанского района», размещения на официальном сайте Партизанского района </w:t>
      </w:r>
      <w:r w:rsidRPr="000305CB">
        <w:rPr>
          <w:rFonts w:ascii="Arial" w:hAnsi="Arial" w:cs="Arial"/>
          <w:sz w:val="24"/>
          <w:szCs w:val="24"/>
          <w:lang w:val="en-US"/>
        </w:rPr>
        <w:t>https</w:t>
      </w:r>
      <w:r w:rsidRPr="000305CB">
        <w:rPr>
          <w:rFonts w:ascii="Arial" w:hAnsi="Arial" w:cs="Arial"/>
          <w:sz w:val="24"/>
          <w:szCs w:val="24"/>
        </w:rPr>
        <w:t>://partizan24.gosuslugi.ru</w:t>
      </w:r>
      <w:r w:rsidRPr="00061B65">
        <w:rPr>
          <w:rFonts w:ascii="Arial" w:hAnsi="Arial" w:cs="Arial"/>
          <w:sz w:val="24"/>
          <w:szCs w:val="24"/>
        </w:rPr>
        <w:t xml:space="preserve">, применяется к правоотношениям, возникшим с 1 сентября 2024 года. </w:t>
      </w:r>
    </w:p>
    <w:p w:rsidR="00D17D30" w:rsidRPr="00061B65" w:rsidRDefault="00D17D30" w:rsidP="00061B65">
      <w:pPr>
        <w:pStyle w:val="ConsPlusTitle"/>
        <w:contextualSpacing/>
        <w:jc w:val="both"/>
        <w:rPr>
          <w:b w:val="0"/>
          <w:bCs w:val="0"/>
          <w:sz w:val="24"/>
          <w:szCs w:val="24"/>
        </w:rPr>
      </w:pPr>
    </w:p>
    <w:p w:rsidR="00D17D30" w:rsidRPr="00061B65" w:rsidRDefault="00D17D30" w:rsidP="00061B65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 w:rsidRPr="00061B65">
        <w:rPr>
          <w:rFonts w:ascii="Arial" w:hAnsi="Arial" w:cs="Arial"/>
          <w:sz w:val="24"/>
          <w:szCs w:val="24"/>
        </w:rPr>
        <w:t>Глава района                                                                                          А.М. Сластенов</w:t>
      </w:r>
    </w:p>
    <w:sectPr w:rsidR="00D17D30" w:rsidRPr="00061B65" w:rsidSect="00061B6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45A7E"/>
    <w:multiLevelType w:val="multilevel"/>
    <w:tmpl w:val="4FFE1E2A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2E9F"/>
    <w:rsid w:val="0001290C"/>
    <w:rsid w:val="00012BDC"/>
    <w:rsid w:val="000305CB"/>
    <w:rsid w:val="00051A54"/>
    <w:rsid w:val="00061B65"/>
    <w:rsid w:val="000A25E7"/>
    <w:rsid w:val="000A53DC"/>
    <w:rsid w:val="000D789B"/>
    <w:rsid w:val="000E3BE7"/>
    <w:rsid w:val="000F29A9"/>
    <w:rsid w:val="00114792"/>
    <w:rsid w:val="00160097"/>
    <w:rsid w:val="0021724E"/>
    <w:rsid w:val="00293594"/>
    <w:rsid w:val="002F5D80"/>
    <w:rsid w:val="003103AA"/>
    <w:rsid w:val="00386AC9"/>
    <w:rsid w:val="00436E17"/>
    <w:rsid w:val="00515A64"/>
    <w:rsid w:val="00520434"/>
    <w:rsid w:val="00530EAB"/>
    <w:rsid w:val="0058644C"/>
    <w:rsid w:val="005C7E9F"/>
    <w:rsid w:val="005D1D93"/>
    <w:rsid w:val="005F6341"/>
    <w:rsid w:val="0061283A"/>
    <w:rsid w:val="006131E8"/>
    <w:rsid w:val="00652E9F"/>
    <w:rsid w:val="00710C27"/>
    <w:rsid w:val="00732B6B"/>
    <w:rsid w:val="00781AA4"/>
    <w:rsid w:val="007D6151"/>
    <w:rsid w:val="00883FEB"/>
    <w:rsid w:val="00906F7D"/>
    <w:rsid w:val="009A7748"/>
    <w:rsid w:val="00A1133E"/>
    <w:rsid w:val="00A66F98"/>
    <w:rsid w:val="00A753AB"/>
    <w:rsid w:val="00A82C8E"/>
    <w:rsid w:val="00AA5352"/>
    <w:rsid w:val="00AB30E4"/>
    <w:rsid w:val="00AF2FD8"/>
    <w:rsid w:val="00B020F3"/>
    <w:rsid w:val="00B060DC"/>
    <w:rsid w:val="00B202DC"/>
    <w:rsid w:val="00C97BF1"/>
    <w:rsid w:val="00CE3B99"/>
    <w:rsid w:val="00D17D30"/>
    <w:rsid w:val="00D21137"/>
    <w:rsid w:val="00D46B5A"/>
    <w:rsid w:val="00D56178"/>
    <w:rsid w:val="00DC7F5A"/>
    <w:rsid w:val="00DD599B"/>
    <w:rsid w:val="00E017C6"/>
    <w:rsid w:val="00E70EA7"/>
    <w:rsid w:val="00E80D58"/>
    <w:rsid w:val="00EF0780"/>
    <w:rsid w:val="00F95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E9F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52E9F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52E9F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3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2E9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52E9F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52E9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52E9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01">
    <w:name w:val="fontstyle01"/>
    <w:basedOn w:val="DefaultParagraphFont"/>
    <w:uiPriority w:val="99"/>
    <w:rsid w:val="00A82C8E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457</TotalTime>
  <Pages>2</Pages>
  <Words>648</Words>
  <Characters>3696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</dc:creator>
  <cp:keywords/>
  <dc:description/>
  <cp:lastModifiedBy>Ткачёва_НА</cp:lastModifiedBy>
  <cp:revision>13</cp:revision>
  <cp:lastPrinted>2024-11-19T13:24:00Z</cp:lastPrinted>
  <dcterms:created xsi:type="dcterms:W3CDTF">2024-04-11T02:58:00Z</dcterms:created>
  <dcterms:modified xsi:type="dcterms:W3CDTF">2024-11-19T13:24:00Z</dcterms:modified>
</cp:coreProperties>
</file>