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8DC" w:rsidRPr="00E47A09" w:rsidRDefault="003738DC" w:rsidP="00BF2437">
      <w:pPr>
        <w:widowControl w:val="0"/>
        <w:jc w:val="center"/>
        <w:outlineLvl w:val="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ПОСТАНОВЛЕНИЕ</w:t>
      </w:r>
    </w:p>
    <w:p w:rsidR="003738DC" w:rsidRPr="00E47A09" w:rsidRDefault="003738DC" w:rsidP="00BF2437">
      <w:pPr>
        <w:widowControl w:val="0"/>
        <w:jc w:val="center"/>
        <w:outlineLvl w:val="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ГЛАВЫ ПАРТИЗАНСКОГО РАЙОНА</w:t>
      </w:r>
    </w:p>
    <w:p w:rsidR="003738DC" w:rsidRPr="00E47A09" w:rsidRDefault="003738DC" w:rsidP="00BF2437">
      <w:pPr>
        <w:widowControl w:val="0"/>
        <w:tabs>
          <w:tab w:val="left" w:pos="4556"/>
        </w:tabs>
        <w:jc w:val="center"/>
        <w:outlineLvl w:val="3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КРАСНОЯРСКОГО КРАЯ</w:t>
      </w: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jc w:val="left"/>
        <w:rPr>
          <w:rFonts w:ascii="Arial" w:hAnsi="Arial" w:cs="Arial"/>
          <w:sz w:val="24"/>
          <w:szCs w:val="24"/>
          <w:u w:val="single"/>
        </w:rPr>
      </w:pPr>
      <w:r w:rsidRPr="00954ED9">
        <w:rPr>
          <w:rFonts w:ascii="Arial" w:hAnsi="Arial" w:cs="Arial"/>
          <w:sz w:val="24"/>
          <w:szCs w:val="24"/>
          <w:u w:val="single"/>
        </w:rPr>
        <w:t>30.10.2024</w:t>
      </w:r>
      <w:r>
        <w:rPr>
          <w:rFonts w:ascii="Arial" w:hAnsi="Arial" w:cs="Arial"/>
          <w:sz w:val="24"/>
          <w:szCs w:val="24"/>
        </w:rPr>
        <w:t xml:space="preserve">  </w:t>
      </w:r>
      <w:r w:rsidRPr="00E47A09">
        <w:rPr>
          <w:rFonts w:ascii="Arial" w:hAnsi="Arial" w:cs="Arial"/>
          <w:sz w:val="24"/>
          <w:szCs w:val="24"/>
        </w:rPr>
        <w:t xml:space="preserve">                                     с. Партизанское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E47A09">
        <w:rPr>
          <w:rFonts w:ascii="Arial" w:hAnsi="Arial" w:cs="Arial"/>
          <w:sz w:val="24"/>
          <w:szCs w:val="24"/>
        </w:rPr>
        <w:t xml:space="preserve">       </w:t>
      </w:r>
      <w:r w:rsidRPr="00954ED9">
        <w:rPr>
          <w:rFonts w:ascii="Arial" w:hAnsi="Arial" w:cs="Arial"/>
          <w:sz w:val="24"/>
          <w:szCs w:val="24"/>
          <w:u w:val="single"/>
        </w:rPr>
        <w:t>№ 654-п</w:t>
      </w:r>
    </w:p>
    <w:p w:rsidR="003738DC" w:rsidRPr="00E47A09" w:rsidRDefault="003738DC" w:rsidP="00BF2437">
      <w:pPr>
        <w:widowControl w:val="0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 внесении изменения в постановление главы района от 29.10.2013 № 764-п «Об утверждении муниципальной программы Партизанского района «Развитие обр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зования»</w:t>
      </w:r>
    </w:p>
    <w:p w:rsidR="003738DC" w:rsidRPr="00E47A09" w:rsidRDefault="003738DC" w:rsidP="00BF2437">
      <w:pPr>
        <w:widowControl w:val="0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В соответствии со </w:t>
      </w:r>
      <w:r w:rsidRPr="00EF46DA">
        <w:rPr>
          <w:rFonts w:ascii="Arial" w:hAnsi="Arial" w:cs="Arial"/>
          <w:sz w:val="24"/>
          <w:szCs w:val="24"/>
        </w:rPr>
        <w:t>статьей 179</w:t>
      </w:r>
      <w:r w:rsidRPr="00E47A09">
        <w:rPr>
          <w:rFonts w:ascii="Arial" w:hAnsi="Arial" w:cs="Arial"/>
          <w:sz w:val="24"/>
          <w:szCs w:val="24"/>
        </w:rPr>
        <w:t xml:space="preserve"> Бюджетного кодекса Российской Федерации, постановлением главы Партизанского района от 22.07.2013 № 451-п «Об утве</w:t>
      </w:r>
      <w:r w:rsidRPr="00E47A09">
        <w:rPr>
          <w:rFonts w:ascii="Arial" w:hAnsi="Arial" w:cs="Arial"/>
          <w:sz w:val="24"/>
          <w:szCs w:val="24"/>
        </w:rPr>
        <w:t>р</w:t>
      </w:r>
      <w:r w:rsidRPr="00E47A09">
        <w:rPr>
          <w:rFonts w:ascii="Arial" w:hAnsi="Arial" w:cs="Arial"/>
          <w:sz w:val="24"/>
          <w:szCs w:val="24"/>
        </w:rPr>
        <w:t>ждении Порядка принятия решений о разработке муниципальных программ Па</w:t>
      </w:r>
      <w:r w:rsidRPr="00E47A09">
        <w:rPr>
          <w:rFonts w:ascii="Arial" w:hAnsi="Arial" w:cs="Arial"/>
          <w:sz w:val="24"/>
          <w:szCs w:val="24"/>
        </w:rPr>
        <w:t>р</w:t>
      </w:r>
      <w:r w:rsidRPr="00E47A09">
        <w:rPr>
          <w:rFonts w:ascii="Arial" w:hAnsi="Arial" w:cs="Arial"/>
          <w:sz w:val="24"/>
          <w:szCs w:val="24"/>
        </w:rPr>
        <w:t xml:space="preserve">тизанского района, их формирования и реализации», руководствуясь </w:t>
      </w:r>
      <w:hyperlink r:id="rId7" w:history="1">
        <w:r w:rsidRPr="00E47A09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статьями 16, 1</w:t>
        </w:r>
      </w:hyperlink>
      <w:r w:rsidRPr="00E47A09">
        <w:rPr>
          <w:rFonts w:ascii="Arial" w:hAnsi="Arial" w:cs="Arial"/>
          <w:sz w:val="24"/>
          <w:szCs w:val="24"/>
        </w:rPr>
        <w:t>9 Устава Партизанского района Красноярского края, ПОСТАНОВЛЯЮ:</w:t>
      </w:r>
    </w:p>
    <w:p w:rsidR="003738DC" w:rsidRPr="00E47A09" w:rsidRDefault="003738DC" w:rsidP="00BF2437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1. Внести в постановление главы района от 29.10.2013 № 764-п «Об утве</w:t>
      </w:r>
      <w:r w:rsidRPr="00E47A09">
        <w:rPr>
          <w:rFonts w:ascii="Arial" w:hAnsi="Arial" w:cs="Arial"/>
          <w:sz w:val="24"/>
          <w:szCs w:val="24"/>
        </w:rPr>
        <w:t>р</w:t>
      </w:r>
      <w:r w:rsidRPr="00E47A09">
        <w:rPr>
          <w:rFonts w:ascii="Arial" w:hAnsi="Arial" w:cs="Arial"/>
          <w:sz w:val="24"/>
          <w:szCs w:val="24"/>
        </w:rPr>
        <w:t>ждении муниципальной программы Партизанского района «Развитие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ния» следующее изменение:</w:t>
      </w:r>
    </w:p>
    <w:p w:rsidR="003738DC" w:rsidRPr="00E47A09" w:rsidRDefault="003738DC" w:rsidP="00BF2437">
      <w:pPr>
        <w:widowControl w:val="0"/>
        <w:tabs>
          <w:tab w:val="left" w:pos="1134"/>
        </w:tabs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1.1. Муниципальную программу Партизанского района «Развитие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ния» изложить в новой редакции согласно приложению к настоящему постановл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нию.</w:t>
      </w:r>
    </w:p>
    <w:p w:rsidR="003738DC" w:rsidRPr="00E47A09" w:rsidRDefault="003738DC" w:rsidP="00BF2437">
      <w:pPr>
        <w:widowControl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2. Постановление вступает в силу </w:t>
      </w:r>
      <w:r>
        <w:rPr>
          <w:rFonts w:ascii="Arial" w:hAnsi="Arial" w:cs="Arial"/>
          <w:sz w:val="24"/>
          <w:szCs w:val="24"/>
        </w:rPr>
        <w:t xml:space="preserve">после </w:t>
      </w:r>
      <w:r w:rsidRPr="00E47A09">
        <w:rPr>
          <w:rFonts w:ascii="Arial" w:hAnsi="Arial" w:cs="Arial"/>
          <w:sz w:val="24"/>
          <w:szCs w:val="24"/>
        </w:rPr>
        <w:t xml:space="preserve">официального </w:t>
      </w:r>
      <w:r>
        <w:rPr>
          <w:rFonts w:ascii="Arial" w:hAnsi="Arial" w:cs="Arial"/>
          <w:sz w:val="24"/>
          <w:szCs w:val="24"/>
        </w:rPr>
        <w:t xml:space="preserve">обнародования, осуществляемого посредством официального </w:t>
      </w:r>
      <w:r w:rsidRPr="00E47A09">
        <w:rPr>
          <w:rFonts w:ascii="Arial" w:hAnsi="Arial" w:cs="Arial"/>
          <w:sz w:val="24"/>
          <w:szCs w:val="24"/>
        </w:rPr>
        <w:t>опубликования в периодическом печатном средстве массовой информации для опубликования муниципальных правовых актов органов и должностных лиц местного самоуправления муниц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 xml:space="preserve">пального образования «Партизанский район» «Вестник </w:t>
      </w:r>
      <w:r>
        <w:rPr>
          <w:rFonts w:ascii="Arial" w:hAnsi="Arial" w:cs="Arial"/>
          <w:sz w:val="24"/>
          <w:szCs w:val="24"/>
        </w:rPr>
        <w:t>Партизанского района», размещения</w:t>
      </w:r>
      <w:r w:rsidRPr="00E47A09">
        <w:rPr>
          <w:rFonts w:ascii="Arial" w:hAnsi="Arial" w:cs="Arial"/>
          <w:sz w:val="24"/>
          <w:szCs w:val="24"/>
        </w:rPr>
        <w:t xml:space="preserve"> на официальном сайте Партизанского района </w:t>
      </w:r>
      <w:r w:rsidRPr="00DE7B9F">
        <w:rPr>
          <w:rFonts w:ascii="Arial" w:hAnsi="Arial" w:cs="Arial"/>
          <w:sz w:val="24"/>
          <w:szCs w:val="24"/>
          <w:lang w:val="en-US"/>
        </w:rPr>
        <w:t>https</w:t>
      </w:r>
      <w:r w:rsidRPr="00DE7B9F">
        <w:rPr>
          <w:rFonts w:ascii="Arial" w:hAnsi="Arial" w:cs="Arial"/>
          <w:sz w:val="24"/>
          <w:szCs w:val="24"/>
        </w:rPr>
        <w:t>://</w:t>
      </w:r>
      <w:r w:rsidRPr="00DE7B9F">
        <w:rPr>
          <w:rFonts w:ascii="Arial" w:hAnsi="Arial" w:cs="Arial"/>
          <w:sz w:val="24"/>
          <w:szCs w:val="24"/>
          <w:highlight w:val="white"/>
        </w:rPr>
        <w:t>partizan24.gosuslugi.ru</w:t>
      </w:r>
      <w:r>
        <w:rPr>
          <w:rFonts w:ascii="Arial" w:hAnsi="Arial" w:cs="Arial"/>
          <w:sz w:val="24"/>
          <w:szCs w:val="24"/>
        </w:rPr>
        <w:t>, распространяется на правоотношения, возникшие с 01.01.2025.</w:t>
      </w:r>
    </w:p>
    <w:p w:rsidR="003738DC" w:rsidRPr="00E47A09" w:rsidRDefault="003738DC" w:rsidP="00BF2437">
      <w:pPr>
        <w:widowControl w:val="0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Pr="00E47A09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 xml:space="preserve"> района                 </w:t>
      </w:r>
      <w:r>
        <w:rPr>
          <w:rFonts w:ascii="Arial" w:hAnsi="Arial" w:cs="Arial"/>
          <w:sz w:val="24"/>
          <w:szCs w:val="24"/>
        </w:rPr>
        <w:t xml:space="preserve">       </w:t>
      </w:r>
      <w:r w:rsidRPr="00E47A09">
        <w:rPr>
          <w:rFonts w:ascii="Arial" w:hAnsi="Arial" w:cs="Arial"/>
          <w:sz w:val="24"/>
          <w:szCs w:val="24"/>
        </w:rPr>
        <w:t xml:space="preserve">                 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E47A09">
        <w:rPr>
          <w:rFonts w:ascii="Arial" w:hAnsi="Arial" w:cs="Arial"/>
          <w:sz w:val="24"/>
          <w:szCs w:val="24"/>
        </w:rPr>
        <w:t xml:space="preserve">                                     А.</w:t>
      </w:r>
      <w:r>
        <w:rPr>
          <w:rFonts w:ascii="Arial" w:hAnsi="Arial" w:cs="Arial"/>
          <w:sz w:val="24"/>
          <w:szCs w:val="24"/>
        </w:rPr>
        <w:t>М</w:t>
      </w:r>
      <w:r w:rsidRPr="00E47A09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Сластенов</w:t>
      </w:r>
    </w:p>
    <w:p w:rsidR="003738DC" w:rsidRPr="00E47A09" w:rsidRDefault="003738DC" w:rsidP="00BF2437">
      <w:pPr>
        <w:widowControl w:val="0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ind w:firstLine="560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Приложение</w:t>
      </w:r>
      <w:r>
        <w:rPr>
          <w:rFonts w:ascii="Arial" w:hAnsi="Arial" w:cs="Arial"/>
          <w:sz w:val="24"/>
          <w:szCs w:val="24"/>
        </w:rPr>
        <w:t xml:space="preserve"> </w:t>
      </w:r>
    </w:p>
    <w:p w:rsidR="003738DC" w:rsidRPr="00E47A09" w:rsidRDefault="003738DC" w:rsidP="00BF2437">
      <w:pPr>
        <w:widowControl w:val="0"/>
        <w:ind w:firstLine="560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к постановлению главы района</w:t>
      </w:r>
    </w:p>
    <w:p w:rsidR="003738DC" w:rsidRPr="00E47A09" w:rsidRDefault="003738DC" w:rsidP="00BF2437">
      <w:pPr>
        <w:widowControl w:val="0"/>
        <w:ind w:firstLine="5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30.10.2024 № 654-п</w:t>
      </w:r>
    </w:p>
    <w:p w:rsidR="003738DC" w:rsidRPr="00E47A09" w:rsidRDefault="003738DC" w:rsidP="00BF2437">
      <w:pPr>
        <w:widowControl w:val="0"/>
        <w:ind w:firstLine="5600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ind w:firstLine="560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Приложение</w:t>
      </w:r>
    </w:p>
    <w:p w:rsidR="003738DC" w:rsidRPr="00E47A09" w:rsidRDefault="003738DC" w:rsidP="00BF2437">
      <w:pPr>
        <w:widowControl w:val="0"/>
        <w:ind w:firstLine="560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к постановлению главы района</w:t>
      </w:r>
    </w:p>
    <w:p w:rsidR="003738DC" w:rsidRPr="00E47A09" w:rsidRDefault="003738DC" w:rsidP="00BF2437">
      <w:pPr>
        <w:widowControl w:val="0"/>
        <w:ind w:firstLine="560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 29.10.2013 № 764-п</w:t>
      </w: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Муниципальная программа Партизанского района «Развитие образования»</w:t>
      </w: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 xml:space="preserve">1. Паспорт </w:t>
      </w:r>
      <w:r w:rsidRPr="00E47A09">
        <w:rPr>
          <w:rFonts w:ascii="Arial" w:hAnsi="Arial" w:cs="Arial"/>
          <w:sz w:val="24"/>
          <w:szCs w:val="24"/>
        </w:rPr>
        <w:t>муниципальной программы Партизанского района «Развитие образ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вания»</w:t>
      </w: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00"/>
        <w:gridCol w:w="6656"/>
      </w:tblGrid>
      <w:tr w:rsidR="003738DC" w:rsidRPr="00E47A09" w:rsidTr="007F7F54">
        <w:trPr>
          <w:trHeight w:val="720"/>
        </w:trPr>
        <w:tc>
          <w:tcPr>
            <w:tcW w:w="270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мун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ципальной 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6656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«Развитие образования» (далее – муниципальная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грамма, программа)</w:t>
            </w:r>
          </w:p>
        </w:tc>
      </w:tr>
      <w:tr w:rsidR="003738DC" w:rsidRPr="00E47A09" w:rsidTr="001A01EC">
        <w:trPr>
          <w:trHeight w:val="415"/>
        </w:trPr>
        <w:tc>
          <w:tcPr>
            <w:tcW w:w="270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Основания для ра</w:t>
            </w:r>
            <w:r w:rsidRPr="00E47A09"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>работки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</w:t>
            </w:r>
          </w:p>
        </w:tc>
        <w:tc>
          <w:tcPr>
            <w:tcW w:w="6656" w:type="dxa"/>
          </w:tcPr>
          <w:p w:rsidR="003738DC" w:rsidRPr="00E47A09" w:rsidRDefault="003738DC" w:rsidP="00BF2437">
            <w:pPr>
              <w:widowControl w:val="0"/>
              <w:tabs>
                <w:tab w:val="left" w:pos="9360"/>
                <w:tab w:val="left" w:pos="9720"/>
              </w:tabs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Федерации; постановление главы Партизанского района от 22.07.2013 № 451-п «Об утверждении Порядка принятия решений о разработке муниципальных программ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района, их формирования и реализации»</w:t>
            </w:r>
          </w:p>
        </w:tc>
      </w:tr>
      <w:tr w:rsidR="003738DC" w:rsidRPr="00E47A09" w:rsidTr="007F7F54">
        <w:trPr>
          <w:trHeight w:val="720"/>
        </w:trPr>
        <w:tc>
          <w:tcPr>
            <w:tcW w:w="270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Ответственный и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полнитель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программы</w:t>
            </w:r>
          </w:p>
        </w:tc>
        <w:tc>
          <w:tcPr>
            <w:tcW w:w="6656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образования администрации Партизанского ра</w:t>
            </w:r>
            <w:r w:rsidRPr="00E47A09">
              <w:rPr>
                <w:rFonts w:ascii="Arial" w:hAnsi="Arial" w:cs="Arial"/>
                <w:sz w:val="24"/>
                <w:szCs w:val="24"/>
              </w:rPr>
              <w:t>й</w:t>
            </w:r>
            <w:r w:rsidRPr="00E47A09">
              <w:rPr>
                <w:rFonts w:ascii="Arial" w:hAnsi="Arial" w:cs="Arial"/>
                <w:sz w:val="24"/>
                <w:szCs w:val="24"/>
              </w:rPr>
              <w:t>она (далее – отдел образования)</w:t>
            </w:r>
          </w:p>
        </w:tc>
      </w:tr>
      <w:tr w:rsidR="003738DC" w:rsidRPr="00E47A09" w:rsidTr="007F7F54">
        <w:trPr>
          <w:trHeight w:val="720"/>
        </w:trPr>
        <w:tc>
          <w:tcPr>
            <w:tcW w:w="270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Соисполнители м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ниципальной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6656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Партизанского района</w:t>
            </w:r>
          </w:p>
        </w:tc>
      </w:tr>
      <w:tr w:rsidR="003738DC" w:rsidRPr="00E47A09" w:rsidTr="007F7F54">
        <w:trPr>
          <w:trHeight w:val="720"/>
        </w:trPr>
        <w:tc>
          <w:tcPr>
            <w:tcW w:w="270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Перечень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</w:t>
            </w:r>
          </w:p>
        </w:tc>
        <w:tc>
          <w:tcPr>
            <w:tcW w:w="6656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Подпрограммы: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1. Развитие дошкольного, общего и дополнительного образования детей.</w:t>
            </w:r>
          </w:p>
          <w:p w:rsidR="003738DC" w:rsidRPr="006B5656" w:rsidRDefault="003738DC" w:rsidP="00BF2437">
            <w:pPr>
              <w:pStyle w:val="ListParagraph"/>
              <w:widowControl w:val="0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B5656">
              <w:rPr>
                <w:rFonts w:ascii="Arial" w:hAnsi="Arial" w:cs="Arial"/>
                <w:sz w:val="24"/>
                <w:szCs w:val="24"/>
              </w:rPr>
              <w:t>2. Приобретение жилья детям-сиротам и детям, оста</w:t>
            </w:r>
            <w:r w:rsidRPr="006B5656">
              <w:rPr>
                <w:rFonts w:ascii="Arial" w:hAnsi="Arial" w:cs="Arial"/>
                <w:sz w:val="24"/>
                <w:szCs w:val="24"/>
              </w:rPr>
              <w:t>в</w:t>
            </w:r>
            <w:r w:rsidRPr="006B5656">
              <w:rPr>
                <w:rFonts w:ascii="Arial" w:hAnsi="Arial" w:cs="Arial"/>
                <w:sz w:val="24"/>
                <w:szCs w:val="24"/>
              </w:rPr>
              <w:t>шимся без попечения родителей, а также лицам из их числа.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kern w:val="32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Обеспечение реализации муниципальной программы и прочие мероприятия.</w:t>
            </w:r>
          </w:p>
        </w:tc>
      </w:tr>
      <w:tr w:rsidR="003738DC" w:rsidRPr="00E47A09" w:rsidTr="007F7F54">
        <w:trPr>
          <w:trHeight w:val="720"/>
        </w:trPr>
        <w:tc>
          <w:tcPr>
            <w:tcW w:w="270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656" w:type="dxa"/>
          </w:tcPr>
          <w:p w:rsidR="003738DC" w:rsidRPr="00EA738A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A738A">
              <w:rPr>
                <w:rFonts w:ascii="Arial" w:hAnsi="Arial" w:cs="Arial"/>
                <w:sz w:val="24"/>
                <w:szCs w:val="24"/>
              </w:rPr>
              <w:t>1. Обеспечение высокого качества образования, соо</w:t>
            </w:r>
            <w:r w:rsidRPr="00EA738A">
              <w:rPr>
                <w:rFonts w:ascii="Arial" w:hAnsi="Arial" w:cs="Arial"/>
                <w:sz w:val="24"/>
                <w:szCs w:val="24"/>
              </w:rPr>
              <w:t>т</w:t>
            </w:r>
            <w:r w:rsidRPr="00EA738A">
              <w:rPr>
                <w:rFonts w:ascii="Arial" w:hAnsi="Arial" w:cs="Arial"/>
                <w:sz w:val="24"/>
                <w:szCs w:val="24"/>
              </w:rPr>
              <w:t>ветствующего потребностям граждан и перспективным задачам развития экономики Партизанского района.</w:t>
            </w:r>
          </w:p>
          <w:p w:rsidR="003738DC" w:rsidRPr="00EA738A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A738A">
              <w:rPr>
                <w:rFonts w:ascii="Arial" w:hAnsi="Arial" w:cs="Arial"/>
                <w:sz w:val="24"/>
                <w:szCs w:val="24"/>
              </w:rPr>
              <w:t>2. Поддержка детей-сирот, детей, оставшихся без поп</w:t>
            </w:r>
            <w:r w:rsidRPr="00EA738A">
              <w:rPr>
                <w:rFonts w:ascii="Arial" w:hAnsi="Arial" w:cs="Arial"/>
                <w:sz w:val="24"/>
                <w:szCs w:val="24"/>
              </w:rPr>
              <w:t>е</w:t>
            </w:r>
            <w:r w:rsidRPr="00EA738A">
              <w:rPr>
                <w:rFonts w:ascii="Arial" w:hAnsi="Arial" w:cs="Arial"/>
                <w:sz w:val="24"/>
                <w:szCs w:val="24"/>
              </w:rPr>
              <w:t>чения родителей, а также лиц из их числа.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A738A">
              <w:rPr>
                <w:rFonts w:ascii="Arial" w:hAnsi="Arial" w:cs="Arial"/>
                <w:sz w:val="24"/>
                <w:szCs w:val="24"/>
              </w:rPr>
              <w:t>3. Отдых и досуг детей в каникулярное время.</w:t>
            </w:r>
          </w:p>
        </w:tc>
      </w:tr>
      <w:tr w:rsidR="003738DC" w:rsidRPr="00E47A09" w:rsidTr="007F7F54">
        <w:trPr>
          <w:trHeight w:val="350"/>
        </w:trPr>
        <w:tc>
          <w:tcPr>
            <w:tcW w:w="270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Задачи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</w:t>
            </w:r>
          </w:p>
        </w:tc>
        <w:tc>
          <w:tcPr>
            <w:tcW w:w="6656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1. Создание в системе дошкольного, общего и дополн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тельного образования равных возможностей для совр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менного качественного образования, позитивной соци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лизации детей и отдыха, досуга детей в каникулярное время.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2. Обеспечение приобретения жилых помещений для их предоставления по договору найма детям-сиротам и 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тям, оставшимся без попечения родителей, а также л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цам из их числа.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3. Создание условий для эффективного управления о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раслью.</w:t>
            </w:r>
          </w:p>
        </w:tc>
      </w:tr>
      <w:tr w:rsidR="003738DC" w:rsidRPr="00E47A09" w:rsidTr="007F7F54">
        <w:trPr>
          <w:trHeight w:val="841"/>
        </w:trPr>
        <w:tc>
          <w:tcPr>
            <w:tcW w:w="270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E47A09">
              <w:rPr>
                <w:rFonts w:ascii="Arial" w:hAnsi="Arial" w:cs="Arial"/>
                <w:bCs/>
                <w:sz w:val="24"/>
                <w:szCs w:val="24"/>
              </w:rPr>
              <w:t>Этапы и сроки реал</w:t>
            </w:r>
            <w:r w:rsidRPr="00E47A09"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bCs/>
                <w:sz w:val="24"/>
                <w:szCs w:val="24"/>
              </w:rPr>
              <w:t>зации муниципальной программы</w:t>
            </w:r>
          </w:p>
        </w:tc>
        <w:tc>
          <w:tcPr>
            <w:tcW w:w="6656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E47A09">
              <w:rPr>
                <w:rFonts w:ascii="Arial" w:hAnsi="Arial" w:cs="Arial"/>
                <w:bCs/>
                <w:sz w:val="24"/>
                <w:szCs w:val="24"/>
              </w:rPr>
              <w:t>2014–2030 годы</w:t>
            </w:r>
          </w:p>
        </w:tc>
      </w:tr>
      <w:tr w:rsidR="003738DC" w:rsidRPr="00E47A09" w:rsidTr="007F7F54">
        <w:trPr>
          <w:trHeight w:val="841"/>
        </w:trPr>
        <w:tc>
          <w:tcPr>
            <w:tcW w:w="270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E47A09">
              <w:rPr>
                <w:rFonts w:ascii="Arial" w:hAnsi="Arial" w:cs="Arial"/>
                <w:bCs/>
                <w:sz w:val="24"/>
                <w:szCs w:val="24"/>
              </w:rPr>
              <w:t>Перечень целевых показателей муниц</w:t>
            </w:r>
            <w:r w:rsidRPr="00E47A09"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bCs/>
                <w:sz w:val="24"/>
                <w:szCs w:val="24"/>
              </w:rPr>
              <w:t>пальной программы</w:t>
            </w:r>
            <w:r>
              <w:rPr>
                <w:rFonts w:ascii="Arial" w:hAnsi="Arial" w:cs="Arial"/>
                <w:bCs/>
                <w:sz w:val="24"/>
                <w:szCs w:val="24"/>
              </w:rPr>
              <w:t>, с указанием план</w:t>
            </w:r>
            <w:r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>
              <w:rPr>
                <w:rFonts w:ascii="Arial" w:hAnsi="Arial" w:cs="Arial"/>
                <w:bCs/>
                <w:sz w:val="24"/>
                <w:szCs w:val="24"/>
              </w:rPr>
              <w:t>руемых к достижению значений в результ</w:t>
            </w:r>
            <w:r>
              <w:rPr>
                <w:rFonts w:ascii="Arial" w:hAnsi="Arial" w:cs="Arial"/>
                <w:bCs/>
                <w:sz w:val="24"/>
                <w:szCs w:val="24"/>
              </w:rPr>
              <w:t>а</w:t>
            </w:r>
            <w:r>
              <w:rPr>
                <w:rFonts w:ascii="Arial" w:hAnsi="Arial" w:cs="Arial"/>
                <w:bCs/>
                <w:sz w:val="24"/>
                <w:szCs w:val="24"/>
              </w:rPr>
              <w:t>те реализации мун</w:t>
            </w:r>
            <w:r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>
              <w:rPr>
                <w:rFonts w:ascii="Arial" w:hAnsi="Arial" w:cs="Arial"/>
                <w:bCs/>
                <w:sz w:val="24"/>
                <w:szCs w:val="24"/>
              </w:rPr>
              <w:t>ципальной програ</w:t>
            </w:r>
            <w:r>
              <w:rPr>
                <w:rFonts w:ascii="Arial" w:hAnsi="Arial" w:cs="Arial"/>
                <w:bCs/>
                <w:sz w:val="24"/>
                <w:szCs w:val="24"/>
              </w:rPr>
              <w:t>м</w:t>
            </w:r>
            <w:r>
              <w:rPr>
                <w:rFonts w:ascii="Arial" w:hAnsi="Arial" w:cs="Arial"/>
                <w:bCs/>
                <w:sz w:val="24"/>
                <w:szCs w:val="24"/>
              </w:rPr>
              <w:t>мы</w:t>
            </w:r>
          </w:p>
        </w:tc>
        <w:tc>
          <w:tcPr>
            <w:tcW w:w="6656" w:type="dxa"/>
          </w:tcPr>
          <w:p w:rsidR="003738DC" w:rsidRPr="00E47A09" w:rsidRDefault="003738DC" w:rsidP="00BF2437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47A09">
              <w:rPr>
                <w:rFonts w:cs="Arial"/>
                <w:sz w:val="24"/>
                <w:szCs w:val="24"/>
              </w:rPr>
              <w:t>Приведен</w:t>
            </w:r>
            <w:r>
              <w:rPr>
                <w:rFonts w:cs="Arial"/>
                <w:sz w:val="24"/>
                <w:szCs w:val="24"/>
              </w:rPr>
              <w:t>ы</w:t>
            </w:r>
            <w:r w:rsidRPr="00E47A09">
              <w:rPr>
                <w:rFonts w:cs="Arial"/>
                <w:sz w:val="24"/>
                <w:szCs w:val="24"/>
              </w:rPr>
              <w:t xml:space="preserve"> в приложении к паспорту муниципальной программы</w:t>
            </w:r>
          </w:p>
        </w:tc>
      </w:tr>
      <w:tr w:rsidR="003738DC" w:rsidRPr="00E47A09" w:rsidTr="0096195D">
        <w:trPr>
          <w:trHeight w:val="273"/>
        </w:trPr>
        <w:tc>
          <w:tcPr>
            <w:tcW w:w="270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iCs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Информация по р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сурсному обеспеч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нию муниципальной программы</w:t>
            </w:r>
            <w:r>
              <w:rPr>
                <w:rFonts w:ascii="Arial" w:hAnsi="Arial" w:cs="Arial"/>
                <w:iCs/>
                <w:sz w:val="24"/>
                <w:szCs w:val="24"/>
              </w:rPr>
              <w:t>, в том числе по годам ре</w:t>
            </w:r>
            <w:r>
              <w:rPr>
                <w:rFonts w:ascii="Arial" w:hAnsi="Arial" w:cs="Arial"/>
                <w:iCs/>
                <w:sz w:val="24"/>
                <w:szCs w:val="24"/>
              </w:rPr>
              <w:t>а</w:t>
            </w:r>
            <w:r>
              <w:rPr>
                <w:rFonts w:ascii="Arial" w:hAnsi="Arial" w:cs="Arial"/>
                <w:iCs/>
                <w:sz w:val="24"/>
                <w:szCs w:val="24"/>
              </w:rPr>
              <w:t>лизации программы</w:t>
            </w:r>
          </w:p>
        </w:tc>
        <w:tc>
          <w:tcPr>
            <w:tcW w:w="6656" w:type="dxa"/>
          </w:tcPr>
          <w:p w:rsidR="003738DC" w:rsidRPr="00E47A09" w:rsidRDefault="003738DC" w:rsidP="0004745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Объем бюджетных ассигнований на реализацию мун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ципальной программы составляет </w:t>
            </w:r>
            <w:r>
              <w:rPr>
                <w:rFonts w:ascii="Arial" w:hAnsi="Arial" w:cs="Arial"/>
                <w:sz w:val="24"/>
                <w:szCs w:val="24"/>
              </w:rPr>
              <w:t>4859074,9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лей, в том числе по бюджетам: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федеральный бюджет – </w:t>
            </w:r>
            <w:r>
              <w:rPr>
                <w:sz w:val="24"/>
                <w:szCs w:val="24"/>
              </w:rPr>
              <w:t>104403,9</w:t>
            </w:r>
            <w:r w:rsidRPr="00E47A09">
              <w:rPr>
                <w:sz w:val="24"/>
                <w:szCs w:val="24"/>
              </w:rPr>
              <w:t xml:space="preserve"> тыс. рублей;</w:t>
            </w:r>
          </w:p>
          <w:p w:rsidR="003738DC" w:rsidRPr="00E47A09" w:rsidRDefault="003738DC" w:rsidP="0004745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краевой бюджет – </w:t>
            </w:r>
            <w:r>
              <w:rPr>
                <w:rFonts w:ascii="Arial" w:hAnsi="Arial" w:cs="Arial"/>
                <w:sz w:val="24"/>
                <w:szCs w:val="24"/>
              </w:rPr>
              <w:t>2876670,2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3738DC" w:rsidRPr="00E47A09" w:rsidRDefault="003738DC" w:rsidP="0004745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районный бюджет – </w:t>
            </w:r>
            <w:r>
              <w:rPr>
                <w:rFonts w:ascii="Arial" w:hAnsi="Arial" w:cs="Arial"/>
                <w:sz w:val="24"/>
                <w:szCs w:val="24"/>
              </w:rPr>
              <w:t>1878000,8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:rsidR="003738DC" w:rsidRPr="00E47A09" w:rsidRDefault="003738DC" w:rsidP="0004745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Объем финансирования по годам реализации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программы: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2014 год – 188046,1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федеральный бюджет – 521,4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111868,2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районный бюджет – 75656,5 тыс. рублей;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2015 год – 187853,1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федеральный бюджет – 1321,0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107705,4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районный бюджет – 78826,7 тыс. рублей;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2016 год – 275428,2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федеральный бюджет – 2491,7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201370,1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районный бюджет – 71566,4 тыс. рублей;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2017 год – 214617,9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федеральный бюджет – 1401,8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139395,1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районный бюджет – 73821,0 тыс. рублей;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2018 год – 243617,7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152824,7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районный бюджет – 90793,0 тыс. рублей;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2019 год – 288968,0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181356,9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районный бюджет – 107611,1 тыс. рублей;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2020 год – 325991,4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федеральный бюджет – 6581,6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188831,4 тыс. рублей,</w:t>
            </w:r>
          </w:p>
          <w:p w:rsidR="003738DC" w:rsidRPr="00E47A09" w:rsidRDefault="003738DC" w:rsidP="0004745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районный бюджет – 130578,4 тыс. рублей;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2021 год – 359967,8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федеральный бюджет – 22650,0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197652,0 тыс. рублей,</w:t>
            </w:r>
          </w:p>
          <w:p w:rsidR="003738DC" w:rsidRPr="00E47A09" w:rsidRDefault="003738DC" w:rsidP="0004745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районный бюджет – 139665,8 тыс. рублей;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2022 год – 431888,1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федеральный бюджет – 20928,1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краевой бюджет – 238584,7 тыс. рублей,</w:t>
            </w:r>
          </w:p>
          <w:p w:rsidR="003738DC" w:rsidRPr="00E47A09" w:rsidRDefault="003738DC" w:rsidP="0004745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районный бюджет – 172375,3 тыс. рублей;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2023 год – </w:t>
            </w:r>
            <w:r>
              <w:rPr>
                <w:sz w:val="24"/>
                <w:szCs w:val="24"/>
              </w:rPr>
              <w:t>453655,7</w:t>
            </w:r>
            <w:r w:rsidRPr="00E47A09">
              <w:rPr>
                <w:sz w:val="24"/>
                <w:szCs w:val="24"/>
              </w:rPr>
              <w:t xml:space="preserve">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федеральный бюджет – </w:t>
            </w:r>
            <w:r>
              <w:rPr>
                <w:sz w:val="24"/>
                <w:szCs w:val="24"/>
              </w:rPr>
              <w:t>20885,0</w:t>
            </w:r>
            <w:r w:rsidRPr="00E47A09">
              <w:rPr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краевой бюджет – </w:t>
            </w:r>
            <w:r>
              <w:rPr>
                <w:sz w:val="24"/>
                <w:szCs w:val="24"/>
              </w:rPr>
              <w:t>261312,0</w:t>
            </w:r>
            <w:r w:rsidRPr="00E47A09">
              <w:rPr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04745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районный бюджет – </w:t>
            </w:r>
            <w:r>
              <w:rPr>
                <w:rFonts w:ascii="Arial" w:hAnsi="Arial" w:cs="Arial"/>
                <w:sz w:val="24"/>
                <w:szCs w:val="24"/>
              </w:rPr>
              <w:t>171458,7 тыс. рублей;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2024 год – </w:t>
            </w:r>
            <w:r>
              <w:rPr>
                <w:sz w:val="24"/>
                <w:szCs w:val="24"/>
              </w:rPr>
              <w:t>479014,2</w:t>
            </w:r>
            <w:r w:rsidRPr="00E47A09">
              <w:rPr>
                <w:sz w:val="24"/>
                <w:szCs w:val="24"/>
              </w:rPr>
              <w:t xml:space="preserve">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федеральный бюджет – </w:t>
            </w:r>
            <w:r>
              <w:rPr>
                <w:sz w:val="24"/>
                <w:szCs w:val="24"/>
              </w:rPr>
              <w:t>19932,3</w:t>
            </w:r>
            <w:r w:rsidRPr="00E47A09">
              <w:rPr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краевой бюджет – </w:t>
            </w:r>
            <w:r>
              <w:rPr>
                <w:sz w:val="24"/>
                <w:szCs w:val="24"/>
              </w:rPr>
              <w:t>271748,5</w:t>
            </w:r>
            <w:r w:rsidRPr="00E47A09">
              <w:rPr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04745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районный бюджет – </w:t>
            </w:r>
            <w:r>
              <w:rPr>
                <w:rFonts w:ascii="Arial" w:hAnsi="Arial" w:cs="Arial"/>
                <w:sz w:val="24"/>
                <w:szCs w:val="24"/>
              </w:rPr>
              <w:t xml:space="preserve">187333,4 </w:t>
            </w:r>
            <w:r w:rsidRPr="00E47A09">
              <w:rPr>
                <w:rFonts w:ascii="Arial" w:hAnsi="Arial" w:cs="Arial"/>
                <w:sz w:val="24"/>
                <w:szCs w:val="24"/>
              </w:rPr>
              <w:t>тыс. рублей.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2025 год – </w:t>
            </w:r>
            <w:r>
              <w:rPr>
                <w:sz w:val="24"/>
                <w:szCs w:val="24"/>
              </w:rPr>
              <w:t>471645,4</w:t>
            </w:r>
            <w:r w:rsidRPr="00E47A09">
              <w:rPr>
                <w:sz w:val="24"/>
                <w:szCs w:val="24"/>
              </w:rPr>
              <w:t xml:space="preserve">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федеральный бюджет – </w:t>
            </w:r>
            <w:r>
              <w:rPr>
                <w:sz w:val="24"/>
                <w:szCs w:val="24"/>
              </w:rPr>
              <w:t>3208,2</w:t>
            </w:r>
            <w:r w:rsidRPr="00E47A09">
              <w:rPr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краевой бюджет – </w:t>
            </w:r>
            <w:r>
              <w:rPr>
                <w:sz w:val="24"/>
                <w:szCs w:val="24"/>
              </w:rPr>
              <w:t>275665,7</w:t>
            </w:r>
            <w:r w:rsidRPr="00E47A09">
              <w:rPr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04745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районный бюджет – </w:t>
            </w:r>
            <w:r>
              <w:rPr>
                <w:rFonts w:ascii="Arial" w:hAnsi="Arial" w:cs="Arial"/>
                <w:sz w:val="24"/>
                <w:szCs w:val="24"/>
              </w:rPr>
              <w:t>192771,5 тыс. рублей;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2026 год – </w:t>
            </w:r>
            <w:r>
              <w:rPr>
                <w:sz w:val="24"/>
                <w:szCs w:val="24"/>
              </w:rPr>
              <w:t>470646,2</w:t>
            </w:r>
            <w:r w:rsidRPr="00E47A09">
              <w:rPr>
                <w:sz w:val="24"/>
                <w:szCs w:val="24"/>
              </w:rPr>
              <w:t xml:space="preserve">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федеральный бюджет – </w:t>
            </w:r>
            <w:r>
              <w:rPr>
                <w:sz w:val="24"/>
                <w:szCs w:val="24"/>
              </w:rPr>
              <w:t>3186,3</w:t>
            </w:r>
            <w:r w:rsidRPr="00E47A09">
              <w:rPr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краевой бюджет – </w:t>
            </w:r>
            <w:r>
              <w:rPr>
                <w:sz w:val="24"/>
                <w:szCs w:val="24"/>
              </w:rPr>
              <w:t>274688,4</w:t>
            </w:r>
            <w:r w:rsidRPr="00E47A09">
              <w:rPr>
                <w:sz w:val="24"/>
                <w:szCs w:val="24"/>
              </w:rPr>
              <w:t xml:space="preserve"> тыс. рублей,</w:t>
            </w:r>
          </w:p>
          <w:p w:rsidR="003738DC" w:rsidRDefault="003738DC" w:rsidP="0004745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районный бюджет – </w:t>
            </w:r>
            <w:r>
              <w:rPr>
                <w:rFonts w:ascii="Arial" w:hAnsi="Arial" w:cs="Arial"/>
                <w:sz w:val="24"/>
                <w:szCs w:val="24"/>
              </w:rPr>
              <w:t>192771,5 тыс. рублей;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  <w:r w:rsidRPr="00E47A09">
              <w:rPr>
                <w:sz w:val="24"/>
                <w:szCs w:val="24"/>
              </w:rPr>
              <w:t xml:space="preserve"> год – </w:t>
            </w:r>
            <w:r>
              <w:rPr>
                <w:sz w:val="24"/>
                <w:szCs w:val="24"/>
              </w:rPr>
              <w:t>467735,1</w:t>
            </w:r>
            <w:r w:rsidRPr="00E47A09">
              <w:rPr>
                <w:sz w:val="24"/>
                <w:szCs w:val="24"/>
              </w:rPr>
              <w:t xml:space="preserve"> тыс. рублей, в том числе по бюдж</w:t>
            </w:r>
            <w:r w:rsidRPr="00E47A09">
              <w:rPr>
                <w:sz w:val="24"/>
                <w:szCs w:val="24"/>
              </w:rPr>
              <w:t>е</w:t>
            </w:r>
            <w:r w:rsidRPr="00E47A09">
              <w:rPr>
                <w:sz w:val="24"/>
                <w:szCs w:val="24"/>
              </w:rPr>
              <w:t>там: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федеральный бюджет – </w:t>
            </w:r>
            <w:r>
              <w:rPr>
                <w:sz w:val="24"/>
                <w:szCs w:val="24"/>
              </w:rPr>
              <w:t>1296,5</w:t>
            </w:r>
            <w:r w:rsidRPr="00E47A09">
              <w:rPr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047450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E47A09">
              <w:rPr>
                <w:sz w:val="24"/>
                <w:szCs w:val="24"/>
              </w:rPr>
              <w:t xml:space="preserve">краевой бюджет – </w:t>
            </w:r>
            <w:r>
              <w:rPr>
                <w:sz w:val="24"/>
                <w:szCs w:val="24"/>
              </w:rPr>
              <w:t>273667,1</w:t>
            </w:r>
            <w:r w:rsidRPr="00E47A09">
              <w:rPr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04745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районный бюджет – </w:t>
            </w:r>
            <w:r>
              <w:rPr>
                <w:rFonts w:ascii="Arial" w:hAnsi="Arial" w:cs="Arial"/>
                <w:sz w:val="24"/>
                <w:szCs w:val="24"/>
              </w:rPr>
              <w:t>192771,5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3738DC" w:rsidRPr="00E47A09" w:rsidRDefault="003738DC" w:rsidP="00BF2437">
      <w:pPr>
        <w:widowControl w:val="0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Характеристика текущего состояния в отрасли «Образование», основные пок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 xml:space="preserve">затели социально-экономического развития Партизанского района </w:t>
      </w: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Система образования района представлена 1</w:t>
      </w:r>
      <w:r>
        <w:rPr>
          <w:rFonts w:ascii="Arial" w:hAnsi="Arial" w:cs="Arial"/>
          <w:sz w:val="24"/>
          <w:szCs w:val="24"/>
        </w:rPr>
        <w:t>3</w:t>
      </w:r>
      <w:r w:rsidRPr="00E47A09">
        <w:rPr>
          <w:rFonts w:ascii="Arial" w:hAnsi="Arial" w:cs="Arial"/>
          <w:sz w:val="24"/>
          <w:szCs w:val="24"/>
        </w:rPr>
        <w:t xml:space="preserve"> учреждениями, среди кот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рых: 1</w:t>
      </w:r>
      <w:r>
        <w:rPr>
          <w:rFonts w:ascii="Arial" w:hAnsi="Arial" w:cs="Arial"/>
          <w:sz w:val="24"/>
          <w:szCs w:val="24"/>
        </w:rPr>
        <w:t>1</w:t>
      </w:r>
      <w:r w:rsidRPr="00E47A09">
        <w:rPr>
          <w:rFonts w:ascii="Arial" w:hAnsi="Arial" w:cs="Arial"/>
          <w:sz w:val="24"/>
          <w:szCs w:val="24"/>
        </w:rPr>
        <w:t xml:space="preserve"> общеобразовательных учреждений, 1 дошкольное учреждение, 1 учре</w:t>
      </w:r>
      <w:r w:rsidRPr="00E47A09">
        <w:rPr>
          <w:rFonts w:ascii="Arial" w:hAnsi="Arial" w:cs="Arial"/>
          <w:sz w:val="24"/>
          <w:szCs w:val="24"/>
        </w:rPr>
        <w:t>ж</w:t>
      </w:r>
      <w:r w:rsidRPr="00E47A09">
        <w:rPr>
          <w:rFonts w:ascii="Arial" w:hAnsi="Arial" w:cs="Arial"/>
          <w:sz w:val="24"/>
          <w:szCs w:val="24"/>
        </w:rPr>
        <w:t xml:space="preserve">дение дополнительного образования. </w:t>
      </w:r>
    </w:p>
    <w:p w:rsidR="003738DC" w:rsidRPr="00E47A09" w:rsidRDefault="003738DC" w:rsidP="00BF2437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1F1F1F"/>
          <w:sz w:val="24"/>
          <w:szCs w:val="24"/>
        </w:rPr>
      </w:pPr>
      <w:r w:rsidRPr="00E47A09">
        <w:rPr>
          <w:rFonts w:ascii="Arial" w:hAnsi="Arial" w:cs="Arial"/>
          <w:color w:val="1F1F1F"/>
          <w:sz w:val="24"/>
          <w:szCs w:val="24"/>
        </w:rPr>
        <w:t xml:space="preserve">В районе проживают </w:t>
      </w:r>
      <w:r w:rsidRPr="00E47A09">
        <w:rPr>
          <w:rFonts w:ascii="Arial" w:hAnsi="Arial" w:cs="Arial"/>
          <w:sz w:val="24"/>
          <w:szCs w:val="24"/>
        </w:rPr>
        <w:t>568</w:t>
      </w:r>
      <w:r w:rsidRPr="00E47A09">
        <w:rPr>
          <w:rFonts w:ascii="Arial" w:hAnsi="Arial" w:cs="Arial"/>
          <w:color w:val="1F1F1F"/>
          <w:sz w:val="24"/>
          <w:szCs w:val="24"/>
        </w:rPr>
        <w:t xml:space="preserve"> детей дошкольного возраста. </w:t>
      </w:r>
    </w:p>
    <w:p w:rsidR="003738DC" w:rsidRPr="00E47A09" w:rsidRDefault="003738DC" w:rsidP="00BF2437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1F1F1F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5 детских садах, один из которых является юридическим лицом, остал</w:t>
      </w:r>
      <w:r w:rsidRPr="00E47A09">
        <w:rPr>
          <w:rFonts w:ascii="Arial" w:hAnsi="Arial" w:cs="Arial"/>
          <w:sz w:val="24"/>
          <w:szCs w:val="24"/>
        </w:rPr>
        <w:t>ь</w:t>
      </w:r>
      <w:r w:rsidRPr="00E47A09">
        <w:rPr>
          <w:rFonts w:ascii="Arial" w:hAnsi="Arial" w:cs="Arial"/>
          <w:sz w:val="24"/>
          <w:szCs w:val="24"/>
        </w:rPr>
        <w:t xml:space="preserve">ные структурными подразделениями Запасноимбежской, Вершино-Рыбинской, Манской школ и детского сада «Солнышко» открыто 16 групп, которые посещают </w:t>
      </w:r>
      <w:r w:rsidRPr="00E47A09">
        <w:rPr>
          <w:rFonts w:ascii="Arial" w:hAnsi="Arial" w:cs="Arial"/>
          <w:color w:val="1F1F1F"/>
          <w:sz w:val="24"/>
          <w:szCs w:val="24"/>
        </w:rPr>
        <w:t xml:space="preserve">267 детей в возрасте от 1,5 до 7 лет, охват дошкольным образованием составляет </w:t>
      </w:r>
      <w:r w:rsidRPr="00E47A09">
        <w:rPr>
          <w:rFonts w:ascii="Arial" w:hAnsi="Arial" w:cs="Arial"/>
          <w:sz w:val="24"/>
          <w:szCs w:val="24"/>
        </w:rPr>
        <w:t xml:space="preserve">47 </w:t>
      </w:r>
      <w:r w:rsidRPr="00E47A09">
        <w:rPr>
          <w:rFonts w:ascii="Arial" w:hAnsi="Arial" w:cs="Arial"/>
          <w:color w:val="1F1F1F"/>
          <w:sz w:val="24"/>
          <w:szCs w:val="24"/>
        </w:rPr>
        <w:t>%.</w:t>
      </w:r>
    </w:p>
    <w:p w:rsidR="003738DC" w:rsidRPr="00E47A09" w:rsidRDefault="003738DC" w:rsidP="00BF2437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Обеспечение качества дошк</w:t>
      </w:r>
      <w:r>
        <w:rPr>
          <w:rFonts w:ascii="Arial" w:hAnsi="Arial" w:cs="Arial"/>
          <w:sz w:val="24"/>
          <w:szCs w:val="24"/>
        </w:rPr>
        <w:t xml:space="preserve">ольного образования формируется </w:t>
      </w:r>
      <w:r w:rsidRPr="00E47A09">
        <w:rPr>
          <w:rFonts w:ascii="Arial" w:hAnsi="Arial" w:cs="Arial"/>
          <w:sz w:val="24"/>
          <w:szCs w:val="24"/>
        </w:rPr>
        <w:t>из двух с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ставляю</w:t>
      </w:r>
      <w:r>
        <w:rPr>
          <w:rFonts w:ascii="Arial" w:hAnsi="Arial" w:cs="Arial"/>
          <w:sz w:val="24"/>
          <w:szCs w:val="24"/>
        </w:rPr>
        <w:t xml:space="preserve">щих: доступность и качество </w:t>
      </w:r>
      <w:r w:rsidRPr="00E47A09">
        <w:rPr>
          <w:rFonts w:ascii="Arial" w:hAnsi="Arial" w:cs="Arial"/>
          <w:sz w:val="24"/>
          <w:szCs w:val="24"/>
        </w:rPr>
        <w:t>образовательного процесса. Проблема обеспечения доступности дошкольного образования в нашем районе практически решена. Появляется другая проблема, по прогнозам численности населения, в районе в ближайшие годы будет снижаться количество детей дошкольного во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>раста. В настоящее время в детских садах имеются 40 свободных мест для детей в возрасте от 3 до 7 лет.</w:t>
      </w:r>
    </w:p>
    <w:p w:rsidR="003738DC" w:rsidRPr="00E47A09" w:rsidRDefault="003738DC" w:rsidP="00BF2437">
      <w:pPr>
        <w:widowControl w:val="0"/>
        <w:shd w:val="clear" w:color="auto" w:fill="FFFFFF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Вместимость учреждений, реализующих программы дошкольного образов</w:t>
      </w:r>
      <w:r w:rsidRPr="00E47A09">
        <w:rPr>
          <w:rFonts w:ascii="Arial" w:hAnsi="Arial" w:cs="Arial"/>
          <w:snapToGrid w:val="0"/>
          <w:sz w:val="24"/>
          <w:szCs w:val="24"/>
        </w:rPr>
        <w:t>а</w:t>
      </w:r>
      <w:r w:rsidRPr="00E47A09">
        <w:rPr>
          <w:rFonts w:ascii="Arial" w:hAnsi="Arial" w:cs="Arial"/>
          <w:snapToGrid w:val="0"/>
          <w:sz w:val="24"/>
          <w:szCs w:val="24"/>
        </w:rPr>
        <w:t>ния, составляет 312 мест.</w:t>
      </w:r>
    </w:p>
    <w:p w:rsidR="003738DC" w:rsidRPr="0080282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80282C">
        <w:rPr>
          <w:rFonts w:ascii="Arial" w:hAnsi="Arial" w:cs="Arial"/>
          <w:sz w:val="24"/>
          <w:szCs w:val="24"/>
        </w:rPr>
        <w:t>В 12 школах (11 – юридических лиц и 1 филиал) обучаются 1149 учащихся. Количество классов, классов комплектов – 119. Средняя наполняемость классов 9,65 человек.</w:t>
      </w:r>
    </w:p>
    <w:p w:rsidR="003738DC" w:rsidRPr="0080282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80282C">
        <w:rPr>
          <w:rFonts w:ascii="Arial" w:hAnsi="Arial" w:cs="Arial"/>
          <w:sz w:val="24"/>
          <w:szCs w:val="24"/>
        </w:rPr>
        <w:t>Для развития системы образования необходимо решение кадровых вопр</w:t>
      </w:r>
      <w:r w:rsidRPr="0080282C">
        <w:rPr>
          <w:rFonts w:ascii="Arial" w:hAnsi="Arial" w:cs="Arial"/>
          <w:sz w:val="24"/>
          <w:szCs w:val="24"/>
        </w:rPr>
        <w:t>о</w:t>
      </w:r>
      <w:r w:rsidRPr="0080282C">
        <w:rPr>
          <w:rFonts w:ascii="Arial" w:hAnsi="Arial" w:cs="Arial"/>
          <w:sz w:val="24"/>
          <w:szCs w:val="24"/>
        </w:rPr>
        <w:t xml:space="preserve">сов. Всего в образовательных учреждениях района работают 475 человек из них 208 педагогических работников, включая совместителей.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80282C">
        <w:rPr>
          <w:rFonts w:ascii="Arial" w:hAnsi="Arial" w:cs="Arial"/>
          <w:sz w:val="24"/>
          <w:szCs w:val="24"/>
        </w:rPr>
        <w:t>Педагогов с высшей квалификационной категорией 21 человек, с первой к</w:t>
      </w:r>
      <w:r w:rsidRPr="0080282C">
        <w:rPr>
          <w:rFonts w:ascii="Arial" w:hAnsi="Arial" w:cs="Arial"/>
          <w:sz w:val="24"/>
          <w:szCs w:val="24"/>
        </w:rPr>
        <w:t>а</w:t>
      </w:r>
      <w:r w:rsidRPr="0080282C">
        <w:rPr>
          <w:rFonts w:ascii="Arial" w:hAnsi="Arial" w:cs="Arial"/>
          <w:sz w:val="24"/>
          <w:szCs w:val="24"/>
        </w:rPr>
        <w:t xml:space="preserve">тегорией 73.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1F1F1F"/>
          <w:sz w:val="24"/>
          <w:szCs w:val="24"/>
        </w:rPr>
        <w:t>Система образования района нуждается в обновлении кадрового потенци</w:t>
      </w:r>
      <w:r w:rsidRPr="00E47A09">
        <w:rPr>
          <w:rFonts w:ascii="Arial" w:hAnsi="Arial" w:cs="Arial"/>
          <w:color w:val="1F1F1F"/>
          <w:sz w:val="24"/>
          <w:szCs w:val="24"/>
        </w:rPr>
        <w:t>а</w:t>
      </w:r>
      <w:r w:rsidRPr="00E47A09">
        <w:rPr>
          <w:rFonts w:ascii="Arial" w:hAnsi="Arial" w:cs="Arial"/>
          <w:color w:val="1F1F1F"/>
          <w:sz w:val="24"/>
          <w:szCs w:val="24"/>
        </w:rPr>
        <w:t xml:space="preserve">ла. </w:t>
      </w:r>
      <w:r w:rsidRPr="00E47A09">
        <w:rPr>
          <w:rFonts w:ascii="Arial" w:hAnsi="Arial" w:cs="Arial"/>
          <w:sz w:val="24"/>
          <w:szCs w:val="24"/>
        </w:rPr>
        <w:t>В образовательных учреждениях сохраняется высокое количество «скр</w:t>
      </w:r>
      <w:r>
        <w:rPr>
          <w:rFonts w:ascii="Arial" w:hAnsi="Arial" w:cs="Arial"/>
          <w:sz w:val="24"/>
          <w:szCs w:val="24"/>
        </w:rPr>
        <w:t xml:space="preserve">ытых» педагогических вакансий. </w:t>
      </w:r>
      <w:r w:rsidRPr="00E47A09">
        <w:rPr>
          <w:rFonts w:ascii="Arial" w:hAnsi="Arial" w:cs="Arial"/>
          <w:sz w:val="24"/>
          <w:szCs w:val="24"/>
        </w:rPr>
        <w:t>Средняя нагрузка педагога составляет 1,75 ставки.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1F1F1F"/>
          <w:sz w:val="24"/>
          <w:szCs w:val="24"/>
        </w:rPr>
        <w:t xml:space="preserve">Особенно нуждается система образования в педагогах таких предметов как иностранные языки, физика, русский язык и литература, математика, биология, химия. </w:t>
      </w:r>
      <w:r w:rsidRPr="00E47A09">
        <w:rPr>
          <w:rFonts w:ascii="Arial" w:hAnsi="Arial" w:cs="Arial"/>
          <w:color w:val="0D0D0D"/>
          <w:sz w:val="24"/>
          <w:szCs w:val="24"/>
        </w:rPr>
        <w:t>Имеется дефицит «узких» специалистов, таких как педагог-психолог, уч</w:t>
      </w:r>
      <w:r w:rsidRPr="00E47A09">
        <w:rPr>
          <w:rFonts w:ascii="Arial" w:hAnsi="Arial" w:cs="Arial"/>
          <w:color w:val="0D0D0D"/>
          <w:sz w:val="24"/>
          <w:szCs w:val="24"/>
        </w:rPr>
        <w:t>и</w:t>
      </w:r>
      <w:r w:rsidRPr="00E47A09">
        <w:rPr>
          <w:rFonts w:ascii="Arial" w:hAnsi="Arial" w:cs="Arial"/>
          <w:color w:val="0D0D0D"/>
          <w:sz w:val="24"/>
          <w:szCs w:val="24"/>
        </w:rPr>
        <w:t>тель-логопед, учитель-дефектолог для работы с детьми с ограниченными во</w:t>
      </w:r>
      <w:r w:rsidRPr="00E47A09">
        <w:rPr>
          <w:rFonts w:ascii="Arial" w:hAnsi="Arial" w:cs="Arial"/>
          <w:color w:val="0D0D0D"/>
          <w:sz w:val="24"/>
          <w:szCs w:val="24"/>
        </w:rPr>
        <w:t>з</w:t>
      </w:r>
      <w:r w:rsidRPr="00E47A09">
        <w:rPr>
          <w:rFonts w:ascii="Arial" w:hAnsi="Arial" w:cs="Arial"/>
          <w:color w:val="0D0D0D"/>
          <w:sz w:val="24"/>
          <w:szCs w:val="24"/>
        </w:rPr>
        <w:t>можностями здоровья.</w:t>
      </w:r>
      <w:r w:rsidRPr="00E47A09">
        <w:rPr>
          <w:rFonts w:ascii="Arial" w:hAnsi="Arial" w:cs="Arial"/>
          <w:sz w:val="24"/>
          <w:szCs w:val="24"/>
        </w:rPr>
        <w:t xml:space="preserve">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настоящее время доля молодых учителей до 30 лет, работающих в о</w:t>
      </w:r>
      <w:r w:rsidRPr="00E47A09">
        <w:rPr>
          <w:rFonts w:ascii="Arial" w:hAnsi="Arial" w:cs="Arial"/>
          <w:sz w:val="24"/>
          <w:szCs w:val="24"/>
        </w:rPr>
        <w:t>б</w:t>
      </w:r>
      <w:r w:rsidRPr="00E47A09">
        <w:rPr>
          <w:rFonts w:ascii="Arial" w:hAnsi="Arial" w:cs="Arial"/>
          <w:sz w:val="24"/>
          <w:szCs w:val="24"/>
        </w:rPr>
        <w:t>щеобразовательных учреждениях района, составляет 6 %. Данная проблема ус</w:t>
      </w:r>
      <w:r w:rsidRPr="00E47A09">
        <w:rPr>
          <w:rFonts w:ascii="Arial" w:hAnsi="Arial" w:cs="Arial"/>
          <w:sz w:val="24"/>
          <w:szCs w:val="24"/>
        </w:rPr>
        <w:t>у</w:t>
      </w:r>
      <w:r w:rsidRPr="00E47A09">
        <w:rPr>
          <w:rFonts w:ascii="Arial" w:hAnsi="Arial" w:cs="Arial"/>
          <w:sz w:val="24"/>
          <w:szCs w:val="24"/>
        </w:rPr>
        <w:t>губляется ростом педагогов пенсионного возраста.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 xml:space="preserve">Во всех школах района созданы условия для организации питания. Все учащиеся 1-4 классов обеспечены бесплатными горячими завтраками.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На территории района </w:t>
      </w:r>
      <w:r>
        <w:rPr>
          <w:rFonts w:ascii="Arial" w:hAnsi="Arial" w:cs="Arial"/>
          <w:sz w:val="24"/>
          <w:szCs w:val="24"/>
        </w:rPr>
        <w:t>9</w:t>
      </w:r>
      <w:r w:rsidRPr="00E47A09">
        <w:rPr>
          <w:rFonts w:ascii="Arial" w:hAnsi="Arial" w:cs="Arial"/>
          <w:sz w:val="24"/>
          <w:szCs w:val="24"/>
        </w:rPr>
        <w:t xml:space="preserve"> образовательных организаций реализуют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грамму дополнительного образования, в том числе 1 организация дополнительн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 xml:space="preserve">го </w:t>
      </w:r>
      <w:r w:rsidRPr="005877F3">
        <w:rPr>
          <w:rFonts w:ascii="Arial" w:hAnsi="Arial" w:cs="Arial"/>
          <w:sz w:val="24"/>
          <w:szCs w:val="24"/>
        </w:rPr>
        <w:t>образования. В рамках</w:t>
      </w:r>
      <w:r w:rsidRPr="00E47A09">
        <w:rPr>
          <w:rFonts w:ascii="Arial" w:hAnsi="Arial" w:cs="Arial"/>
          <w:sz w:val="24"/>
          <w:szCs w:val="24"/>
        </w:rPr>
        <w:t xml:space="preserve"> данного проекта предусмотрено формирование эле</w:t>
      </w:r>
      <w:r w:rsidRPr="00E47A09">
        <w:rPr>
          <w:rFonts w:ascii="Arial" w:hAnsi="Arial" w:cs="Arial"/>
          <w:sz w:val="24"/>
          <w:szCs w:val="24"/>
        </w:rPr>
        <w:t>к</w:t>
      </w:r>
      <w:r w:rsidRPr="00E47A09">
        <w:rPr>
          <w:rFonts w:ascii="Arial" w:hAnsi="Arial" w:cs="Arial"/>
          <w:sz w:val="24"/>
          <w:szCs w:val="24"/>
        </w:rPr>
        <w:t xml:space="preserve">тронной базы «Навигатор дополнительного образования детей», позволяющей родителям осуществлять электронную регистрацию детей для получения услуг дополнительного образования. В образовательных организациях реализуются </w:t>
      </w:r>
      <w:r>
        <w:rPr>
          <w:rFonts w:ascii="Arial" w:hAnsi="Arial" w:cs="Arial"/>
          <w:sz w:val="24"/>
          <w:szCs w:val="24"/>
        </w:rPr>
        <w:t xml:space="preserve">78 </w:t>
      </w:r>
      <w:r w:rsidRPr="00E47A09">
        <w:rPr>
          <w:rFonts w:ascii="Arial" w:hAnsi="Arial" w:cs="Arial"/>
          <w:sz w:val="24"/>
          <w:szCs w:val="24"/>
        </w:rPr>
        <w:t>дополнительных общеобразовательных программ.</w:t>
      </w:r>
      <w:r w:rsidRPr="00E47A09">
        <w:rPr>
          <w:rFonts w:ascii="Arial" w:hAnsi="Arial" w:cs="Arial"/>
          <w:color w:val="FF0000"/>
          <w:sz w:val="24"/>
          <w:szCs w:val="24"/>
        </w:rPr>
        <w:t xml:space="preserve"> </w:t>
      </w:r>
      <w:r w:rsidRPr="00E47A09">
        <w:rPr>
          <w:rFonts w:ascii="Arial" w:hAnsi="Arial" w:cs="Arial"/>
          <w:sz w:val="24"/>
          <w:szCs w:val="24"/>
        </w:rPr>
        <w:t>В целях внедрения Целевой модели развития региональной системы дополнительного образования детей, на базе МБОУ ДО «Партизанский ЦВР» функционирует муниципальный опорный центр дополнительного образования детей, который обеспечит эффективную си</w:t>
      </w:r>
      <w:r w:rsidRPr="00E47A09">
        <w:rPr>
          <w:rFonts w:ascii="Arial" w:hAnsi="Arial" w:cs="Arial"/>
          <w:sz w:val="24"/>
          <w:szCs w:val="24"/>
        </w:rPr>
        <w:t>с</w:t>
      </w:r>
      <w:r w:rsidRPr="00E47A09">
        <w:rPr>
          <w:rFonts w:ascii="Arial" w:hAnsi="Arial" w:cs="Arial"/>
          <w:sz w:val="24"/>
          <w:szCs w:val="24"/>
        </w:rPr>
        <w:t xml:space="preserve">тему межведомственного взаимодействия в сфере дополнительного образования детей по реализации современных вариативных и </w:t>
      </w:r>
      <w:r w:rsidRPr="005877F3">
        <w:rPr>
          <w:rFonts w:ascii="Arial" w:hAnsi="Arial" w:cs="Arial"/>
          <w:sz w:val="24"/>
          <w:szCs w:val="24"/>
        </w:rPr>
        <w:t>востребованных дополнител</w:t>
      </w:r>
      <w:r w:rsidRPr="005877F3">
        <w:rPr>
          <w:rFonts w:ascii="Arial" w:hAnsi="Arial" w:cs="Arial"/>
          <w:sz w:val="24"/>
          <w:szCs w:val="24"/>
        </w:rPr>
        <w:t>ь</w:t>
      </w:r>
      <w:r w:rsidRPr="005877F3">
        <w:rPr>
          <w:rFonts w:ascii="Arial" w:hAnsi="Arial" w:cs="Arial"/>
          <w:sz w:val="24"/>
          <w:szCs w:val="24"/>
        </w:rPr>
        <w:t>ных общеобразовательных программ различных направленностей. Доля</w:t>
      </w:r>
      <w:r>
        <w:rPr>
          <w:rFonts w:ascii="Arial" w:hAnsi="Arial" w:cs="Arial"/>
          <w:sz w:val="24"/>
          <w:szCs w:val="24"/>
        </w:rPr>
        <w:t xml:space="preserve"> </w:t>
      </w:r>
      <w:r w:rsidRPr="005877F3">
        <w:rPr>
          <w:rFonts w:ascii="Arial" w:hAnsi="Arial" w:cs="Arial"/>
          <w:sz w:val="24"/>
          <w:szCs w:val="24"/>
        </w:rPr>
        <w:t xml:space="preserve">детей охваченных дополнительным образованием составила </w:t>
      </w:r>
      <w:r>
        <w:rPr>
          <w:rFonts w:ascii="Arial" w:hAnsi="Arial" w:cs="Arial"/>
          <w:sz w:val="24"/>
          <w:szCs w:val="24"/>
        </w:rPr>
        <w:t>60</w:t>
      </w:r>
      <w:r w:rsidRPr="005877F3">
        <w:rPr>
          <w:rFonts w:ascii="Arial" w:hAnsi="Arial" w:cs="Arial"/>
          <w:sz w:val="24"/>
          <w:szCs w:val="24"/>
        </w:rPr>
        <w:t>%</w:t>
      </w:r>
      <w:r w:rsidRPr="00E47A09">
        <w:rPr>
          <w:rFonts w:ascii="Arial" w:hAnsi="Arial" w:cs="Arial"/>
          <w:sz w:val="24"/>
          <w:szCs w:val="24"/>
        </w:rPr>
        <w:t xml:space="preserve"> от общего количества детей в муниципалитете в возрасте от 5 до 18 лет.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районе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 созданы условия для максимального участия детей в мероприят</w:t>
      </w:r>
      <w:r w:rsidRPr="00E47A09">
        <w:rPr>
          <w:rFonts w:ascii="Arial" w:hAnsi="Arial" w:cs="Arial"/>
          <w:color w:val="000000"/>
          <w:sz w:val="24"/>
          <w:szCs w:val="24"/>
        </w:rPr>
        <w:t>и</w:t>
      </w:r>
      <w:r w:rsidRPr="00E47A09">
        <w:rPr>
          <w:rFonts w:ascii="Arial" w:hAnsi="Arial" w:cs="Arial"/>
          <w:color w:val="000000"/>
          <w:sz w:val="24"/>
          <w:szCs w:val="24"/>
        </w:rPr>
        <w:t>ях различного уровня.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Возможности сложившейся системы досуга, отдыха и занятости де</w:t>
      </w:r>
      <w:r>
        <w:rPr>
          <w:rFonts w:ascii="Arial" w:hAnsi="Arial" w:cs="Arial"/>
          <w:sz w:val="24"/>
          <w:szCs w:val="24"/>
        </w:rPr>
        <w:t>тей: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лагеря дневного пребывания; предоставление временных рабочих мест для подростков; однодневные и многодневные походы; учебные сборы с юношами 10-х классов; экскурсии; культурно-досуговая деятельность; участие в мероприятиях зонального и краевого уровней.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Данные мероприятия позволяют организовать досуг, отдых и занятость не менее 69% детей и подростков.</w:t>
      </w:r>
    </w:p>
    <w:p w:rsidR="003738DC" w:rsidRPr="00B62B15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B62B15">
        <w:rPr>
          <w:rFonts w:ascii="Arial" w:hAnsi="Arial" w:cs="Arial"/>
          <w:sz w:val="24"/>
          <w:szCs w:val="24"/>
        </w:rPr>
        <w:t>В период летней оздоровительной кампании 2024 года обеспечено фун</w:t>
      </w:r>
      <w:r w:rsidRPr="00B62B15">
        <w:rPr>
          <w:rFonts w:ascii="Arial" w:hAnsi="Arial" w:cs="Arial"/>
          <w:sz w:val="24"/>
          <w:szCs w:val="24"/>
        </w:rPr>
        <w:t>к</w:t>
      </w:r>
      <w:r w:rsidRPr="00B62B15">
        <w:rPr>
          <w:rFonts w:ascii="Arial" w:hAnsi="Arial" w:cs="Arial"/>
          <w:sz w:val="24"/>
          <w:szCs w:val="24"/>
        </w:rPr>
        <w:t>ционирование 7 лагерей с дневным пребыванием в МБОУ «Партизанская СОШ», МБОУ «Манская СОШ», МКОУ «Запасноимбежская СОШ», МКОУ «Вершино-Рыбинская СОШ», МКОУ Богуславская СОШ», МКОУ «Солонечно-Талинская ООШ», МКОУ «Иннокентьевская ООШ» с о</w:t>
      </w:r>
      <w:r>
        <w:rPr>
          <w:rFonts w:ascii="Arial" w:hAnsi="Arial" w:cs="Arial"/>
          <w:sz w:val="24"/>
          <w:szCs w:val="24"/>
        </w:rPr>
        <w:t xml:space="preserve">хватом 216 </w:t>
      </w:r>
      <w:r w:rsidRPr="00B62B15">
        <w:rPr>
          <w:rFonts w:ascii="Arial" w:hAnsi="Arial" w:cs="Arial"/>
          <w:sz w:val="24"/>
          <w:szCs w:val="24"/>
        </w:rPr>
        <w:t xml:space="preserve">детей. В лагерях дневного пребывания использовалась программа «Содружество Орлят России».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B62B15">
        <w:rPr>
          <w:rFonts w:ascii="Arial" w:hAnsi="Arial" w:cs="Arial"/>
          <w:sz w:val="24"/>
          <w:szCs w:val="24"/>
        </w:rPr>
        <w:t>Путевками в загородные оздоровительные лагеря обеспечено 33 учащихся из них</w:t>
      </w:r>
      <w:r>
        <w:rPr>
          <w:rFonts w:ascii="Arial" w:hAnsi="Arial" w:cs="Arial"/>
          <w:sz w:val="24"/>
          <w:szCs w:val="24"/>
        </w:rPr>
        <w:t>:</w:t>
      </w:r>
      <w:r w:rsidRPr="00B62B15">
        <w:rPr>
          <w:rFonts w:ascii="Arial" w:hAnsi="Arial" w:cs="Arial"/>
          <w:sz w:val="24"/>
          <w:szCs w:val="24"/>
        </w:rPr>
        <w:t xml:space="preserve"> 25 </w:t>
      </w:r>
      <w:r>
        <w:rPr>
          <w:rFonts w:ascii="Arial" w:hAnsi="Arial" w:cs="Arial"/>
          <w:sz w:val="24"/>
          <w:szCs w:val="24"/>
        </w:rPr>
        <w:t xml:space="preserve">– </w:t>
      </w:r>
      <w:r w:rsidRPr="00B62B15">
        <w:rPr>
          <w:rFonts w:ascii="Arial" w:hAnsi="Arial" w:cs="Arial"/>
          <w:sz w:val="24"/>
          <w:szCs w:val="24"/>
        </w:rPr>
        <w:t xml:space="preserve">по линии опеки, 8 </w:t>
      </w:r>
      <w:r>
        <w:rPr>
          <w:rFonts w:ascii="Arial" w:hAnsi="Arial" w:cs="Arial"/>
          <w:sz w:val="24"/>
          <w:szCs w:val="24"/>
        </w:rPr>
        <w:t xml:space="preserve">– </w:t>
      </w:r>
      <w:r w:rsidRPr="00B62B15">
        <w:rPr>
          <w:rFonts w:ascii="Arial" w:hAnsi="Arial" w:cs="Arial"/>
          <w:sz w:val="24"/>
          <w:szCs w:val="24"/>
        </w:rPr>
        <w:t>отдела образования.</w:t>
      </w:r>
      <w:r>
        <w:rPr>
          <w:rFonts w:ascii="Arial" w:hAnsi="Arial" w:cs="Arial"/>
          <w:sz w:val="24"/>
          <w:szCs w:val="24"/>
        </w:rPr>
        <w:t xml:space="preserve"> </w:t>
      </w:r>
    </w:p>
    <w:p w:rsidR="003738DC" w:rsidRPr="00061746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Общая численность детей-сирот и детей, оставшихся без попечения род</w:t>
      </w:r>
      <w:r w:rsidRPr="00D91E17">
        <w:rPr>
          <w:rFonts w:ascii="Arial" w:hAnsi="Arial" w:cs="Arial"/>
          <w:sz w:val="24"/>
          <w:szCs w:val="24"/>
        </w:rPr>
        <w:t>и</w:t>
      </w:r>
      <w:r w:rsidRPr="00D91E17">
        <w:rPr>
          <w:rFonts w:ascii="Arial" w:hAnsi="Arial" w:cs="Arial"/>
          <w:sz w:val="24"/>
          <w:szCs w:val="24"/>
        </w:rPr>
        <w:t>телей, на территории Партизанского района составляет 1</w:t>
      </w:r>
      <w:r>
        <w:rPr>
          <w:rFonts w:ascii="Arial" w:hAnsi="Arial" w:cs="Arial"/>
          <w:sz w:val="24"/>
          <w:szCs w:val="24"/>
        </w:rPr>
        <w:t>69</w:t>
      </w:r>
      <w:r w:rsidRPr="00D91E17">
        <w:rPr>
          <w:rFonts w:ascii="Arial" w:hAnsi="Arial" w:cs="Arial"/>
          <w:sz w:val="24"/>
          <w:szCs w:val="24"/>
        </w:rPr>
        <w:t xml:space="preserve"> человек, из них: </w:t>
      </w:r>
      <w:r>
        <w:rPr>
          <w:rFonts w:ascii="Arial" w:hAnsi="Arial" w:cs="Arial"/>
          <w:sz w:val="24"/>
          <w:szCs w:val="24"/>
        </w:rPr>
        <w:t>в 23 семьях опекунов  – 27 детей</w:t>
      </w:r>
      <w:r w:rsidRPr="00061746">
        <w:rPr>
          <w:rFonts w:ascii="Arial" w:hAnsi="Arial" w:cs="Arial"/>
          <w:sz w:val="24"/>
          <w:szCs w:val="24"/>
        </w:rPr>
        <w:t>, из них 2 с инвалидностью,</w:t>
      </w:r>
    </w:p>
    <w:p w:rsidR="003738DC" w:rsidRPr="00061746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061746">
        <w:rPr>
          <w:rFonts w:ascii="Arial" w:hAnsi="Arial" w:cs="Arial"/>
          <w:sz w:val="24"/>
          <w:szCs w:val="24"/>
        </w:rPr>
        <w:t xml:space="preserve">в  40 приемных семьях – 85 </w:t>
      </w:r>
      <w:r>
        <w:rPr>
          <w:rFonts w:ascii="Arial" w:hAnsi="Arial" w:cs="Arial"/>
          <w:sz w:val="24"/>
          <w:szCs w:val="24"/>
        </w:rPr>
        <w:t>детей</w:t>
      </w:r>
      <w:r w:rsidRPr="00061746">
        <w:rPr>
          <w:rFonts w:ascii="Arial" w:hAnsi="Arial" w:cs="Arial"/>
          <w:sz w:val="24"/>
          <w:szCs w:val="24"/>
        </w:rPr>
        <w:t>,</w:t>
      </w:r>
    </w:p>
    <w:p w:rsidR="003738DC" w:rsidRPr="00061746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061746">
        <w:rPr>
          <w:rFonts w:ascii="Arial" w:hAnsi="Arial" w:cs="Arial"/>
          <w:sz w:val="24"/>
          <w:szCs w:val="24"/>
        </w:rPr>
        <w:t>в 4 семьях предварительных опекунов – 5 детей,</w:t>
      </w:r>
    </w:p>
    <w:p w:rsidR="003738DC" w:rsidRPr="00061746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061746">
        <w:rPr>
          <w:rFonts w:ascii="Arial" w:hAnsi="Arial" w:cs="Arial"/>
          <w:sz w:val="24"/>
          <w:szCs w:val="24"/>
        </w:rPr>
        <w:t>детей-сирот  – 42 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061746">
        <w:rPr>
          <w:rFonts w:ascii="Arial" w:hAnsi="Arial" w:cs="Arial"/>
          <w:sz w:val="24"/>
          <w:szCs w:val="24"/>
        </w:rPr>
        <w:t>под надзо</w:t>
      </w:r>
      <w:r>
        <w:rPr>
          <w:rFonts w:ascii="Arial" w:hAnsi="Arial" w:cs="Arial"/>
          <w:sz w:val="24"/>
          <w:szCs w:val="24"/>
        </w:rPr>
        <w:t>ром КГКУ «Партизанский детский дом» –</w:t>
      </w:r>
      <w:r w:rsidRPr="00061746">
        <w:rPr>
          <w:rFonts w:ascii="Arial" w:hAnsi="Arial" w:cs="Arial"/>
          <w:sz w:val="24"/>
          <w:szCs w:val="24"/>
        </w:rPr>
        <w:t xml:space="preserve"> 52 воспитанника. </w:t>
      </w:r>
      <w:r w:rsidRPr="00D91E17">
        <w:rPr>
          <w:rFonts w:ascii="Arial" w:hAnsi="Arial" w:cs="Arial"/>
          <w:sz w:val="24"/>
          <w:szCs w:val="24"/>
        </w:rPr>
        <w:t>(дети со статусом сироты или оставшиеся без попечения родителей). 10 несоверше</w:t>
      </w:r>
      <w:r w:rsidRPr="00D91E17">
        <w:rPr>
          <w:rFonts w:ascii="Arial" w:hAnsi="Arial" w:cs="Arial"/>
          <w:sz w:val="24"/>
          <w:szCs w:val="24"/>
        </w:rPr>
        <w:t>н</w:t>
      </w:r>
      <w:r w:rsidRPr="00D91E17">
        <w:rPr>
          <w:rFonts w:ascii="Arial" w:hAnsi="Arial" w:cs="Arial"/>
          <w:sz w:val="24"/>
          <w:szCs w:val="24"/>
        </w:rPr>
        <w:t>нолетних помещены временно, юридического статуса еще нет.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Численность детей-сирот, детей, оставшихся без попечения родителей, и лиц из их числа, состоящих на учете на получение жилого помещения в Партиза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 xml:space="preserve">ском районе, составляет </w:t>
      </w:r>
      <w:r>
        <w:rPr>
          <w:rFonts w:ascii="Arial" w:hAnsi="Arial" w:cs="Arial"/>
          <w:sz w:val="24"/>
          <w:szCs w:val="24"/>
        </w:rPr>
        <w:t>22</w:t>
      </w:r>
      <w:r w:rsidRPr="00E47A09">
        <w:rPr>
          <w:rFonts w:ascii="Arial" w:hAnsi="Arial" w:cs="Arial"/>
          <w:sz w:val="24"/>
          <w:szCs w:val="24"/>
        </w:rPr>
        <w:t xml:space="preserve"> человек</w:t>
      </w:r>
      <w:r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 xml:space="preserve">.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Реализация всех мероприятий муниципальной программы позволит орг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нам и учреждениям образования района своевременно и в полном объеме в</w:t>
      </w:r>
      <w:r w:rsidRPr="00E47A09">
        <w:rPr>
          <w:rFonts w:ascii="Arial" w:hAnsi="Arial" w:cs="Arial"/>
          <w:sz w:val="24"/>
          <w:szCs w:val="24"/>
        </w:rPr>
        <w:t>ы</w:t>
      </w:r>
      <w:r w:rsidRPr="00E47A09">
        <w:rPr>
          <w:rFonts w:ascii="Arial" w:hAnsi="Arial" w:cs="Arial"/>
          <w:sz w:val="24"/>
          <w:szCs w:val="24"/>
        </w:rPr>
        <w:t>полнить все возложенные на отрасль обязательства, провести системные мер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приятия, направленные на повышение качества и эффективности работы.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При этом важным условием успешной реализации муниципальной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граммы является управление рисками с целью минимизации их влияния на до</w:t>
      </w:r>
      <w:r w:rsidRPr="00E47A09">
        <w:rPr>
          <w:rFonts w:ascii="Arial" w:hAnsi="Arial" w:cs="Arial"/>
          <w:sz w:val="24"/>
          <w:szCs w:val="24"/>
        </w:rPr>
        <w:t>с</w:t>
      </w:r>
      <w:r w:rsidRPr="00E47A09">
        <w:rPr>
          <w:rFonts w:ascii="Arial" w:hAnsi="Arial" w:cs="Arial"/>
          <w:sz w:val="24"/>
          <w:szCs w:val="24"/>
        </w:rPr>
        <w:t>тижение целей муниципальной программы.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К основным рискам реализации муниципальной программы относятся: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финансово-экономические риски – недофинансирование мероприятий м</w:t>
      </w:r>
      <w:r w:rsidRPr="00E47A09">
        <w:rPr>
          <w:rFonts w:ascii="Arial" w:hAnsi="Arial" w:cs="Arial"/>
          <w:sz w:val="24"/>
          <w:szCs w:val="24"/>
        </w:rPr>
        <w:t>у</w:t>
      </w:r>
      <w:r w:rsidRPr="00E47A09">
        <w:rPr>
          <w:rFonts w:ascii="Arial" w:hAnsi="Arial" w:cs="Arial"/>
          <w:sz w:val="24"/>
          <w:szCs w:val="24"/>
        </w:rPr>
        <w:t>ниципальной программы за счет бюджетов всех уровней бюджетной системы Ро</w:t>
      </w:r>
      <w:r w:rsidRPr="00E47A09">
        <w:rPr>
          <w:rFonts w:ascii="Arial" w:hAnsi="Arial" w:cs="Arial"/>
          <w:sz w:val="24"/>
          <w:szCs w:val="24"/>
        </w:rPr>
        <w:t>с</w:t>
      </w:r>
      <w:r w:rsidRPr="00E47A09">
        <w:rPr>
          <w:rFonts w:ascii="Arial" w:hAnsi="Arial" w:cs="Arial"/>
          <w:sz w:val="24"/>
          <w:szCs w:val="24"/>
        </w:rPr>
        <w:t>сийской Федерации;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нормативные правовые риски – непринятие или несвоевременное принятие необходимых нормативных актов, влияющих на мероприятия муниципальной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граммы;</w:t>
      </w:r>
    </w:p>
    <w:p w:rsidR="003738DC" w:rsidRPr="002344AF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организационные и управленческие риски – недостаточная проработка в</w:t>
      </w:r>
      <w:r w:rsidRPr="002344AF">
        <w:rPr>
          <w:rFonts w:ascii="Arial" w:hAnsi="Arial" w:cs="Arial"/>
          <w:sz w:val="24"/>
          <w:szCs w:val="24"/>
        </w:rPr>
        <w:t>о</w:t>
      </w:r>
      <w:r w:rsidRPr="002344AF">
        <w:rPr>
          <w:rFonts w:ascii="Arial" w:hAnsi="Arial" w:cs="Arial"/>
          <w:sz w:val="24"/>
          <w:szCs w:val="24"/>
        </w:rPr>
        <w:t>просов, решаемых в рамках муниципальной программы, недостаточная подгото</w:t>
      </w:r>
      <w:r w:rsidRPr="002344AF">
        <w:rPr>
          <w:rFonts w:ascii="Arial" w:hAnsi="Arial" w:cs="Arial"/>
          <w:sz w:val="24"/>
          <w:szCs w:val="24"/>
        </w:rPr>
        <w:t>в</w:t>
      </w:r>
      <w:r w:rsidRPr="002344AF">
        <w:rPr>
          <w:rFonts w:ascii="Arial" w:hAnsi="Arial" w:cs="Arial"/>
          <w:sz w:val="24"/>
          <w:szCs w:val="24"/>
        </w:rPr>
        <w:t>ка управленческого потенциала, неадекватность системы мониторинга реализ</w:t>
      </w:r>
      <w:r w:rsidRPr="002344AF">
        <w:rPr>
          <w:rFonts w:ascii="Arial" w:hAnsi="Arial" w:cs="Arial"/>
          <w:sz w:val="24"/>
          <w:szCs w:val="24"/>
        </w:rPr>
        <w:t>а</w:t>
      </w:r>
      <w:r w:rsidRPr="002344AF">
        <w:rPr>
          <w:rFonts w:ascii="Arial" w:hAnsi="Arial" w:cs="Arial"/>
          <w:sz w:val="24"/>
          <w:szCs w:val="24"/>
        </w:rPr>
        <w:t>ции программы, отставание от сроков реализации мероприятий.</w:t>
      </w:r>
    </w:p>
    <w:p w:rsidR="003738DC" w:rsidRPr="002344AF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Устранение (минимизация) рисков связано с качеством планирования ре</w:t>
      </w:r>
      <w:r w:rsidRPr="002344AF">
        <w:rPr>
          <w:rFonts w:ascii="Arial" w:hAnsi="Arial" w:cs="Arial"/>
          <w:sz w:val="24"/>
          <w:szCs w:val="24"/>
        </w:rPr>
        <w:t>а</w:t>
      </w:r>
      <w:r w:rsidRPr="002344AF">
        <w:rPr>
          <w:rFonts w:ascii="Arial" w:hAnsi="Arial" w:cs="Arial"/>
          <w:sz w:val="24"/>
          <w:szCs w:val="24"/>
        </w:rPr>
        <w:t>лизации муниципальной программы, обеспечением мониторинга ее реализации и оперативного внесения необходимых изменений.</w:t>
      </w:r>
    </w:p>
    <w:p w:rsidR="003738DC" w:rsidRPr="002344AF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Устранение организационных и управленческих рисков возможно за счет обеспечения постоянного и оперативного мониторинга реализации программы и ее подпрограмм, а также за счет корректировки программы на основе анализа данных мониторинга. Важным средством снижения рисков является проведение аттестации и переподготовка управленческих кадров системы образования.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Снижение риска недостаточного финансирования возможно при обеспеч</w:t>
      </w:r>
      <w:r w:rsidRPr="002344AF">
        <w:rPr>
          <w:rFonts w:ascii="Arial" w:hAnsi="Arial" w:cs="Arial"/>
          <w:sz w:val="24"/>
          <w:szCs w:val="24"/>
        </w:rPr>
        <w:t>е</w:t>
      </w:r>
      <w:r w:rsidRPr="002344AF">
        <w:rPr>
          <w:rFonts w:ascii="Arial" w:hAnsi="Arial" w:cs="Arial"/>
          <w:sz w:val="24"/>
          <w:szCs w:val="24"/>
        </w:rPr>
        <w:t>нии правильного расчета необходимых объемов средств муниципального, реги</w:t>
      </w:r>
      <w:r w:rsidRPr="002344AF">
        <w:rPr>
          <w:rFonts w:ascii="Arial" w:hAnsi="Arial" w:cs="Arial"/>
          <w:sz w:val="24"/>
          <w:szCs w:val="24"/>
        </w:rPr>
        <w:t>о</w:t>
      </w:r>
      <w:r w:rsidRPr="002344AF">
        <w:rPr>
          <w:rFonts w:ascii="Arial" w:hAnsi="Arial" w:cs="Arial"/>
          <w:sz w:val="24"/>
          <w:szCs w:val="24"/>
        </w:rPr>
        <w:t>нального и федерального бюджетов.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3. Приоритеты и цели социально-экономического развития отрасли, описание о</w:t>
      </w:r>
      <w:r w:rsidRPr="00E47A09">
        <w:rPr>
          <w:rFonts w:ascii="Arial" w:hAnsi="Arial" w:cs="Arial"/>
          <w:color w:val="000000"/>
          <w:sz w:val="24"/>
          <w:szCs w:val="24"/>
        </w:rPr>
        <w:t>с</w:t>
      </w:r>
      <w:r w:rsidRPr="00E47A09">
        <w:rPr>
          <w:rFonts w:ascii="Arial" w:hAnsi="Arial" w:cs="Arial"/>
          <w:color w:val="000000"/>
          <w:sz w:val="24"/>
          <w:szCs w:val="24"/>
        </w:rPr>
        <w:t>новных целей и задач программы, тенденции социально-экономического развития отрасли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 xml:space="preserve">Цели: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обеспечение качества образования, соответствующего потребностям гра</w:t>
      </w:r>
      <w:r w:rsidRPr="00E47A09">
        <w:rPr>
          <w:rFonts w:ascii="Arial" w:hAnsi="Arial" w:cs="Arial"/>
          <w:sz w:val="24"/>
          <w:szCs w:val="24"/>
        </w:rPr>
        <w:t>ж</w:t>
      </w:r>
      <w:r w:rsidRPr="00E47A09">
        <w:rPr>
          <w:rFonts w:ascii="Arial" w:hAnsi="Arial" w:cs="Arial"/>
          <w:sz w:val="24"/>
          <w:szCs w:val="24"/>
        </w:rPr>
        <w:t xml:space="preserve">дан и перспективным задачам развития экономики Партизанского района;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поддержка детей-сирот, детей, оставшихся без попечения родителей, а также лиц из их числа;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отдых и досуг детей в каникулярное время.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Задачи:</w:t>
      </w:r>
      <w:r w:rsidRPr="00E47A09">
        <w:rPr>
          <w:rFonts w:ascii="Arial" w:hAnsi="Arial" w:cs="Arial"/>
          <w:sz w:val="24"/>
          <w:szCs w:val="24"/>
        </w:rPr>
        <w:t xml:space="preserve">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1. Создание в системе дошкольного, общего и дополнительного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ния равных возможностей для современного качественного образования, поз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тивной социализации детей и отдыха, досуга детей в каникулярное время.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Обеспечение приобретения жилых помещений для их предоставления по договору найма детям-сиротам и детям, оставшимся без попечения родителей, а также лицам из их числа.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3. Создание условий для эффективного управления отраслью.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iCs/>
          <w:color w:val="000000"/>
          <w:sz w:val="24"/>
          <w:szCs w:val="24"/>
        </w:rPr>
        <w:t xml:space="preserve">Стратегическая цель </w:t>
      </w:r>
      <w:r w:rsidRPr="00E47A09">
        <w:rPr>
          <w:rFonts w:ascii="Arial" w:hAnsi="Arial" w:cs="Arial"/>
          <w:color w:val="000000"/>
          <w:sz w:val="24"/>
          <w:szCs w:val="24"/>
        </w:rPr>
        <w:t>политики в области образования в Красноярском крае – это повышение доступности качественного образования современного уровня, соответствующего требованиям инновационного развития экономики региона и потребностям граждан.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Приоритетными направлениями развития по уровням и видам образования являются:</w:t>
      </w:r>
    </w:p>
    <w:p w:rsidR="003738DC" w:rsidRPr="002344AF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bCs/>
          <w:iCs/>
          <w:sz w:val="24"/>
          <w:szCs w:val="24"/>
        </w:rPr>
      </w:pPr>
      <w:r w:rsidRPr="002344AF">
        <w:rPr>
          <w:rFonts w:ascii="Arial" w:hAnsi="Arial" w:cs="Arial"/>
          <w:color w:val="000000"/>
          <w:sz w:val="24"/>
          <w:szCs w:val="24"/>
        </w:rPr>
        <w:t xml:space="preserve">Система </w:t>
      </w:r>
      <w:r w:rsidRPr="002344AF">
        <w:rPr>
          <w:rFonts w:ascii="Arial" w:hAnsi="Arial" w:cs="Arial"/>
          <w:bCs/>
          <w:iCs/>
          <w:sz w:val="24"/>
          <w:szCs w:val="24"/>
        </w:rPr>
        <w:t>дошкольного образования.</w:t>
      </w:r>
    </w:p>
    <w:p w:rsidR="003738DC" w:rsidRPr="002344AF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 xml:space="preserve">Повышение доступности и качества дошкольного образования, в том числе через диверсификацию форм дошкольного образования, внедрение системы оценки качества дошкольного образования.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Повышение доступности и качества дошкольного образования через орг</w:t>
      </w:r>
      <w:r w:rsidRPr="002344AF">
        <w:rPr>
          <w:rFonts w:ascii="Arial" w:hAnsi="Arial" w:cs="Arial"/>
          <w:sz w:val="24"/>
          <w:szCs w:val="24"/>
        </w:rPr>
        <w:t>а</w:t>
      </w:r>
      <w:r w:rsidRPr="002344AF">
        <w:rPr>
          <w:rFonts w:ascii="Arial" w:hAnsi="Arial" w:cs="Arial"/>
          <w:sz w:val="24"/>
          <w:szCs w:val="24"/>
        </w:rPr>
        <w:t xml:space="preserve">низацию и функционирование консультативного пункта психолого-педагогической помощи семье на базе учреждений дошкольного образования.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Система общего образования.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Повышение доступности и качества образования, </w:t>
      </w:r>
      <w:r w:rsidRPr="00E47A09">
        <w:rPr>
          <w:rFonts w:ascii="Arial" w:hAnsi="Arial" w:cs="Arial"/>
          <w:sz w:val="24"/>
          <w:szCs w:val="24"/>
          <w:lang w:eastAsia="en-US"/>
        </w:rPr>
        <w:t>внедрение системы оце</w:t>
      </w:r>
      <w:r w:rsidRPr="00E47A09">
        <w:rPr>
          <w:rFonts w:ascii="Arial" w:hAnsi="Arial" w:cs="Arial"/>
          <w:sz w:val="24"/>
          <w:szCs w:val="24"/>
          <w:lang w:eastAsia="en-US"/>
        </w:rPr>
        <w:t>н</w:t>
      </w:r>
      <w:r w:rsidRPr="00E47A09">
        <w:rPr>
          <w:rFonts w:ascii="Arial" w:hAnsi="Arial" w:cs="Arial"/>
          <w:sz w:val="24"/>
          <w:szCs w:val="24"/>
          <w:lang w:eastAsia="en-US"/>
        </w:rPr>
        <w:t>ки качества общего образования,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 развитие материально-</w:t>
      </w:r>
      <w:r w:rsidRPr="00E47A09">
        <w:rPr>
          <w:rFonts w:ascii="Arial" w:hAnsi="Arial" w:cs="Arial"/>
          <w:sz w:val="24"/>
          <w:szCs w:val="24"/>
        </w:rPr>
        <w:t>технической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 базы </w:t>
      </w:r>
      <w:r w:rsidRPr="00E47A09">
        <w:rPr>
          <w:rFonts w:ascii="Arial" w:hAnsi="Arial" w:cs="Arial"/>
          <w:bCs/>
          <w:sz w:val="24"/>
          <w:szCs w:val="24"/>
        </w:rPr>
        <w:t>учре</w:t>
      </w:r>
      <w:r w:rsidRPr="00E47A09">
        <w:rPr>
          <w:rFonts w:ascii="Arial" w:hAnsi="Arial" w:cs="Arial"/>
          <w:bCs/>
          <w:sz w:val="24"/>
          <w:szCs w:val="24"/>
        </w:rPr>
        <w:t>ж</w:t>
      </w:r>
      <w:r w:rsidRPr="00E47A09">
        <w:rPr>
          <w:rFonts w:ascii="Arial" w:hAnsi="Arial" w:cs="Arial"/>
          <w:bCs/>
          <w:sz w:val="24"/>
          <w:szCs w:val="24"/>
        </w:rPr>
        <w:t>дений о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бщего образования.</w:t>
      </w:r>
    </w:p>
    <w:p w:rsidR="003738DC" w:rsidRPr="002344AF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Система дополнительного образования.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Создание условий для модернизации и устойчивого развития системы д</w:t>
      </w:r>
      <w:r w:rsidRPr="002344AF">
        <w:rPr>
          <w:rFonts w:ascii="Arial" w:hAnsi="Arial" w:cs="Arial"/>
          <w:sz w:val="24"/>
          <w:szCs w:val="24"/>
        </w:rPr>
        <w:t>о</w:t>
      </w:r>
      <w:r w:rsidRPr="002344AF">
        <w:rPr>
          <w:rFonts w:ascii="Arial" w:hAnsi="Arial" w:cs="Arial"/>
          <w:sz w:val="24"/>
          <w:szCs w:val="24"/>
        </w:rPr>
        <w:t>полнительного образования, обеспечивающих качество услуг и разнообразие р</w:t>
      </w:r>
      <w:r w:rsidRPr="002344AF">
        <w:rPr>
          <w:rFonts w:ascii="Arial" w:hAnsi="Arial" w:cs="Arial"/>
          <w:sz w:val="24"/>
          <w:szCs w:val="24"/>
        </w:rPr>
        <w:t>е</w:t>
      </w:r>
      <w:r w:rsidRPr="002344AF">
        <w:rPr>
          <w:rFonts w:ascii="Arial" w:hAnsi="Arial" w:cs="Arial"/>
          <w:sz w:val="24"/>
          <w:szCs w:val="24"/>
        </w:rPr>
        <w:t>сурсов для социальной адаптации, разностороннего развития и самореализации подрастающего поколения через совершенствование организационно-экономических механизмов обеспечения доступности услуг дополнительного о</w:t>
      </w:r>
      <w:r w:rsidRPr="002344AF">
        <w:rPr>
          <w:rFonts w:ascii="Arial" w:hAnsi="Arial" w:cs="Arial"/>
          <w:sz w:val="24"/>
          <w:szCs w:val="24"/>
        </w:rPr>
        <w:t>б</w:t>
      </w:r>
      <w:r w:rsidRPr="002344AF">
        <w:rPr>
          <w:rFonts w:ascii="Arial" w:hAnsi="Arial" w:cs="Arial"/>
          <w:sz w:val="24"/>
          <w:szCs w:val="24"/>
        </w:rPr>
        <w:t>разования детей.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Совершенствование кадровой политики через: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bCs/>
          <w:color w:val="000000"/>
          <w:sz w:val="24"/>
          <w:szCs w:val="24"/>
        </w:rPr>
        <w:t>внедрение новых подходов к организации подготовки, переподготовки и п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о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вышения </w:t>
      </w:r>
      <w:r w:rsidRPr="00E47A09">
        <w:rPr>
          <w:rFonts w:ascii="Arial" w:hAnsi="Arial" w:cs="Arial"/>
          <w:sz w:val="24"/>
          <w:szCs w:val="24"/>
        </w:rPr>
        <w:t>квалификации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 кадров,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 механизмов эффективного контракта</w:t>
      </w:r>
      <w:r w:rsidRPr="00E47A09">
        <w:rPr>
          <w:rFonts w:ascii="Arial" w:hAnsi="Arial" w:cs="Arial"/>
          <w:sz w:val="24"/>
          <w:szCs w:val="24"/>
        </w:rPr>
        <w:t xml:space="preserve">;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увеличение доли молодых учителей, поддержку лучших учителей, вн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 xml:space="preserve">дряющих инновационные образовательные программы </w:t>
      </w:r>
      <w:r w:rsidRPr="00E47A09">
        <w:rPr>
          <w:rFonts w:ascii="Arial" w:hAnsi="Arial" w:cs="Arial"/>
          <w:bCs/>
          <w:sz w:val="24"/>
          <w:szCs w:val="24"/>
        </w:rPr>
        <w:t>общественных профе</w:t>
      </w:r>
      <w:r w:rsidRPr="00E47A09">
        <w:rPr>
          <w:rFonts w:ascii="Arial" w:hAnsi="Arial" w:cs="Arial"/>
          <w:bCs/>
          <w:sz w:val="24"/>
          <w:szCs w:val="24"/>
        </w:rPr>
        <w:t>с</w:t>
      </w:r>
      <w:r w:rsidRPr="00E47A09">
        <w:rPr>
          <w:rFonts w:ascii="Arial" w:hAnsi="Arial" w:cs="Arial"/>
          <w:bCs/>
          <w:sz w:val="24"/>
          <w:szCs w:val="24"/>
        </w:rPr>
        <w:t>сиональных ассоциаций, объединений, ставящих задачи с</w:t>
      </w:r>
      <w:r w:rsidRPr="00E47A09">
        <w:rPr>
          <w:rFonts w:ascii="Arial" w:hAnsi="Arial" w:cs="Arial"/>
          <w:sz w:val="24"/>
          <w:szCs w:val="24"/>
        </w:rPr>
        <w:t>оздания в системе д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школьного, общего и дополнительного образования равных возможностей для с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временного качественного образования.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Система выявления, сопровождения и поддержки одаренных детей и т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 xml:space="preserve">лантливой молодежи </w:t>
      </w:r>
      <w:r w:rsidRPr="002344AF">
        <w:rPr>
          <w:rFonts w:ascii="Arial" w:hAnsi="Arial" w:cs="Arial"/>
          <w:sz w:val="24"/>
          <w:szCs w:val="24"/>
        </w:rPr>
        <w:t>через расширение</w:t>
      </w:r>
      <w:r w:rsidRPr="00E47A09">
        <w:rPr>
          <w:rFonts w:ascii="Arial" w:hAnsi="Arial" w:cs="Arial"/>
          <w:sz w:val="24"/>
          <w:szCs w:val="24"/>
        </w:rPr>
        <w:t xml:space="preserve"> форм выявления, сопровождения и по</w:t>
      </w:r>
      <w:r w:rsidRPr="00E47A09">
        <w:rPr>
          <w:rFonts w:ascii="Arial" w:hAnsi="Arial" w:cs="Arial"/>
          <w:sz w:val="24"/>
          <w:szCs w:val="24"/>
        </w:rPr>
        <w:t>д</w:t>
      </w:r>
      <w:r w:rsidRPr="00E47A09">
        <w:rPr>
          <w:rFonts w:ascii="Arial" w:hAnsi="Arial" w:cs="Arial"/>
          <w:sz w:val="24"/>
          <w:szCs w:val="24"/>
        </w:rPr>
        <w:t>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поддержку педагогических работников, имеющих высокие до</w:t>
      </w:r>
      <w:r w:rsidRPr="00E47A09">
        <w:rPr>
          <w:rFonts w:ascii="Arial" w:hAnsi="Arial" w:cs="Arial"/>
          <w:sz w:val="24"/>
          <w:szCs w:val="24"/>
        </w:rPr>
        <w:t>с</w:t>
      </w:r>
      <w:r w:rsidRPr="00E47A09">
        <w:rPr>
          <w:rFonts w:ascii="Arial" w:hAnsi="Arial" w:cs="Arial"/>
          <w:sz w:val="24"/>
          <w:szCs w:val="24"/>
        </w:rPr>
        <w:t>тижения в работе с одаренными детьми.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Социализация детей с ограниченными возможностями здоровья через ра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>витие инклюзивного и дистанционного образования.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Сохранение здоровья детей через 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совершенствование организации пит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а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ния обучающихся и воспитанников в образовательных учреждениях, улучшение качества медицинского обслуживания обучающихся и воспитанников образов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а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тельных учреждений, использование здоровьесберегающих технологий в образ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о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вательном процессе.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Расширение сети опекунских, приемных и патронатных семей, как создание условий для социализации детей-сирот и детей, оставшихся без попечения род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телей, а также проведения мероприятий по деинституализации образовательных учреждений для детей-сирот и детей, оставшихся без попечения родителей.</w:t>
      </w:r>
    </w:p>
    <w:p w:rsidR="003738DC" w:rsidRDefault="003738DC" w:rsidP="0068696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</w:pP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4. Прогноз конечных результатов программы, характеризующих целевое состо</w:t>
      </w:r>
      <w:r w:rsidRPr="00E47A09">
        <w:rPr>
          <w:rFonts w:ascii="Arial" w:hAnsi="Arial" w:cs="Arial"/>
          <w:sz w:val="24"/>
          <w:szCs w:val="24"/>
        </w:rPr>
        <w:t>я</w:t>
      </w:r>
      <w:r w:rsidRPr="00E47A09">
        <w:rPr>
          <w:rFonts w:ascii="Arial" w:hAnsi="Arial" w:cs="Arial"/>
          <w:sz w:val="24"/>
          <w:szCs w:val="24"/>
        </w:rPr>
        <w:t xml:space="preserve">ние (изменение состояния) уровня и качества жизни населения, </w:t>
      </w:r>
      <w:r w:rsidRPr="00E47A09">
        <w:rPr>
          <w:rFonts w:ascii="Arial" w:hAnsi="Arial" w:cs="Arial"/>
          <w:color w:val="000000"/>
          <w:sz w:val="24"/>
          <w:szCs w:val="24"/>
        </w:rPr>
        <w:t>социально-экономическое развитие отрасли</w:t>
      </w:r>
      <w:r w:rsidRPr="00E47A09">
        <w:rPr>
          <w:rFonts w:ascii="Arial" w:hAnsi="Arial" w:cs="Arial"/>
          <w:sz w:val="24"/>
          <w:szCs w:val="24"/>
        </w:rPr>
        <w:t>, степень реализации других общественно зн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чимых интересов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Своевременная и в полном объеме реализация программы позволит: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повысить удовлетворенность населения качеством образовательных услуг;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повысить привлекательность педагогической профессии и уровень квал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фикации преподавательских кадров;</w:t>
      </w:r>
    </w:p>
    <w:p w:rsidR="003738DC" w:rsidRPr="002344AF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создать условия, соответствующие требованиям федеральных государс</w:t>
      </w:r>
      <w:r w:rsidRPr="002344AF">
        <w:rPr>
          <w:rFonts w:ascii="Arial" w:hAnsi="Arial" w:cs="Arial"/>
          <w:sz w:val="24"/>
          <w:szCs w:val="24"/>
        </w:rPr>
        <w:t>т</w:t>
      </w:r>
      <w:r w:rsidRPr="002344AF">
        <w:rPr>
          <w:rFonts w:ascii="Arial" w:hAnsi="Arial" w:cs="Arial"/>
          <w:sz w:val="24"/>
          <w:szCs w:val="24"/>
        </w:rPr>
        <w:t xml:space="preserve">венных образовательных стандартов во всех общеобразовательных учреждениях;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обеспечить охват не менее 75,0 процентов детей в возрасте 5-18 лет пр</w:t>
      </w:r>
      <w:r w:rsidRPr="00D91E17">
        <w:rPr>
          <w:rFonts w:ascii="Arial" w:hAnsi="Arial" w:cs="Arial"/>
          <w:sz w:val="24"/>
          <w:szCs w:val="24"/>
        </w:rPr>
        <w:t>о</w:t>
      </w:r>
      <w:r w:rsidRPr="00D91E17">
        <w:rPr>
          <w:rFonts w:ascii="Arial" w:hAnsi="Arial" w:cs="Arial"/>
          <w:sz w:val="24"/>
          <w:szCs w:val="24"/>
        </w:rPr>
        <w:t>граммами дополнительного образования.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/>
        </w:rPr>
      </w:pPr>
    </w:p>
    <w:p w:rsidR="003738DC" w:rsidRPr="002344AF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04269A">
        <w:rPr>
          <w:rFonts w:ascii="Arial" w:hAnsi="Arial"/>
          <w:sz w:val="24"/>
          <w:szCs w:val="24"/>
        </w:rPr>
        <w:t>5</w:t>
      </w:r>
      <w:r w:rsidRPr="0004269A">
        <w:rPr>
          <w:rFonts w:ascii="Arial" w:hAnsi="Arial" w:cs="Arial"/>
          <w:sz w:val="24"/>
          <w:szCs w:val="24"/>
        </w:rPr>
        <w:t>.</w:t>
      </w:r>
      <w:r w:rsidRPr="002344AF">
        <w:rPr>
          <w:rFonts w:ascii="Arial" w:hAnsi="Arial" w:cs="Arial"/>
          <w:sz w:val="24"/>
          <w:szCs w:val="24"/>
        </w:rPr>
        <w:t xml:space="preserve"> Информация по подпрограммам муниципальной программы</w:t>
      </w:r>
    </w:p>
    <w:p w:rsidR="003738DC" w:rsidRPr="002344AF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</w:pPr>
    </w:p>
    <w:p w:rsidR="003738DC" w:rsidRPr="00CC730B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</w:rPr>
        <w:t xml:space="preserve">В рамках муниципальной программы в </w:t>
      </w:r>
      <w:r w:rsidRPr="00D91E17">
        <w:rPr>
          <w:rFonts w:ascii="Arial" w:hAnsi="Arial" w:cs="Arial"/>
          <w:sz w:val="24"/>
          <w:szCs w:val="24"/>
        </w:rPr>
        <w:t xml:space="preserve">период с </w:t>
      </w:r>
      <w:r w:rsidRPr="00D91E17">
        <w:rPr>
          <w:rFonts w:ascii="Arial" w:hAnsi="Arial" w:cs="Arial"/>
          <w:color w:val="000000"/>
          <w:sz w:val="24"/>
          <w:szCs w:val="24"/>
        </w:rPr>
        <w:t>2014 по 202</w:t>
      </w:r>
      <w:r>
        <w:rPr>
          <w:rFonts w:ascii="Arial" w:hAnsi="Arial" w:cs="Arial"/>
          <w:color w:val="000000"/>
          <w:sz w:val="24"/>
          <w:szCs w:val="24"/>
        </w:rPr>
        <w:t>7</w:t>
      </w:r>
      <w:r w:rsidRPr="00D91E17">
        <w:rPr>
          <w:rFonts w:ascii="Arial" w:hAnsi="Arial" w:cs="Arial"/>
          <w:color w:val="000000"/>
          <w:sz w:val="24"/>
          <w:szCs w:val="24"/>
        </w:rPr>
        <w:t xml:space="preserve"> годы</w:t>
      </w:r>
      <w:r w:rsidRPr="00D91E17">
        <w:rPr>
          <w:rFonts w:ascii="Arial" w:hAnsi="Arial" w:cs="Arial"/>
          <w:sz w:val="24"/>
          <w:szCs w:val="24"/>
        </w:rPr>
        <w:t xml:space="preserve"> будут</w:t>
      </w:r>
      <w:r w:rsidRPr="00CC730B">
        <w:rPr>
          <w:rFonts w:ascii="Arial" w:hAnsi="Arial" w:cs="Arial"/>
          <w:sz w:val="24"/>
          <w:szCs w:val="24"/>
        </w:rPr>
        <w:t xml:space="preserve"> реализованы 3 подпрограммы:</w:t>
      </w:r>
    </w:p>
    <w:p w:rsidR="003738DC" w:rsidRPr="00CC730B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</w:rPr>
        <w:t>1. Развитие дошкольного, общего и дополнительного образования детей.</w:t>
      </w:r>
    </w:p>
    <w:p w:rsidR="003738DC" w:rsidRPr="00CC730B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</w:rPr>
        <w:t>Система образования района представлена 1</w:t>
      </w:r>
      <w:r>
        <w:rPr>
          <w:rFonts w:ascii="Arial" w:hAnsi="Arial" w:cs="Arial"/>
          <w:sz w:val="24"/>
          <w:szCs w:val="24"/>
        </w:rPr>
        <w:t>3</w:t>
      </w:r>
      <w:r w:rsidRPr="00CC730B">
        <w:rPr>
          <w:rFonts w:ascii="Arial" w:hAnsi="Arial" w:cs="Arial"/>
          <w:sz w:val="24"/>
          <w:szCs w:val="24"/>
        </w:rPr>
        <w:t xml:space="preserve"> образовательными учре</w:t>
      </w:r>
      <w:r w:rsidRPr="00CC730B">
        <w:rPr>
          <w:rFonts w:ascii="Arial" w:hAnsi="Arial" w:cs="Arial"/>
          <w:sz w:val="24"/>
          <w:szCs w:val="24"/>
        </w:rPr>
        <w:t>ж</w:t>
      </w:r>
      <w:r w:rsidRPr="00CC730B">
        <w:rPr>
          <w:rFonts w:ascii="Arial" w:hAnsi="Arial" w:cs="Arial"/>
          <w:sz w:val="24"/>
          <w:szCs w:val="24"/>
        </w:rPr>
        <w:t>дениями. Среди них: 1</w:t>
      </w:r>
      <w:r>
        <w:rPr>
          <w:rFonts w:ascii="Arial" w:hAnsi="Arial" w:cs="Arial"/>
          <w:sz w:val="24"/>
          <w:szCs w:val="24"/>
        </w:rPr>
        <w:t>1</w:t>
      </w:r>
      <w:r w:rsidRPr="00CC730B">
        <w:rPr>
          <w:rFonts w:ascii="Arial" w:hAnsi="Arial" w:cs="Arial"/>
          <w:sz w:val="24"/>
          <w:szCs w:val="24"/>
        </w:rPr>
        <w:t xml:space="preserve"> общеобразовательных учреждений, 1 дошкольное обр</w:t>
      </w:r>
      <w:r w:rsidRPr="00CC730B">
        <w:rPr>
          <w:rFonts w:ascii="Arial" w:hAnsi="Arial" w:cs="Arial"/>
          <w:sz w:val="24"/>
          <w:szCs w:val="24"/>
        </w:rPr>
        <w:t>а</w:t>
      </w:r>
      <w:r w:rsidRPr="00CC730B">
        <w:rPr>
          <w:rFonts w:ascii="Arial" w:hAnsi="Arial" w:cs="Arial"/>
          <w:sz w:val="24"/>
          <w:szCs w:val="24"/>
        </w:rPr>
        <w:t>зовательное учреждение и муниципальное бюджетное образовательное учрежд</w:t>
      </w:r>
      <w:r w:rsidRPr="00CC730B">
        <w:rPr>
          <w:rFonts w:ascii="Arial" w:hAnsi="Arial" w:cs="Arial"/>
          <w:sz w:val="24"/>
          <w:szCs w:val="24"/>
        </w:rPr>
        <w:t>е</w:t>
      </w:r>
      <w:r w:rsidRPr="00CC730B">
        <w:rPr>
          <w:rFonts w:ascii="Arial" w:hAnsi="Arial" w:cs="Arial"/>
          <w:sz w:val="24"/>
          <w:szCs w:val="24"/>
        </w:rPr>
        <w:t>ние дополнительного образования «Партизанский Центр внешкольной работы».</w:t>
      </w:r>
    </w:p>
    <w:p w:rsidR="003738DC" w:rsidRPr="00CC730B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  <w:lang w:eastAsia="en-US"/>
        </w:rPr>
        <w:t>При этом текущий момент характеризуется процессами, которые стимул</w:t>
      </w:r>
      <w:r w:rsidRPr="00CC730B">
        <w:rPr>
          <w:rFonts w:ascii="Arial" w:hAnsi="Arial" w:cs="Arial"/>
          <w:sz w:val="24"/>
          <w:szCs w:val="24"/>
          <w:lang w:eastAsia="en-US"/>
        </w:rPr>
        <w:t>и</w:t>
      </w:r>
      <w:r w:rsidRPr="00CC730B">
        <w:rPr>
          <w:rFonts w:ascii="Arial" w:hAnsi="Arial" w:cs="Arial"/>
          <w:sz w:val="24"/>
          <w:szCs w:val="24"/>
          <w:lang w:eastAsia="en-US"/>
        </w:rPr>
        <w:t>руют образовательные учреждения к реализации всех видов образовательных программ в одном учреждении.</w:t>
      </w:r>
    </w:p>
    <w:p w:rsidR="003738DC" w:rsidRPr="00CC730B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  <w:lang w:eastAsia="en-US"/>
        </w:rPr>
        <w:t>Причиной этого является потребность общества в доступных и качестве</w:t>
      </w:r>
      <w:r w:rsidRPr="00CC730B">
        <w:rPr>
          <w:rFonts w:ascii="Arial" w:hAnsi="Arial" w:cs="Arial"/>
          <w:sz w:val="24"/>
          <w:szCs w:val="24"/>
          <w:lang w:eastAsia="en-US"/>
        </w:rPr>
        <w:t>н</w:t>
      </w:r>
      <w:r w:rsidRPr="00CC730B">
        <w:rPr>
          <w:rFonts w:ascii="Arial" w:hAnsi="Arial" w:cs="Arial"/>
          <w:sz w:val="24"/>
          <w:szCs w:val="24"/>
          <w:lang w:eastAsia="en-US"/>
        </w:rPr>
        <w:t>ных образовательных услугах. Ограниченность финансовых, кадровых ресурсов побуждает к оптимизации использования площадей помещений, энерго- и труд</w:t>
      </w:r>
      <w:r w:rsidRPr="00CC730B">
        <w:rPr>
          <w:rFonts w:ascii="Arial" w:hAnsi="Arial" w:cs="Arial"/>
          <w:sz w:val="24"/>
          <w:szCs w:val="24"/>
          <w:lang w:eastAsia="en-US"/>
        </w:rPr>
        <w:t>о</w:t>
      </w:r>
      <w:r w:rsidRPr="00CC730B">
        <w:rPr>
          <w:rFonts w:ascii="Arial" w:hAnsi="Arial" w:cs="Arial"/>
          <w:sz w:val="24"/>
          <w:szCs w:val="24"/>
          <w:lang w:eastAsia="en-US"/>
        </w:rPr>
        <w:t>затрат, концентрации материальных ресурсов. Уже в настоящее время многие школы имеют структурные подразделения, реализующие программы дополн</w:t>
      </w:r>
      <w:r w:rsidRPr="00CC730B">
        <w:rPr>
          <w:rFonts w:ascii="Arial" w:hAnsi="Arial" w:cs="Arial"/>
          <w:sz w:val="24"/>
          <w:szCs w:val="24"/>
          <w:lang w:eastAsia="en-US"/>
        </w:rPr>
        <w:t>и</w:t>
      </w:r>
      <w:r w:rsidRPr="00CC730B">
        <w:rPr>
          <w:rFonts w:ascii="Arial" w:hAnsi="Arial" w:cs="Arial"/>
          <w:sz w:val="24"/>
          <w:szCs w:val="24"/>
          <w:lang w:eastAsia="en-US"/>
        </w:rPr>
        <w:t>тельного образования, организуют отдых и оздоровление детей.</w:t>
      </w:r>
    </w:p>
    <w:p w:rsidR="003738DC" w:rsidRPr="00CC730B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bCs/>
          <w:iCs/>
          <w:sz w:val="24"/>
          <w:szCs w:val="24"/>
        </w:rPr>
        <w:t>Дошкольное образование.</w:t>
      </w:r>
    </w:p>
    <w:p w:rsidR="003738DC" w:rsidRPr="00CC730B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</w:rPr>
        <w:t>В 5 детских садах, один из которых является юридическим лицом, остал</w:t>
      </w:r>
      <w:r w:rsidRPr="00CC730B">
        <w:rPr>
          <w:rFonts w:ascii="Arial" w:hAnsi="Arial" w:cs="Arial"/>
          <w:sz w:val="24"/>
          <w:szCs w:val="24"/>
        </w:rPr>
        <w:t>ь</w:t>
      </w:r>
      <w:r w:rsidRPr="00CC730B">
        <w:rPr>
          <w:rFonts w:ascii="Arial" w:hAnsi="Arial" w:cs="Arial"/>
          <w:sz w:val="24"/>
          <w:szCs w:val="24"/>
        </w:rPr>
        <w:t>ные структурными подразделениями Запасноимбежской, Вершино-Рыбинской, Манской школ и детского сада «Солныш</w:t>
      </w:r>
      <w:r>
        <w:rPr>
          <w:rFonts w:ascii="Arial" w:hAnsi="Arial" w:cs="Arial"/>
          <w:sz w:val="24"/>
          <w:szCs w:val="24"/>
        </w:rPr>
        <w:t xml:space="preserve">ко» открыто 16 групп, которые </w:t>
      </w:r>
      <w:r w:rsidRPr="00CC730B">
        <w:rPr>
          <w:rFonts w:ascii="Arial" w:hAnsi="Arial" w:cs="Arial"/>
          <w:sz w:val="24"/>
          <w:szCs w:val="24"/>
        </w:rPr>
        <w:t xml:space="preserve">посещают </w:t>
      </w:r>
      <w:r w:rsidRPr="00CC730B">
        <w:rPr>
          <w:rFonts w:ascii="Arial" w:hAnsi="Arial" w:cs="Arial"/>
          <w:color w:val="1F1F1F"/>
          <w:sz w:val="24"/>
          <w:szCs w:val="24"/>
        </w:rPr>
        <w:t>267 детей в возрасте от 1,5 до 7 лет, охват дошколь</w:t>
      </w:r>
      <w:r>
        <w:rPr>
          <w:rFonts w:ascii="Arial" w:hAnsi="Arial" w:cs="Arial"/>
          <w:color w:val="1F1F1F"/>
          <w:sz w:val="24"/>
          <w:szCs w:val="24"/>
        </w:rPr>
        <w:t>ным образованием составляет</w:t>
      </w:r>
      <w:r w:rsidRPr="00CC730B">
        <w:rPr>
          <w:rFonts w:ascii="Arial" w:hAnsi="Arial" w:cs="Arial"/>
          <w:color w:val="1F1F1F"/>
          <w:sz w:val="24"/>
          <w:szCs w:val="24"/>
        </w:rPr>
        <w:t xml:space="preserve"> </w:t>
      </w:r>
      <w:r w:rsidRPr="00CC730B">
        <w:rPr>
          <w:rFonts w:ascii="Arial" w:hAnsi="Arial" w:cs="Arial"/>
          <w:sz w:val="24"/>
          <w:szCs w:val="24"/>
        </w:rPr>
        <w:t xml:space="preserve">47 </w:t>
      </w:r>
      <w:r w:rsidRPr="00CC730B">
        <w:rPr>
          <w:rFonts w:ascii="Arial" w:hAnsi="Arial" w:cs="Arial"/>
          <w:color w:val="1F1F1F"/>
          <w:sz w:val="24"/>
          <w:szCs w:val="24"/>
        </w:rPr>
        <w:t>%.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Обеспечение качества дошк</w:t>
      </w:r>
      <w:r>
        <w:rPr>
          <w:rFonts w:ascii="Arial" w:hAnsi="Arial" w:cs="Arial"/>
          <w:sz w:val="24"/>
          <w:szCs w:val="24"/>
        </w:rPr>
        <w:t xml:space="preserve">ольного образования формируется </w:t>
      </w:r>
      <w:r w:rsidRPr="00E47A09">
        <w:rPr>
          <w:rFonts w:ascii="Arial" w:hAnsi="Arial" w:cs="Arial"/>
          <w:sz w:val="24"/>
          <w:szCs w:val="24"/>
        </w:rPr>
        <w:t>из двух с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ставляю</w:t>
      </w:r>
      <w:r>
        <w:rPr>
          <w:rFonts w:ascii="Arial" w:hAnsi="Arial" w:cs="Arial"/>
          <w:sz w:val="24"/>
          <w:szCs w:val="24"/>
        </w:rPr>
        <w:t xml:space="preserve">щих: доступность и качество </w:t>
      </w:r>
      <w:r w:rsidRPr="00E47A09">
        <w:rPr>
          <w:rFonts w:ascii="Arial" w:hAnsi="Arial" w:cs="Arial"/>
          <w:sz w:val="24"/>
          <w:szCs w:val="24"/>
        </w:rPr>
        <w:t>образовательного процесса. Проблема обеспечения доступности дошкольного образования в нашем районе практически решена. Появляется другая проблема, по прогнозам численности населения, в районе в ближайшие годы будет снижаться количество детей дошкольного во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>раста. В настоящее время в детских садах имеются 40 свободных мест для детей в возрасте от 3 до 7 лет.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Вместимость учреждений, реализующих программы дошкольного образов</w:t>
      </w:r>
      <w:r w:rsidRPr="00E47A09">
        <w:rPr>
          <w:rFonts w:ascii="Arial" w:hAnsi="Arial" w:cs="Arial"/>
          <w:snapToGrid w:val="0"/>
          <w:sz w:val="24"/>
          <w:szCs w:val="24"/>
        </w:rPr>
        <w:t>а</w:t>
      </w:r>
      <w:r w:rsidRPr="00E47A09">
        <w:rPr>
          <w:rFonts w:ascii="Arial" w:hAnsi="Arial" w:cs="Arial"/>
          <w:snapToGrid w:val="0"/>
          <w:sz w:val="24"/>
          <w:szCs w:val="24"/>
        </w:rPr>
        <w:t>ния, составляет 312 мест.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Образовательная деятельность дошкольных образовательных учреждений Партизанского района осуществляется в соответствии с федеральным государс</w:t>
      </w:r>
      <w:r w:rsidRPr="00E47A09">
        <w:rPr>
          <w:rFonts w:ascii="Arial" w:hAnsi="Arial" w:cs="Arial"/>
          <w:sz w:val="24"/>
          <w:szCs w:val="24"/>
        </w:rPr>
        <w:t>т</w:t>
      </w:r>
      <w:r w:rsidRPr="00E47A09">
        <w:rPr>
          <w:rFonts w:ascii="Arial" w:hAnsi="Arial" w:cs="Arial"/>
          <w:sz w:val="24"/>
          <w:szCs w:val="24"/>
        </w:rPr>
        <w:t>венным образовательным стандартом дошкольного образования.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Общее образование. </w:t>
      </w:r>
    </w:p>
    <w:p w:rsidR="003738DC" w:rsidRPr="0080282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80282C">
        <w:rPr>
          <w:rFonts w:ascii="Arial" w:hAnsi="Arial" w:cs="Arial"/>
          <w:sz w:val="24"/>
          <w:szCs w:val="24"/>
        </w:rPr>
        <w:t>В 12 школах (11 – юридических лиц и 1 филиал) обучаются 1149 учащихся. Количество классов, классов комплектов – 119. Средняя наполняемость классов 9,65 человек.</w:t>
      </w:r>
    </w:p>
    <w:p w:rsidR="003738DC" w:rsidRPr="0080282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80282C">
        <w:rPr>
          <w:rFonts w:ascii="Arial" w:hAnsi="Arial" w:cs="Arial"/>
          <w:sz w:val="24"/>
          <w:szCs w:val="24"/>
        </w:rPr>
        <w:t>Для развития системы образования необходимо решение кадровых вопр</w:t>
      </w:r>
      <w:r w:rsidRPr="0080282C">
        <w:rPr>
          <w:rFonts w:ascii="Arial" w:hAnsi="Arial" w:cs="Arial"/>
          <w:sz w:val="24"/>
          <w:szCs w:val="24"/>
        </w:rPr>
        <w:t>о</w:t>
      </w:r>
      <w:r w:rsidRPr="0080282C">
        <w:rPr>
          <w:rFonts w:ascii="Arial" w:hAnsi="Arial" w:cs="Arial"/>
          <w:sz w:val="24"/>
          <w:szCs w:val="24"/>
        </w:rPr>
        <w:t xml:space="preserve">сов. Всего в образовательных учреждениях района работают 475 человек из них 208 педагогических работников, включая совместителей. 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80282C">
        <w:rPr>
          <w:rFonts w:ascii="Arial" w:hAnsi="Arial" w:cs="Arial"/>
          <w:sz w:val="24"/>
          <w:szCs w:val="24"/>
        </w:rPr>
        <w:t>Педагогов с высшей квалификационной категорией 21 человек, с первой к</w:t>
      </w:r>
      <w:r w:rsidRPr="0080282C">
        <w:rPr>
          <w:rFonts w:ascii="Arial" w:hAnsi="Arial" w:cs="Arial"/>
          <w:sz w:val="24"/>
          <w:szCs w:val="24"/>
        </w:rPr>
        <w:t>а</w:t>
      </w:r>
      <w:r w:rsidRPr="0080282C">
        <w:rPr>
          <w:rFonts w:ascii="Arial" w:hAnsi="Arial" w:cs="Arial"/>
          <w:sz w:val="24"/>
          <w:szCs w:val="24"/>
        </w:rPr>
        <w:t xml:space="preserve">тегорией 73.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1F1F1F"/>
          <w:sz w:val="24"/>
          <w:szCs w:val="24"/>
        </w:rPr>
        <w:t>Система образования района нуждается в обновлении кадрового потенци</w:t>
      </w:r>
      <w:r w:rsidRPr="00E47A09">
        <w:rPr>
          <w:rFonts w:ascii="Arial" w:hAnsi="Arial" w:cs="Arial"/>
          <w:color w:val="1F1F1F"/>
          <w:sz w:val="24"/>
          <w:szCs w:val="24"/>
        </w:rPr>
        <w:t>а</w:t>
      </w:r>
      <w:r w:rsidRPr="00E47A09">
        <w:rPr>
          <w:rFonts w:ascii="Arial" w:hAnsi="Arial" w:cs="Arial"/>
          <w:color w:val="1F1F1F"/>
          <w:sz w:val="24"/>
          <w:szCs w:val="24"/>
        </w:rPr>
        <w:t xml:space="preserve">ла. </w:t>
      </w:r>
      <w:r w:rsidRPr="00E47A09">
        <w:rPr>
          <w:rFonts w:ascii="Arial" w:hAnsi="Arial" w:cs="Arial"/>
          <w:sz w:val="24"/>
          <w:szCs w:val="24"/>
        </w:rPr>
        <w:t>В образовательных учреждениях сохраняется высокое количество «скр</w:t>
      </w:r>
      <w:r>
        <w:rPr>
          <w:rFonts w:ascii="Arial" w:hAnsi="Arial" w:cs="Arial"/>
          <w:sz w:val="24"/>
          <w:szCs w:val="24"/>
        </w:rPr>
        <w:t xml:space="preserve">ытых» педагогических вакансий. </w:t>
      </w:r>
      <w:r w:rsidRPr="00E47A09">
        <w:rPr>
          <w:rFonts w:ascii="Arial" w:hAnsi="Arial" w:cs="Arial"/>
          <w:sz w:val="24"/>
          <w:szCs w:val="24"/>
        </w:rPr>
        <w:t>Средняя нагрузка педагога составляет 1,75 ставки.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1F1F1F"/>
          <w:sz w:val="24"/>
          <w:szCs w:val="24"/>
        </w:rPr>
        <w:t xml:space="preserve">Особенно нуждается система образования в педагогах таких предметов как иностранные языки, физика, русский язык и литература, математика, биология, химия. </w:t>
      </w:r>
      <w:r w:rsidRPr="00E47A09">
        <w:rPr>
          <w:rFonts w:ascii="Arial" w:hAnsi="Arial" w:cs="Arial"/>
          <w:color w:val="0D0D0D"/>
          <w:sz w:val="24"/>
          <w:szCs w:val="24"/>
        </w:rPr>
        <w:t>Имеется дефицит «узких» специалистов, таких как педагог-психолог, уч</w:t>
      </w:r>
      <w:r w:rsidRPr="00E47A09">
        <w:rPr>
          <w:rFonts w:ascii="Arial" w:hAnsi="Arial" w:cs="Arial"/>
          <w:color w:val="0D0D0D"/>
          <w:sz w:val="24"/>
          <w:szCs w:val="24"/>
        </w:rPr>
        <w:t>и</w:t>
      </w:r>
      <w:r w:rsidRPr="00E47A09">
        <w:rPr>
          <w:rFonts w:ascii="Arial" w:hAnsi="Arial" w:cs="Arial"/>
          <w:color w:val="0D0D0D"/>
          <w:sz w:val="24"/>
          <w:szCs w:val="24"/>
        </w:rPr>
        <w:t>тель-логопед, учитель-дефектолог для работы с детьми с ограниченными во</w:t>
      </w:r>
      <w:r w:rsidRPr="00E47A09">
        <w:rPr>
          <w:rFonts w:ascii="Arial" w:hAnsi="Arial" w:cs="Arial"/>
          <w:color w:val="0D0D0D"/>
          <w:sz w:val="24"/>
          <w:szCs w:val="24"/>
        </w:rPr>
        <w:t>з</w:t>
      </w:r>
      <w:r w:rsidRPr="00E47A09">
        <w:rPr>
          <w:rFonts w:ascii="Arial" w:hAnsi="Arial" w:cs="Arial"/>
          <w:color w:val="0D0D0D"/>
          <w:sz w:val="24"/>
          <w:szCs w:val="24"/>
        </w:rPr>
        <w:t>можностями здоровья.</w:t>
      </w:r>
      <w:r w:rsidRPr="00E47A09">
        <w:rPr>
          <w:rFonts w:ascii="Arial" w:hAnsi="Arial" w:cs="Arial"/>
          <w:sz w:val="24"/>
          <w:szCs w:val="24"/>
        </w:rPr>
        <w:t xml:space="preserve"> В настоящее время доля молодых учителей до 30 лет, р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ботающих в общеобразовательных учреждениях района, составляет 6 %. Данная проблема усугубляется ростом педагогов пенсионного возраста.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709"/>
        </w:tabs>
        <w:autoSpaceDE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Намечается </w:t>
      </w:r>
      <w:r w:rsidRPr="00E47A09">
        <w:rPr>
          <w:rFonts w:ascii="Arial" w:hAnsi="Arial" w:cs="Arial"/>
          <w:sz w:val="24"/>
          <w:szCs w:val="24"/>
        </w:rPr>
        <w:t>тенденция формирования сегмента общеобразовательных о</w:t>
      </w:r>
      <w:r w:rsidRPr="00E47A09">
        <w:rPr>
          <w:rFonts w:ascii="Arial" w:hAnsi="Arial" w:cs="Arial"/>
          <w:sz w:val="24"/>
          <w:szCs w:val="24"/>
        </w:rPr>
        <w:t>р</w:t>
      </w:r>
      <w:r w:rsidRPr="00E47A09">
        <w:rPr>
          <w:rFonts w:ascii="Arial" w:hAnsi="Arial" w:cs="Arial"/>
          <w:sz w:val="24"/>
          <w:szCs w:val="24"/>
        </w:rPr>
        <w:t>ганизаций, устойчиво демонстрирующих низкие учебные результаты на всех уровнях общего образования. Как правило, это общеобразовательные организ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ции, работающие со сложным контингентом</w:t>
      </w:r>
      <w:r>
        <w:rPr>
          <w:rFonts w:ascii="Arial" w:hAnsi="Arial" w:cs="Arial"/>
          <w:sz w:val="24"/>
          <w:szCs w:val="24"/>
        </w:rPr>
        <w:t xml:space="preserve"> обучающихся –</w:t>
      </w:r>
      <w:r w:rsidRPr="00E47A09">
        <w:rPr>
          <w:rFonts w:ascii="Arial" w:hAnsi="Arial" w:cs="Arial"/>
          <w:sz w:val="24"/>
          <w:szCs w:val="24"/>
        </w:rPr>
        <w:t xml:space="preserve"> детей из семей с ни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>ким социально-экономическим статусом, детей, имеющих трудности в обучении и социальной адаптации. Для успешного обучения и социализации указанных детей необходимы специальные ресурсы (финансовые, кадровые, организационные), позволяющие</w:t>
      </w:r>
      <w:r>
        <w:rPr>
          <w:rFonts w:ascii="Arial" w:hAnsi="Arial" w:cs="Arial"/>
          <w:sz w:val="24"/>
          <w:szCs w:val="24"/>
        </w:rPr>
        <w:t>,</w:t>
      </w:r>
      <w:r w:rsidRPr="00E47A09">
        <w:rPr>
          <w:rFonts w:ascii="Arial" w:hAnsi="Arial" w:cs="Arial"/>
          <w:sz w:val="24"/>
          <w:szCs w:val="24"/>
        </w:rPr>
        <w:t xml:space="preserve"> в том числе</w:t>
      </w:r>
      <w:r>
        <w:rPr>
          <w:rFonts w:ascii="Arial" w:hAnsi="Arial" w:cs="Arial"/>
          <w:sz w:val="24"/>
          <w:szCs w:val="24"/>
        </w:rPr>
        <w:t>,</w:t>
      </w:r>
      <w:r w:rsidRPr="00E47A09">
        <w:rPr>
          <w:rFonts w:ascii="Arial" w:hAnsi="Arial" w:cs="Arial"/>
          <w:sz w:val="24"/>
          <w:szCs w:val="24"/>
        </w:rPr>
        <w:t xml:space="preserve"> организовывать дополнительные занятия с такими учащимися, осуществлять психологическое и социально-педагогическое сопров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 xml:space="preserve">ждение, тьюторство.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709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Другой тенденцией, влияющей на качество образования и требующей аде</w:t>
      </w:r>
      <w:r w:rsidRPr="00E47A09">
        <w:rPr>
          <w:rFonts w:ascii="Arial" w:hAnsi="Arial" w:cs="Arial"/>
          <w:sz w:val="24"/>
          <w:szCs w:val="24"/>
        </w:rPr>
        <w:t>к</w:t>
      </w:r>
      <w:r w:rsidRPr="00E47A09">
        <w:rPr>
          <w:rFonts w:ascii="Arial" w:hAnsi="Arial" w:cs="Arial"/>
          <w:sz w:val="24"/>
          <w:szCs w:val="24"/>
        </w:rPr>
        <w:t>ватных мер образовательной политики, является недостаточная эффективность общего образования в формировании компетенций, востребованных в совреме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>ной социальной жизни и экономике.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D0D0D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районе ведется работа по созданию безбарьерной среды в общеобраз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вательных учреждениях, развитию</w:t>
      </w:r>
      <w:r>
        <w:rPr>
          <w:rFonts w:ascii="Arial" w:hAnsi="Arial" w:cs="Arial"/>
          <w:sz w:val="24"/>
          <w:szCs w:val="24"/>
        </w:rPr>
        <w:t xml:space="preserve"> форм инклюзивного образования,</w:t>
      </w:r>
      <w:r w:rsidRPr="00E47A09">
        <w:rPr>
          <w:rFonts w:ascii="Arial" w:hAnsi="Arial" w:cs="Arial"/>
          <w:sz w:val="24"/>
          <w:szCs w:val="24"/>
        </w:rPr>
        <w:t xml:space="preserve"> организации психолого-медико-педагогического сопровождения детей с ограниченными во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>можностями здоровья в условиях инклюзивного образования.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С целью создания необходимых (базовых) условий для реализации осно</w:t>
      </w:r>
      <w:r w:rsidRPr="00E47A09">
        <w:rPr>
          <w:rFonts w:ascii="Arial" w:hAnsi="Arial" w:cs="Arial"/>
          <w:snapToGrid w:val="0"/>
          <w:sz w:val="24"/>
          <w:szCs w:val="24"/>
        </w:rPr>
        <w:t>в</w:t>
      </w:r>
      <w:r w:rsidRPr="00E47A09">
        <w:rPr>
          <w:rFonts w:ascii="Arial" w:hAnsi="Arial" w:cs="Arial"/>
          <w:snapToGrid w:val="0"/>
          <w:sz w:val="24"/>
          <w:szCs w:val="24"/>
        </w:rPr>
        <w:t>ных образовательных программ в соответствии с требованиями федеральных г</w:t>
      </w:r>
      <w:r w:rsidRPr="00E47A09">
        <w:rPr>
          <w:rFonts w:ascii="Arial" w:hAnsi="Arial" w:cs="Arial"/>
          <w:snapToGrid w:val="0"/>
          <w:sz w:val="24"/>
          <w:szCs w:val="24"/>
        </w:rPr>
        <w:t>о</w:t>
      </w:r>
      <w:r w:rsidRPr="00E47A09">
        <w:rPr>
          <w:rFonts w:ascii="Arial" w:hAnsi="Arial" w:cs="Arial"/>
          <w:snapToGrid w:val="0"/>
          <w:sz w:val="24"/>
          <w:szCs w:val="24"/>
        </w:rPr>
        <w:t>сударственных образовательных стандартов осуществляется оснащение общ</w:t>
      </w:r>
      <w:r w:rsidRPr="00E47A09">
        <w:rPr>
          <w:rFonts w:ascii="Arial" w:hAnsi="Arial" w:cs="Arial"/>
          <w:snapToGrid w:val="0"/>
          <w:sz w:val="24"/>
          <w:szCs w:val="24"/>
        </w:rPr>
        <w:t>е</w:t>
      </w:r>
      <w:r w:rsidRPr="00E47A09">
        <w:rPr>
          <w:rFonts w:ascii="Arial" w:hAnsi="Arial" w:cs="Arial"/>
          <w:snapToGrid w:val="0"/>
          <w:sz w:val="24"/>
          <w:szCs w:val="24"/>
        </w:rPr>
        <w:t>образовательных учреждений учебным оборудованием, обеспечение учебниками и повышение квалификации учителей и руководителей общеобразовательных у</w:t>
      </w:r>
      <w:r w:rsidRPr="00E47A09">
        <w:rPr>
          <w:rFonts w:ascii="Arial" w:hAnsi="Arial" w:cs="Arial"/>
          <w:snapToGrid w:val="0"/>
          <w:sz w:val="24"/>
          <w:szCs w:val="24"/>
        </w:rPr>
        <w:t>ч</w:t>
      </w:r>
      <w:r w:rsidRPr="00E47A09">
        <w:rPr>
          <w:rFonts w:ascii="Arial" w:hAnsi="Arial" w:cs="Arial"/>
          <w:snapToGrid w:val="0"/>
          <w:sz w:val="24"/>
          <w:szCs w:val="24"/>
        </w:rPr>
        <w:t>реждений.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Все обучающиеся общеобразовательных учреждений обеспечены необх</w:t>
      </w:r>
      <w:r w:rsidRPr="00E47A09">
        <w:rPr>
          <w:rFonts w:ascii="Arial" w:hAnsi="Arial" w:cs="Arial"/>
          <w:snapToGrid w:val="0"/>
          <w:sz w:val="24"/>
          <w:szCs w:val="24"/>
        </w:rPr>
        <w:t>о</w:t>
      </w:r>
      <w:r w:rsidRPr="00E47A09">
        <w:rPr>
          <w:rFonts w:ascii="Arial" w:hAnsi="Arial" w:cs="Arial"/>
          <w:snapToGrid w:val="0"/>
          <w:sz w:val="24"/>
          <w:szCs w:val="24"/>
        </w:rPr>
        <w:t>димыми бесплатными учебниками.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Все общеобразовательные учреждения имеют бесплатный доступ к сети Интернет.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Во всех школах района созданы условия для организации питания. Все учащиеся 1-4 классов обеспечены бесплатными горячими завтраками. 75% детей обучаются в учреждениях с оборудованными предметными кабинетами, с созда</w:t>
      </w:r>
      <w:r w:rsidRPr="00E47A09">
        <w:rPr>
          <w:rFonts w:ascii="Arial" w:hAnsi="Arial" w:cs="Arial"/>
          <w:color w:val="000000"/>
          <w:sz w:val="24"/>
          <w:szCs w:val="24"/>
        </w:rPr>
        <w:t>н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ными условиями для занятий физической культурой.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Организовано обеспечение нуждающихся обучающихся общеобразов</w:t>
      </w:r>
      <w:r w:rsidRPr="00E47A09">
        <w:rPr>
          <w:rFonts w:ascii="Arial" w:hAnsi="Arial" w:cs="Arial"/>
          <w:sz w:val="24"/>
          <w:szCs w:val="24"/>
          <w:lang w:eastAsia="en-US"/>
        </w:rPr>
        <w:t>а</w:t>
      </w:r>
      <w:r w:rsidRPr="00E47A09">
        <w:rPr>
          <w:rFonts w:ascii="Arial" w:hAnsi="Arial" w:cs="Arial"/>
          <w:sz w:val="24"/>
          <w:szCs w:val="24"/>
          <w:lang w:eastAsia="en-US"/>
        </w:rPr>
        <w:t>тельных учреждений района подвозом, отвечающим требованиям, предъявля</w:t>
      </w:r>
      <w:r w:rsidRPr="00E47A09">
        <w:rPr>
          <w:rFonts w:ascii="Arial" w:hAnsi="Arial" w:cs="Arial"/>
          <w:sz w:val="24"/>
          <w:szCs w:val="24"/>
          <w:lang w:eastAsia="en-US"/>
        </w:rPr>
        <w:t>е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мым к организации безопасной перевозки детей.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Обеспечение жизнедеятельности образовательных учреждений района м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жет быть достигнуто проведением единой муниципальной политики, системы ед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ных мер ресурсного и организационного характера.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Вместе с тем, одной из наиболее острых проблем для системы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ния остается высокий уровень изношенности, несоответствие современным тр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бованиям инфраструктуры образовательных учреждений. Ряд школ района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 xml:space="preserve">должают нуждаться в капитальном ремонте.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Дополнительное образование.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На территории района </w:t>
      </w:r>
      <w:r w:rsidRPr="00047450">
        <w:rPr>
          <w:rFonts w:ascii="Arial" w:hAnsi="Arial" w:cs="Arial"/>
          <w:sz w:val="24"/>
          <w:szCs w:val="24"/>
        </w:rPr>
        <w:t>9 образовательных организаций</w:t>
      </w:r>
      <w:r w:rsidRPr="00E47A09">
        <w:rPr>
          <w:rFonts w:ascii="Arial" w:hAnsi="Arial" w:cs="Arial"/>
          <w:sz w:val="24"/>
          <w:szCs w:val="24"/>
        </w:rPr>
        <w:t xml:space="preserve"> реализуют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грамму дополнительного образования, в том числе 1 организация дополнительн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го образования.</w:t>
      </w:r>
      <w:r w:rsidRPr="00E47A09">
        <w:rPr>
          <w:rFonts w:ascii="Arial" w:hAnsi="Arial" w:cs="Arial"/>
          <w:color w:val="FF0000"/>
          <w:sz w:val="24"/>
          <w:szCs w:val="24"/>
        </w:rPr>
        <w:t xml:space="preserve"> </w:t>
      </w:r>
      <w:r w:rsidRPr="00E47A09">
        <w:rPr>
          <w:rFonts w:ascii="Arial" w:hAnsi="Arial" w:cs="Arial"/>
          <w:sz w:val="24"/>
          <w:szCs w:val="24"/>
        </w:rPr>
        <w:t>Реализуя данное направление</w:t>
      </w:r>
      <w:r>
        <w:rPr>
          <w:rFonts w:ascii="Arial" w:hAnsi="Arial" w:cs="Arial"/>
          <w:sz w:val="24"/>
          <w:szCs w:val="24"/>
        </w:rPr>
        <w:t>,</w:t>
      </w:r>
      <w:r w:rsidRPr="00E47A09">
        <w:rPr>
          <w:rFonts w:ascii="Arial" w:hAnsi="Arial" w:cs="Arial"/>
          <w:sz w:val="24"/>
          <w:szCs w:val="24"/>
        </w:rPr>
        <w:t xml:space="preserve"> предусмотрено формирование электронной базы «Навигатор дополнительного образования детей», позволя</w:t>
      </w:r>
      <w:r w:rsidRPr="00E47A09">
        <w:rPr>
          <w:rFonts w:ascii="Arial" w:hAnsi="Arial" w:cs="Arial"/>
          <w:sz w:val="24"/>
          <w:szCs w:val="24"/>
        </w:rPr>
        <w:t>ю</w:t>
      </w:r>
      <w:r w:rsidRPr="00E47A09">
        <w:rPr>
          <w:rFonts w:ascii="Arial" w:hAnsi="Arial" w:cs="Arial"/>
          <w:sz w:val="24"/>
          <w:szCs w:val="24"/>
        </w:rPr>
        <w:t>щей родителям осуществлять электронную регистрацию детей для получения у</w:t>
      </w:r>
      <w:r w:rsidRPr="00E47A09">
        <w:rPr>
          <w:rFonts w:ascii="Arial" w:hAnsi="Arial" w:cs="Arial"/>
          <w:sz w:val="24"/>
          <w:szCs w:val="24"/>
        </w:rPr>
        <w:t>с</w:t>
      </w:r>
      <w:r w:rsidRPr="00E47A09">
        <w:rPr>
          <w:rFonts w:ascii="Arial" w:hAnsi="Arial" w:cs="Arial"/>
          <w:sz w:val="24"/>
          <w:szCs w:val="24"/>
        </w:rPr>
        <w:t xml:space="preserve">луг дополнительного образования. В образовательных организациях реализуются </w:t>
      </w:r>
      <w:r>
        <w:rPr>
          <w:rFonts w:ascii="Arial" w:hAnsi="Arial" w:cs="Arial"/>
          <w:sz w:val="24"/>
          <w:szCs w:val="24"/>
        </w:rPr>
        <w:t>78</w:t>
      </w:r>
      <w:r w:rsidRPr="00E47A09">
        <w:rPr>
          <w:rFonts w:ascii="Arial" w:hAnsi="Arial" w:cs="Arial"/>
          <w:sz w:val="24"/>
          <w:szCs w:val="24"/>
        </w:rPr>
        <w:t xml:space="preserve"> дополнительных общеобразовательных программ.</w:t>
      </w:r>
      <w:r w:rsidRPr="00E47A09">
        <w:rPr>
          <w:rFonts w:ascii="Arial" w:hAnsi="Arial" w:cs="Arial"/>
          <w:color w:val="FF0000"/>
          <w:sz w:val="24"/>
          <w:szCs w:val="24"/>
        </w:rPr>
        <w:t xml:space="preserve"> </w:t>
      </w:r>
      <w:r w:rsidRPr="00E47A09">
        <w:rPr>
          <w:rFonts w:ascii="Arial" w:hAnsi="Arial" w:cs="Arial"/>
          <w:sz w:val="24"/>
          <w:szCs w:val="24"/>
        </w:rPr>
        <w:t xml:space="preserve"> Доля</w:t>
      </w:r>
      <w:r>
        <w:rPr>
          <w:rFonts w:ascii="Arial" w:hAnsi="Arial" w:cs="Arial"/>
          <w:sz w:val="24"/>
          <w:szCs w:val="24"/>
        </w:rPr>
        <w:t xml:space="preserve"> </w:t>
      </w:r>
      <w:r w:rsidRPr="00E47A09">
        <w:rPr>
          <w:rFonts w:ascii="Arial" w:hAnsi="Arial" w:cs="Arial"/>
          <w:sz w:val="24"/>
          <w:szCs w:val="24"/>
        </w:rPr>
        <w:t>детей, охваченных дополнительным образованием</w:t>
      </w:r>
      <w:r>
        <w:rPr>
          <w:rFonts w:ascii="Arial" w:hAnsi="Arial" w:cs="Arial"/>
          <w:sz w:val="24"/>
          <w:szCs w:val="24"/>
        </w:rPr>
        <w:t>,</w:t>
      </w:r>
      <w:r w:rsidRPr="00E47A09">
        <w:rPr>
          <w:rFonts w:ascii="Arial" w:hAnsi="Arial" w:cs="Arial"/>
          <w:sz w:val="24"/>
          <w:szCs w:val="24"/>
        </w:rPr>
        <w:t xml:space="preserve"> составила </w:t>
      </w:r>
      <w:r>
        <w:rPr>
          <w:rFonts w:ascii="Arial" w:hAnsi="Arial" w:cs="Arial"/>
          <w:sz w:val="24"/>
          <w:szCs w:val="24"/>
        </w:rPr>
        <w:t>60</w:t>
      </w:r>
      <w:r w:rsidRPr="00E47A09">
        <w:rPr>
          <w:rFonts w:ascii="Arial" w:hAnsi="Arial" w:cs="Arial"/>
          <w:sz w:val="24"/>
          <w:szCs w:val="24"/>
        </w:rPr>
        <w:t>% от общего количества детей в м</w:t>
      </w:r>
      <w:r w:rsidRPr="00E47A09">
        <w:rPr>
          <w:rFonts w:ascii="Arial" w:hAnsi="Arial" w:cs="Arial"/>
          <w:sz w:val="24"/>
          <w:szCs w:val="24"/>
        </w:rPr>
        <w:t>у</w:t>
      </w:r>
      <w:r w:rsidRPr="00E47A09">
        <w:rPr>
          <w:rFonts w:ascii="Arial" w:hAnsi="Arial" w:cs="Arial"/>
          <w:sz w:val="24"/>
          <w:szCs w:val="24"/>
        </w:rPr>
        <w:t xml:space="preserve">ниципалитете в возрасте от 5 до 18 лет. </w:t>
      </w:r>
    </w:p>
    <w:p w:rsidR="003738DC" w:rsidRPr="00427CB2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целях внедрения Целевой модели развития региональной системы д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полнительного образования детей, на базе МБОУ ДО «Партизанский ЦВР» фун</w:t>
      </w:r>
      <w:r w:rsidRPr="00E47A09">
        <w:rPr>
          <w:rFonts w:ascii="Arial" w:hAnsi="Arial" w:cs="Arial"/>
          <w:sz w:val="24"/>
          <w:szCs w:val="24"/>
        </w:rPr>
        <w:t>к</w:t>
      </w:r>
      <w:r w:rsidRPr="00E47A09">
        <w:rPr>
          <w:rFonts w:ascii="Arial" w:hAnsi="Arial" w:cs="Arial"/>
          <w:sz w:val="24"/>
          <w:szCs w:val="24"/>
        </w:rPr>
        <w:t>ционирует муниципальный опорный центр дополнительного образования детей, который обеспечит эффективную систему межведомственного взаимодействия в сфере дополнительного образования детей по реализации современных вари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тивных и востребованных дополнительных общеобразовательных программ ра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 xml:space="preserve">личных </w:t>
      </w:r>
      <w:r w:rsidRPr="00427CB2">
        <w:rPr>
          <w:rFonts w:ascii="Arial" w:hAnsi="Arial" w:cs="Arial"/>
          <w:sz w:val="24"/>
          <w:szCs w:val="24"/>
        </w:rPr>
        <w:t xml:space="preserve">направленностей.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427CB2">
        <w:rPr>
          <w:rFonts w:ascii="Arial" w:hAnsi="Arial" w:cs="Arial"/>
          <w:snapToGrid w:val="0"/>
          <w:sz w:val="24"/>
          <w:szCs w:val="24"/>
        </w:rPr>
        <w:t xml:space="preserve">Вместе с тем, </w:t>
      </w:r>
      <w:r w:rsidRPr="00427CB2">
        <w:rPr>
          <w:rFonts w:ascii="Arial" w:hAnsi="Arial" w:cs="Arial"/>
          <w:sz w:val="24"/>
          <w:szCs w:val="24"/>
        </w:rPr>
        <w:t>решение задачи развития доступности и повышения качества дополнительного образования</w:t>
      </w:r>
      <w:r w:rsidRPr="00E47A09">
        <w:rPr>
          <w:rFonts w:ascii="Arial" w:hAnsi="Arial" w:cs="Arial"/>
          <w:sz w:val="24"/>
          <w:szCs w:val="24"/>
        </w:rPr>
        <w:t xml:space="preserve"> в настоящее время затруднено рядом обсто</w:t>
      </w:r>
      <w:r w:rsidRPr="00E47A09">
        <w:rPr>
          <w:rFonts w:ascii="Arial" w:hAnsi="Arial" w:cs="Arial"/>
          <w:sz w:val="24"/>
          <w:szCs w:val="24"/>
        </w:rPr>
        <w:t>я</w:t>
      </w:r>
      <w:r w:rsidRPr="00E47A09">
        <w:rPr>
          <w:rFonts w:ascii="Arial" w:hAnsi="Arial" w:cs="Arial"/>
          <w:sz w:val="24"/>
          <w:szCs w:val="24"/>
        </w:rPr>
        <w:t>тельств: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«ветхая» материально-техническая база учреждения дополнительного о</w:t>
      </w:r>
      <w:r w:rsidRPr="00E47A09">
        <w:rPr>
          <w:rFonts w:ascii="Arial" w:hAnsi="Arial" w:cs="Arial"/>
          <w:sz w:val="24"/>
          <w:szCs w:val="24"/>
        </w:rPr>
        <w:t>б</w:t>
      </w:r>
      <w:r w:rsidRPr="00E47A09">
        <w:rPr>
          <w:rFonts w:ascii="Arial" w:hAnsi="Arial" w:cs="Arial"/>
          <w:sz w:val="24"/>
          <w:szCs w:val="24"/>
        </w:rPr>
        <w:t>разования, что обусловлено их недостаточным финансированием;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удаленность большого числа территорий от развитых культурных и образ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вательных центров;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невозможность удовлетворения образовательных потребностей нового п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коления в рамках существующей инфраструктуры территорий.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С целью развития системы дополнительного образования необходимо со</w:t>
      </w:r>
      <w:r w:rsidRPr="00E47A09">
        <w:rPr>
          <w:rFonts w:ascii="Arial" w:hAnsi="Arial" w:cs="Arial"/>
          <w:snapToGrid w:val="0"/>
          <w:sz w:val="24"/>
          <w:szCs w:val="24"/>
        </w:rPr>
        <w:t>з</w:t>
      </w:r>
      <w:r w:rsidRPr="00E47A09">
        <w:rPr>
          <w:rFonts w:ascii="Arial" w:hAnsi="Arial" w:cs="Arial"/>
          <w:snapToGrid w:val="0"/>
          <w:sz w:val="24"/>
          <w:szCs w:val="24"/>
        </w:rPr>
        <w:t>дать условия для: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развития инфраструктуры и укрепления материально-технической базы у</w:t>
      </w:r>
      <w:r w:rsidRPr="00E47A09">
        <w:rPr>
          <w:rFonts w:ascii="Arial" w:hAnsi="Arial" w:cs="Arial"/>
          <w:snapToGrid w:val="0"/>
          <w:sz w:val="24"/>
          <w:szCs w:val="24"/>
        </w:rPr>
        <w:t>ч</w:t>
      </w:r>
      <w:r w:rsidRPr="00E47A09">
        <w:rPr>
          <w:rFonts w:ascii="Arial" w:hAnsi="Arial" w:cs="Arial"/>
          <w:snapToGrid w:val="0"/>
          <w:sz w:val="24"/>
          <w:szCs w:val="24"/>
        </w:rPr>
        <w:t>реждений для формирования и реализации современного содержания дополн</w:t>
      </w:r>
      <w:r w:rsidRPr="00E47A09">
        <w:rPr>
          <w:rFonts w:ascii="Arial" w:hAnsi="Arial" w:cs="Arial"/>
          <w:snapToGrid w:val="0"/>
          <w:sz w:val="24"/>
          <w:szCs w:val="24"/>
        </w:rPr>
        <w:t>и</w:t>
      </w:r>
      <w:r w:rsidRPr="00E47A09">
        <w:rPr>
          <w:rFonts w:ascii="Arial" w:hAnsi="Arial" w:cs="Arial"/>
          <w:snapToGrid w:val="0"/>
          <w:sz w:val="24"/>
          <w:szCs w:val="24"/>
        </w:rPr>
        <w:t>тельного образования, обеспечения его высокого качества и дифференцирова</w:t>
      </w:r>
      <w:r w:rsidRPr="00E47A09">
        <w:rPr>
          <w:rFonts w:ascii="Arial" w:hAnsi="Arial" w:cs="Arial"/>
          <w:snapToGrid w:val="0"/>
          <w:sz w:val="24"/>
          <w:szCs w:val="24"/>
        </w:rPr>
        <w:t>н</w:t>
      </w:r>
      <w:r w:rsidRPr="00E47A09">
        <w:rPr>
          <w:rFonts w:ascii="Arial" w:hAnsi="Arial" w:cs="Arial"/>
          <w:snapToGrid w:val="0"/>
          <w:sz w:val="24"/>
          <w:szCs w:val="24"/>
        </w:rPr>
        <w:t>ного характера при массовой доступности;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распространения сетевых форм организации дополнительного образов</w:t>
      </w:r>
      <w:r w:rsidRPr="00E47A09">
        <w:rPr>
          <w:rFonts w:ascii="Arial" w:hAnsi="Arial" w:cs="Arial"/>
          <w:snapToGrid w:val="0"/>
          <w:sz w:val="24"/>
          <w:szCs w:val="24"/>
        </w:rPr>
        <w:t>а</w:t>
      </w:r>
      <w:r w:rsidRPr="00E47A09">
        <w:rPr>
          <w:rFonts w:ascii="Arial" w:hAnsi="Arial" w:cs="Arial"/>
          <w:snapToGrid w:val="0"/>
          <w:sz w:val="24"/>
          <w:szCs w:val="24"/>
        </w:rPr>
        <w:t>ния, предполагающих объединение разных по типу и масштабам связей между образовательными учреждениями, организациями для достижения общих целей реализуемой образовательной программы, включая использование ресурсов н</w:t>
      </w:r>
      <w:r w:rsidRPr="00E47A09">
        <w:rPr>
          <w:rFonts w:ascii="Arial" w:hAnsi="Arial" w:cs="Arial"/>
          <w:snapToGrid w:val="0"/>
          <w:sz w:val="24"/>
          <w:szCs w:val="24"/>
        </w:rPr>
        <w:t>е</w:t>
      </w:r>
      <w:r w:rsidRPr="00E47A09">
        <w:rPr>
          <w:rFonts w:ascii="Arial" w:hAnsi="Arial" w:cs="Arial"/>
          <w:snapToGrid w:val="0"/>
          <w:sz w:val="24"/>
          <w:szCs w:val="24"/>
        </w:rPr>
        <w:t>государственного сектора в предоставлении услуг дополнительного образования;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профессионального развития педагогических кадров системы дополнител</w:t>
      </w:r>
      <w:r w:rsidRPr="00E47A09">
        <w:rPr>
          <w:rFonts w:ascii="Arial" w:hAnsi="Arial" w:cs="Arial"/>
          <w:snapToGrid w:val="0"/>
          <w:sz w:val="24"/>
          <w:szCs w:val="24"/>
        </w:rPr>
        <w:t>ь</w:t>
      </w:r>
      <w:r w:rsidRPr="00E47A09">
        <w:rPr>
          <w:rFonts w:ascii="Arial" w:hAnsi="Arial" w:cs="Arial"/>
          <w:snapToGrid w:val="0"/>
          <w:sz w:val="24"/>
          <w:szCs w:val="24"/>
        </w:rPr>
        <w:t>ного образования района.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целях выявления и поддержки одаренных детей в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 рамках программы р</w:t>
      </w:r>
      <w:r w:rsidRPr="00E47A09">
        <w:rPr>
          <w:rFonts w:ascii="Arial" w:hAnsi="Arial" w:cs="Arial"/>
          <w:color w:val="000000"/>
          <w:sz w:val="24"/>
          <w:szCs w:val="24"/>
        </w:rPr>
        <w:t>е</w:t>
      </w:r>
      <w:r w:rsidRPr="00E47A09">
        <w:rPr>
          <w:rFonts w:ascii="Arial" w:hAnsi="Arial" w:cs="Arial"/>
          <w:color w:val="000000"/>
          <w:sz w:val="24"/>
          <w:szCs w:val="24"/>
        </w:rPr>
        <w:t>шены следующие задачи: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разработана нормативно-правовая база по вопросам работы с одаренными детьми и молодежью;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обучающиеся района включены в единый образовательный портал для р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боты с одаренными детьми, на котором размещена база данных «Одаренные д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ти Красноярья», содержащая информацию о победителях, призерах конкурсов и олимпиад и о педагогах, успешно работающих с одаренными детьми, ставшая и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 xml:space="preserve">струментом для принятия управленческих решений как на уровне школы, так и на уровне района (например, в вопросах стимулирования лучших педагогов и детей);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обновились формы работы с одаренными детьми (проводятся форумы, н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 xml:space="preserve">учно-практические конференции).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color w:val="000000"/>
          <w:sz w:val="24"/>
          <w:szCs w:val="24"/>
        </w:rPr>
        <w:t>жегодно ок</w:t>
      </w:r>
      <w:r>
        <w:rPr>
          <w:rFonts w:ascii="Arial" w:hAnsi="Arial" w:cs="Arial"/>
          <w:color w:val="000000"/>
          <w:sz w:val="24"/>
          <w:szCs w:val="24"/>
        </w:rPr>
        <w:t xml:space="preserve">азывается финансовая поддержка </w:t>
      </w:r>
      <w:r w:rsidRPr="00E47A09">
        <w:rPr>
          <w:rFonts w:ascii="Arial" w:hAnsi="Arial" w:cs="Arial"/>
          <w:color w:val="000000"/>
          <w:sz w:val="24"/>
          <w:szCs w:val="24"/>
        </w:rPr>
        <w:t>лучшим учащимся района на традиционном празднике «Звездный час».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Проводимые для детей и учащейся молодежи мероприятия: предметные олимпиады, спортивные соревнования, творческие конкурсы, научные конфере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>ции, позволили охватить более 65% школьников района, среди которых обознач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лись высокомотивированные школьники, способные к результативному участию в конкурсных мероприятиях на всероссийском, региональном уровнях.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autoSpaceDN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Одним из наиболее эффективных методов</w:t>
      </w:r>
      <w:r>
        <w:rPr>
          <w:rFonts w:ascii="Arial" w:hAnsi="Arial" w:cs="Arial"/>
          <w:sz w:val="24"/>
          <w:szCs w:val="24"/>
        </w:rPr>
        <w:t xml:space="preserve"> выявления интеллектуально одаре</w:t>
      </w:r>
      <w:r w:rsidRPr="00E47A09">
        <w:rPr>
          <w:rFonts w:ascii="Arial" w:hAnsi="Arial" w:cs="Arial"/>
          <w:sz w:val="24"/>
          <w:szCs w:val="24"/>
        </w:rPr>
        <w:t>нных детей являются предметные олимпиады, научно-практические конф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ренции, интеллектуально-познавательные конкурсы, которые способствует разв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тию у обучающихся духа поиска, исследования, творчества. Всероссийская оли</w:t>
      </w:r>
      <w:r w:rsidRPr="00E47A09">
        <w:rPr>
          <w:rFonts w:ascii="Arial" w:hAnsi="Arial" w:cs="Arial"/>
          <w:sz w:val="24"/>
          <w:szCs w:val="24"/>
        </w:rPr>
        <w:t>м</w:t>
      </w:r>
      <w:r w:rsidRPr="00E47A09">
        <w:rPr>
          <w:rFonts w:ascii="Arial" w:hAnsi="Arial" w:cs="Arial"/>
          <w:sz w:val="24"/>
          <w:szCs w:val="24"/>
        </w:rPr>
        <w:t xml:space="preserve">пиада школьников служит 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механизмом выявления одаренных </w:t>
      </w:r>
      <w:r w:rsidRPr="00E47A09">
        <w:rPr>
          <w:rFonts w:ascii="Arial" w:hAnsi="Arial" w:cs="Arial"/>
          <w:sz w:val="24"/>
          <w:szCs w:val="24"/>
        </w:rPr>
        <w:t>школьников.</w:t>
      </w:r>
    </w:p>
    <w:p w:rsidR="003738DC" w:rsidRPr="0011553B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autoSpaceDN w:val="0"/>
        <w:ind w:firstLine="709"/>
        <w:rPr>
          <w:rFonts w:ascii="Arial" w:hAnsi="Arial" w:cs="Arial"/>
          <w:sz w:val="24"/>
          <w:szCs w:val="24"/>
        </w:rPr>
      </w:pPr>
      <w:r w:rsidRPr="0011553B">
        <w:rPr>
          <w:rFonts w:ascii="Arial" w:hAnsi="Arial" w:cs="Arial"/>
          <w:sz w:val="24"/>
          <w:szCs w:val="24"/>
        </w:rPr>
        <w:t xml:space="preserve">На муниципальном этапе приняло участие 123 учащихся, что составило 21% от общего количества обучающихся в 7-11 классах. </w:t>
      </w:r>
    </w:p>
    <w:p w:rsidR="003738DC" w:rsidRPr="0011553B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autoSpaceDN w:val="0"/>
        <w:ind w:firstLine="709"/>
        <w:rPr>
          <w:rFonts w:ascii="Arial" w:hAnsi="Arial" w:cs="Arial"/>
          <w:sz w:val="24"/>
          <w:szCs w:val="24"/>
        </w:rPr>
      </w:pPr>
      <w:r w:rsidRPr="0011553B">
        <w:rPr>
          <w:rFonts w:ascii="Arial" w:hAnsi="Arial" w:cs="Arial"/>
          <w:sz w:val="24"/>
          <w:szCs w:val="24"/>
        </w:rPr>
        <w:t>Анализ результатов выполненных работ по всем предметам показывает, что наиболее высокий процент победителей и призеров от количества участников по следующим предметам: физическая культура, биология, ОБЖ.</w:t>
      </w:r>
    </w:p>
    <w:p w:rsidR="003738DC" w:rsidRPr="0011553B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autoSpaceDN w:val="0"/>
        <w:ind w:firstLine="709"/>
        <w:rPr>
          <w:rFonts w:ascii="Arial" w:hAnsi="Arial" w:cs="Arial"/>
          <w:sz w:val="24"/>
          <w:szCs w:val="24"/>
        </w:rPr>
      </w:pPr>
      <w:r w:rsidRPr="0011553B">
        <w:rPr>
          <w:rFonts w:ascii="Arial" w:hAnsi="Arial" w:cs="Arial"/>
          <w:sz w:val="24"/>
          <w:szCs w:val="24"/>
        </w:rPr>
        <w:t>По результатам муниципального этапа Всероссийской олимпиады школьн</w:t>
      </w:r>
      <w:r w:rsidRPr="0011553B">
        <w:rPr>
          <w:rFonts w:ascii="Arial" w:hAnsi="Arial" w:cs="Arial"/>
          <w:sz w:val="24"/>
          <w:szCs w:val="24"/>
        </w:rPr>
        <w:t>и</w:t>
      </w:r>
      <w:r w:rsidRPr="0011553B">
        <w:rPr>
          <w:rFonts w:ascii="Arial" w:hAnsi="Arial" w:cs="Arial"/>
          <w:sz w:val="24"/>
          <w:szCs w:val="24"/>
        </w:rPr>
        <w:t>ков победителями и призерами стали 46 учащихся.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autoSpaceDN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11553B">
        <w:rPr>
          <w:rFonts w:ascii="Arial" w:hAnsi="Arial" w:cs="Arial"/>
          <w:sz w:val="24"/>
          <w:szCs w:val="24"/>
        </w:rPr>
        <w:t>Из числа победителей и призеров муниципального этапа были приглашены 6 учащихся, набравшие нужное количество баллов</w:t>
      </w:r>
      <w:r>
        <w:rPr>
          <w:rFonts w:ascii="Arial" w:hAnsi="Arial" w:cs="Arial"/>
          <w:sz w:val="24"/>
          <w:szCs w:val="24"/>
        </w:rPr>
        <w:t>,</w:t>
      </w:r>
      <w:r w:rsidRPr="0011553B">
        <w:rPr>
          <w:rFonts w:ascii="Arial" w:hAnsi="Arial" w:cs="Arial"/>
          <w:sz w:val="24"/>
          <w:szCs w:val="24"/>
        </w:rPr>
        <w:t xml:space="preserve"> для участия в региональном этапе. Участие приняли 4 учащихся. </w:t>
      </w:r>
      <w:r>
        <w:rPr>
          <w:rFonts w:ascii="Arial" w:hAnsi="Arial" w:cs="Arial"/>
          <w:color w:val="000000"/>
          <w:sz w:val="24"/>
          <w:szCs w:val="24"/>
        </w:rPr>
        <w:t>Количество призе</w:t>
      </w:r>
      <w:r w:rsidRPr="00E47A09">
        <w:rPr>
          <w:rFonts w:ascii="Arial" w:hAnsi="Arial" w:cs="Arial"/>
          <w:color w:val="000000"/>
          <w:sz w:val="24"/>
          <w:szCs w:val="24"/>
        </w:rPr>
        <w:t>ров регионального этапа олимпиады, к сожалению, единичны.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Также</w:t>
      </w:r>
      <w:r w:rsidRPr="00E47A09">
        <w:rPr>
          <w:rFonts w:ascii="Arial" w:hAnsi="Arial" w:cs="Arial"/>
          <w:sz w:val="24"/>
          <w:szCs w:val="24"/>
        </w:rPr>
        <w:t xml:space="preserve"> учащиеся района принимают участие в интеллектуальных олимпи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 xml:space="preserve">дах, конференциях, организуемых и проводимых в соответствии </w:t>
      </w:r>
      <w:r>
        <w:rPr>
          <w:rFonts w:ascii="Arial" w:hAnsi="Arial" w:cs="Arial"/>
          <w:sz w:val="24"/>
          <w:szCs w:val="24"/>
        </w:rPr>
        <w:t xml:space="preserve">с </w:t>
      </w:r>
      <w:r w:rsidRPr="00E47A09">
        <w:rPr>
          <w:rFonts w:ascii="Arial" w:hAnsi="Arial" w:cs="Arial"/>
          <w:sz w:val="24"/>
          <w:szCs w:val="24"/>
        </w:rPr>
        <w:t>планом Мин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стерства </w:t>
      </w:r>
      <w:r w:rsidRPr="00E47A09">
        <w:rPr>
          <w:rFonts w:ascii="Arial" w:hAnsi="Arial" w:cs="Arial"/>
          <w:sz w:val="24"/>
          <w:szCs w:val="24"/>
        </w:rPr>
        <w:t>просве</w:t>
      </w:r>
      <w:r>
        <w:rPr>
          <w:rFonts w:ascii="Arial" w:hAnsi="Arial" w:cs="Arial"/>
          <w:sz w:val="24"/>
          <w:szCs w:val="24"/>
        </w:rPr>
        <w:t>щения Российской Федерации</w:t>
      </w:r>
      <w:r w:rsidRPr="00E47A09">
        <w:rPr>
          <w:rFonts w:ascii="Arial" w:hAnsi="Arial" w:cs="Arial"/>
          <w:sz w:val="24"/>
          <w:szCs w:val="24"/>
        </w:rPr>
        <w:t>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Для сохранения и умножения полученных результатов, в целях обеспеч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ния сопровождения способных детей в достижении ими высоких результатов н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обходимо: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1. Обеспечить эффективное сопровождение одаренных детей через разр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ботку индивидуальных образовательных траекторий для обучающихся (воспита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 xml:space="preserve">ников) в образовательном пространстве.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Обеспечить повышение уровня профессиональной компетентности пед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гогов, в части квалифицированного сопровождения по формированию ключевых компетентностей и социальной, интеллектуальной, спортивной одаренности д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 xml:space="preserve">тей.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3. Обеспечить создание информационного поля для школьников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тельных организаций района для овладения основами ведущих дисциплин и пра</w:t>
      </w:r>
      <w:r w:rsidRPr="00E47A09">
        <w:rPr>
          <w:rFonts w:ascii="Arial" w:hAnsi="Arial" w:cs="Arial"/>
          <w:sz w:val="24"/>
          <w:szCs w:val="24"/>
        </w:rPr>
        <w:t>к</w:t>
      </w:r>
      <w:r w:rsidRPr="00E47A09">
        <w:rPr>
          <w:rFonts w:ascii="Arial" w:hAnsi="Arial" w:cs="Arial"/>
          <w:sz w:val="24"/>
          <w:szCs w:val="24"/>
        </w:rPr>
        <w:t>тик на углубленном уровне.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настоящее время данная работа организована не системно, в связи с этим полученные высокие результаты единичны. Решение данных проблем п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зволит дополнить выстроенную систему работы с одаренными обучающимися, сохранить и умножить достижения школьников района в региональном этапе Вс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российской олимпиады школьников, актуальных конкурсах научно-технической направленности и других направлениях.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Отдых и досуг детей в каникулярное время.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Возможности сложившейся системы досуга, отдыха и занятости детей: л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геря дневного пребывания; предоставление временных рабочих мест для подр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стков; однодневные и многодневные походы; учебные сборы с юношами 10-х классов; экскурсии; культурно-досуговая деятельность; участие в мероприятиях зонального и краевого уровней; участие в краевых интенсивных школах – позв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ляют организовать досуг, отдых и занятость не менее 65% детей и подростков.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Важно создать необходимые организационные, финансовые условия для отдыха, воспитания, организации досуга детей и подростков Партизанского ра</w:t>
      </w:r>
      <w:r w:rsidRPr="00E47A09">
        <w:rPr>
          <w:rFonts w:ascii="Arial" w:hAnsi="Arial" w:cs="Arial"/>
          <w:sz w:val="24"/>
          <w:szCs w:val="24"/>
        </w:rPr>
        <w:t>й</w:t>
      </w:r>
      <w:r w:rsidRPr="00E47A09">
        <w:rPr>
          <w:rFonts w:ascii="Arial" w:hAnsi="Arial" w:cs="Arial"/>
          <w:sz w:val="24"/>
          <w:szCs w:val="24"/>
        </w:rPr>
        <w:t>она в каникулярное время через имеющиеся формы отдыха, обеспечение их з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нятости, отдавая приоритет детям и подросткам из социально незащищенных слоев населения.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Особенно это касается неполных семей, семей, воспитывающих ребенка с ограниченными возможностями, детей, проживающих в отдаленных поселках района, малоимущих семей. Подпрограмма ориентирована на адресную поддер</w:t>
      </w:r>
      <w:r w:rsidRPr="00E47A09">
        <w:rPr>
          <w:rFonts w:ascii="Arial" w:hAnsi="Arial" w:cs="Arial"/>
          <w:sz w:val="24"/>
          <w:szCs w:val="24"/>
        </w:rPr>
        <w:t>ж</w:t>
      </w:r>
      <w:r w:rsidRPr="00E47A09">
        <w:rPr>
          <w:rFonts w:ascii="Arial" w:hAnsi="Arial" w:cs="Arial"/>
          <w:sz w:val="24"/>
          <w:szCs w:val="24"/>
        </w:rPr>
        <w:t>ку детей и подростков района, в частности детей из малоимущих семей, детей безработных граждан, а также детей, находящихся в трудной жизненной ситуации. Учащихся из семей, находящихся в трудной жизненной ситуации, на данный м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мент 67%.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Подпрограмма даст возможность большему количеству детей и подростков приобщиться к общечеловеческим ценностям и культуре края.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Целями подпрограммы являются: создание в системе дошкольного, общего и дополнительного образования равных возможностей для современного качес</w:t>
      </w:r>
      <w:r w:rsidRPr="00E47A09">
        <w:rPr>
          <w:rFonts w:ascii="Arial" w:hAnsi="Arial" w:cs="Arial"/>
          <w:sz w:val="24"/>
          <w:szCs w:val="24"/>
          <w:lang w:eastAsia="en-US"/>
        </w:rPr>
        <w:t>т</w:t>
      </w:r>
      <w:r w:rsidRPr="00E47A09">
        <w:rPr>
          <w:rFonts w:ascii="Arial" w:hAnsi="Arial" w:cs="Arial"/>
          <w:sz w:val="24"/>
          <w:szCs w:val="24"/>
          <w:lang w:eastAsia="en-US"/>
        </w:rPr>
        <w:t>венного образования, позитивной социализации детей</w:t>
      </w:r>
      <w:r w:rsidRPr="00E47A09">
        <w:rPr>
          <w:rFonts w:ascii="Arial" w:hAnsi="Arial" w:cs="Arial"/>
          <w:sz w:val="24"/>
          <w:szCs w:val="24"/>
        </w:rPr>
        <w:t>, отдых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 и досуг детей в к</w:t>
      </w:r>
      <w:r w:rsidRPr="00E47A09">
        <w:rPr>
          <w:rFonts w:ascii="Arial" w:hAnsi="Arial" w:cs="Arial"/>
          <w:color w:val="000000"/>
          <w:sz w:val="24"/>
          <w:szCs w:val="24"/>
        </w:rPr>
        <w:t>а</w:t>
      </w:r>
      <w:r w:rsidRPr="00E47A09">
        <w:rPr>
          <w:rFonts w:ascii="Arial" w:hAnsi="Arial" w:cs="Arial"/>
          <w:color w:val="000000"/>
          <w:sz w:val="24"/>
          <w:szCs w:val="24"/>
        </w:rPr>
        <w:t>никулярное время.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Задачи подпрограммы: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1. Обеспечить доступность дошкольного образования, соответствующего единому стандарту качества дошкольного образования.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Обеспечить условия и качество обучения, соответствующие федерал</w:t>
      </w:r>
      <w:r w:rsidRPr="00E47A09">
        <w:rPr>
          <w:rFonts w:ascii="Arial" w:hAnsi="Arial" w:cs="Arial"/>
          <w:sz w:val="24"/>
          <w:szCs w:val="24"/>
        </w:rPr>
        <w:t>ь</w:t>
      </w:r>
      <w:r w:rsidRPr="00E47A09">
        <w:rPr>
          <w:rFonts w:ascii="Arial" w:hAnsi="Arial" w:cs="Arial"/>
          <w:sz w:val="24"/>
          <w:szCs w:val="24"/>
        </w:rPr>
        <w:t>ным государственным стандартам начального общего, основного общего, средн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го общего образования.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3. Обеспечить условия для развития системы дополнительного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ния, в том числе за счет участия в современных образовательных программах, дистанционных и сетевых формах дополнительного образования.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4. Обеспечить функционирование системы персонифицированного фина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>сирования, обеспечивающей свободу выбора образовательных программ, раве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>ство доступа к дополнительному образованию за счет средств бюджетов бюдже</w:t>
      </w:r>
      <w:r w:rsidRPr="00E47A09">
        <w:rPr>
          <w:rFonts w:ascii="Arial" w:hAnsi="Arial" w:cs="Arial"/>
          <w:sz w:val="24"/>
          <w:szCs w:val="24"/>
        </w:rPr>
        <w:t>т</w:t>
      </w:r>
      <w:r w:rsidRPr="00E47A09">
        <w:rPr>
          <w:rFonts w:ascii="Arial" w:hAnsi="Arial" w:cs="Arial"/>
          <w:sz w:val="24"/>
          <w:szCs w:val="24"/>
        </w:rPr>
        <w:t>ной системы, легкость и оперативность смены осваиваемых образовательных программ.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5. Содействовать выявлению и поддержке одаренных детей.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6. Обеспечить безопасный, качественный отдых и досуг детей в каникуля</w:t>
      </w:r>
      <w:r w:rsidRPr="00E47A09">
        <w:rPr>
          <w:rFonts w:ascii="Arial" w:hAnsi="Arial" w:cs="Arial"/>
          <w:sz w:val="24"/>
          <w:szCs w:val="24"/>
        </w:rPr>
        <w:t>р</w:t>
      </w:r>
      <w:r w:rsidRPr="00E47A09">
        <w:rPr>
          <w:rFonts w:ascii="Arial" w:hAnsi="Arial" w:cs="Arial"/>
          <w:sz w:val="24"/>
          <w:szCs w:val="24"/>
        </w:rPr>
        <w:t>ное время.</w:t>
      </w:r>
    </w:p>
    <w:p w:rsidR="003738DC" w:rsidRPr="00D91E17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 xml:space="preserve">Сроки реализации </w:t>
      </w:r>
      <w:r w:rsidRPr="00D91E17">
        <w:rPr>
          <w:rFonts w:ascii="Arial" w:hAnsi="Arial" w:cs="Arial"/>
          <w:color w:val="000000"/>
          <w:sz w:val="24"/>
          <w:szCs w:val="24"/>
          <w:lang w:eastAsia="en-US"/>
        </w:rPr>
        <w:t>подпрограммы: 2014 – 202</w:t>
      </w:r>
      <w:r>
        <w:rPr>
          <w:rFonts w:ascii="Arial" w:hAnsi="Arial" w:cs="Arial"/>
          <w:color w:val="000000"/>
          <w:sz w:val="24"/>
          <w:szCs w:val="24"/>
          <w:lang w:eastAsia="en-US"/>
        </w:rPr>
        <w:t>7</w:t>
      </w:r>
      <w:r w:rsidRPr="00D91E17">
        <w:rPr>
          <w:rFonts w:ascii="Arial" w:hAnsi="Arial" w:cs="Arial"/>
          <w:color w:val="000000"/>
          <w:sz w:val="24"/>
          <w:szCs w:val="24"/>
          <w:lang w:eastAsia="en-US"/>
        </w:rPr>
        <w:t xml:space="preserve"> годы.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color w:val="000000"/>
          <w:sz w:val="24"/>
          <w:szCs w:val="24"/>
          <w:lang w:eastAsia="en-US"/>
        </w:rPr>
        <w:t>Обязательным условием эффективности реализации подпрограммы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 явл</w:t>
      </w:r>
      <w:r w:rsidRPr="00E47A09">
        <w:rPr>
          <w:rFonts w:ascii="Arial" w:hAnsi="Arial" w:cs="Arial"/>
          <w:sz w:val="24"/>
          <w:szCs w:val="24"/>
          <w:lang w:eastAsia="en-US"/>
        </w:rPr>
        <w:t>я</w:t>
      </w:r>
      <w:r w:rsidRPr="00E47A09">
        <w:rPr>
          <w:rFonts w:ascii="Arial" w:hAnsi="Arial" w:cs="Arial"/>
          <w:sz w:val="24"/>
          <w:szCs w:val="24"/>
          <w:lang w:eastAsia="en-US"/>
        </w:rPr>
        <w:t>ется успешное выполнение целевых индикаторов и показателей, а также мер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приятий в установленные сроки.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Основные критерии социальной эффективности подпрограммы: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отношение численности детей в возрасте от 3 до 7 лет, которым предо</w:t>
      </w:r>
      <w:r w:rsidRPr="00E47A09">
        <w:rPr>
          <w:rFonts w:ascii="Arial" w:hAnsi="Arial" w:cs="Arial"/>
          <w:sz w:val="24"/>
          <w:szCs w:val="24"/>
          <w:lang w:eastAsia="en-US"/>
        </w:rPr>
        <w:t>с</w:t>
      </w:r>
      <w:r w:rsidRPr="00E47A09">
        <w:rPr>
          <w:rFonts w:ascii="Arial" w:hAnsi="Arial" w:cs="Arial"/>
          <w:sz w:val="24"/>
          <w:szCs w:val="24"/>
          <w:lang w:eastAsia="en-US"/>
        </w:rPr>
        <w:t>тавлена возможность получать услуги дошкольного образования, к численности детей в возрасте от 3 до 7 лет, скорректированной на численность детей в во</w:t>
      </w:r>
      <w:r w:rsidRPr="00E47A09">
        <w:rPr>
          <w:rFonts w:ascii="Arial" w:hAnsi="Arial" w:cs="Arial"/>
          <w:sz w:val="24"/>
          <w:szCs w:val="24"/>
          <w:lang w:eastAsia="en-US"/>
        </w:rPr>
        <w:t>з</w:t>
      </w:r>
      <w:r w:rsidRPr="00E47A09">
        <w:rPr>
          <w:rFonts w:ascii="Arial" w:hAnsi="Arial" w:cs="Arial"/>
          <w:sz w:val="24"/>
          <w:szCs w:val="24"/>
          <w:lang w:eastAsia="en-US"/>
        </w:rPr>
        <w:t>расте от 5 до 7 лет, обучающихся в школе, проживающих на территории Парт</w:t>
      </w:r>
      <w:r w:rsidRPr="00E47A09">
        <w:rPr>
          <w:rFonts w:ascii="Arial" w:hAnsi="Arial" w:cs="Arial"/>
          <w:sz w:val="24"/>
          <w:szCs w:val="24"/>
          <w:lang w:eastAsia="en-US"/>
        </w:rPr>
        <w:t>и</w:t>
      </w:r>
      <w:r w:rsidRPr="00E47A09">
        <w:rPr>
          <w:rFonts w:ascii="Arial" w:hAnsi="Arial" w:cs="Arial"/>
          <w:sz w:val="24"/>
          <w:szCs w:val="24"/>
          <w:lang w:eastAsia="en-US"/>
        </w:rPr>
        <w:t>занского района (с учетом групп кратковременного пребывания), с 42% в 2014 г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ду до 75%;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дол</w:t>
      </w:r>
      <w:r>
        <w:rPr>
          <w:rFonts w:ascii="Arial" w:hAnsi="Arial" w:cs="Arial"/>
          <w:sz w:val="24"/>
          <w:szCs w:val="24"/>
          <w:lang w:eastAsia="en-US"/>
        </w:rPr>
        <w:t>я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 выпускников муниципальных общеобразовательных учреждений, не сдавших единый государственный экзамен, в общей численности выпускников м</w:t>
      </w:r>
      <w:r w:rsidRPr="00E47A09">
        <w:rPr>
          <w:rFonts w:ascii="Arial" w:hAnsi="Arial" w:cs="Arial"/>
          <w:sz w:val="24"/>
          <w:szCs w:val="24"/>
          <w:lang w:eastAsia="en-US"/>
        </w:rPr>
        <w:t>у</w:t>
      </w:r>
      <w:r w:rsidRPr="00E47A09">
        <w:rPr>
          <w:rFonts w:ascii="Arial" w:hAnsi="Arial" w:cs="Arial"/>
          <w:sz w:val="24"/>
          <w:szCs w:val="24"/>
          <w:lang w:eastAsia="en-US"/>
        </w:rPr>
        <w:t>ниципальных общеобразовательных учреждений на уровне 2,64%;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увеличение удельного веса численности обучающихся по программам о</w:t>
      </w:r>
      <w:r w:rsidRPr="00E47A09">
        <w:rPr>
          <w:rFonts w:ascii="Arial" w:hAnsi="Arial" w:cs="Arial"/>
          <w:sz w:val="24"/>
          <w:szCs w:val="24"/>
          <w:lang w:eastAsia="en-US"/>
        </w:rPr>
        <w:t>б</w:t>
      </w:r>
      <w:r w:rsidRPr="00E47A09">
        <w:rPr>
          <w:rFonts w:ascii="Arial" w:hAnsi="Arial" w:cs="Arial"/>
          <w:sz w:val="24"/>
          <w:szCs w:val="24"/>
          <w:lang w:eastAsia="en-US"/>
        </w:rPr>
        <w:t>щего образования, участвующих в олимпиадах и конкурсах различного уровня, в общей численности обучающихся по программам общего образования с 78% в 2014 году до 80%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сохранение доли оздоровленных детей на уровне 65%.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Приобретение жилья детям-сиротам и детям, оставшимся без попечения родителей, а также лицам из их числа.</w:t>
      </w:r>
    </w:p>
    <w:p w:rsidR="003738DC" w:rsidRPr="00061746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Общая численность детей-сирот и детей, оставшихся без попечения род</w:t>
      </w:r>
      <w:r w:rsidRPr="00D91E17">
        <w:rPr>
          <w:rFonts w:ascii="Arial" w:hAnsi="Arial" w:cs="Arial"/>
          <w:sz w:val="24"/>
          <w:szCs w:val="24"/>
        </w:rPr>
        <w:t>и</w:t>
      </w:r>
      <w:r w:rsidRPr="00D91E17">
        <w:rPr>
          <w:rFonts w:ascii="Arial" w:hAnsi="Arial" w:cs="Arial"/>
          <w:sz w:val="24"/>
          <w:szCs w:val="24"/>
        </w:rPr>
        <w:t>телей, на территории Партизанского района составляет 1</w:t>
      </w:r>
      <w:r>
        <w:rPr>
          <w:rFonts w:ascii="Arial" w:hAnsi="Arial" w:cs="Arial"/>
          <w:sz w:val="24"/>
          <w:szCs w:val="24"/>
        </w:rPr>
        <w:t>69</w:t>
      </w:r>
      <w:r w:rsidRPr="00D91E17">
        <w:rPr>
          <w:rFonts w:ascii="Arial" w:hAnsi="Arial" w:cs="Arial"/>
          <w:sz w:val="24"/>
          <w:szCs w:val="24"/>
        </w:rPr>
        <w:t xml:space="preserve"> человек, из них: </w:t>
      </w:r>
      <w:r>
        <w:rPr>
          <w:rFonts w:ascii="Arial" w:hAnsi="Arial" w:cs="Arial"/>
          <w:sz w:val="24"/>
          <w:szCs w:val="24"/>
        </w:rPr>
        <w:t>в 23 семьях опекунов  – 27 детей</w:t>
      </w:r>
      <w:r w:rsidRPr="00061746">
        <w:rPr>
          <w:rFonts w:ascii="Arial" w:hAnsi="Arial" w:cs="Arial"/>
          <w:sz w:val="24"/>
          <w:szCs w:val="24"/>
        </w:rPr>
        <w:t>, из них 2 с инвалидностью,</w:t>
      </w:r>
    </w:p>
    <w:p w:rsidR="003738DC" w:rsidRPr="00061746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</w:t>
      </w:r>
      <w:r w:rsidRPr="00061746">
        <w:rPr>
          <w:rFonts w:ascii="Arial" w:hAnsi="Arial" w:cs="Arial"/>
          <w:sz w:val="24"/>
          <w:szCs w:val="24"/>
        </w:rPr>
        <w:t xml:space="preserve">40 приемных семьях – 85 </w:t>
      </w:r>
      <w:r>
        <w:rPr>
          <w:rFonts w:ascii="Arial" w:hAnsi="Arial" w:cs="Arial"/>
          <w:sz w:val="24"/>
          <w:szCs w:val="24"/>
        </w:rPr>
        <w:t>детей</w:t>
      </w:r>
      <w:r w:rsidRPr="00061746">
        <w:rPr>
          <w:rFonts w:ascii="Arial" w:hAnsi="Arial" w:cs="Arial"/>
          <w:sz w:val="24"/>
          <w:szCs w:val="24"/>
        </w:rPr>
        <w:t>,</w:t>
      </w:r>
    </w:p>
    <w:p w:rsidR="003738DC" w:rsidRPr="00061746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061746">
        <w:rPr>
          <w:rFonts w:ascii="Arial" w:hAnsi="Arial" w:cs="Arial"/>
          <w:sz w:val="24"/>
          <w:szCs w:val="24"/>
        </w:rPr>
        <w:t>в 4 семьях предварительных опекунов – 5 детей,</w:t>
      </w:r>
    </w:p>
    <w:p w:rsidR="003738DC" w:rsidRPr="00061746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детей-сирот  – 42;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061746">
        <w:rPr>
          <w:rFonts w:ascii="Arial" w:hAnsi="Arial" w:cs="Arial"/>
          <w:sz w:val="24"/>
          <w:szCs w:val="24"/>
        </w:rPr>
        <w:t>под надзо</w:t>
      </w:r>
      <w:r>
        <w:rPr>
          <w:rFonts w:ascii="Arial" w:hAnsi="Arial" w:cs="Arial"/>
          <w:sz w:val="24"/>
          <w:szCs w:val="24"/>
        </w:rPr>
        <w:t>ром КГКУ «Партизанский детский дом» –</w:t>
      </w:r>
      <w:r w:rsidRPr="0006174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</w:t>
      </w:r>
      <w:r w:rsidRPr="00061746">
        <w:rPr>
          <w:rFonts w:ascii="Arial" w:hAnsi="Arial" w:cs="Arial"/>
          <w:sz w:val="24"/>
          <w:szCs w:val="24"/>
        </w:rPr>
        <w:t>2 в</w:t>
      </w:r>
      <w:r>
        <w:rPr>
          <w:rFonts w:ascii="Arial" w:hAnsi="Arial" w:cs="Arial"/>
          <w:sz w:val="24"/>
          <w:szCs w:val="24"/>
        </w:rPr>
        <w:t>оспитанника</w:t>
      </w:r>
      <w:r w:rsidRPr="00061746">
        <w:rPr>
          <w:rFonts w:ascii="Arial" w:hAnsi="Arial" w:cs="Arial"/>
          <w:sz w:val="24"/>
          <w:szCs w:val="24"/>
        </w:rPr>
        <w:t xml:space="preserve"> </w:t>
      </w:r>
      <w:r w:rsidRPr="00D91E17">
        <w:rPr>
          <w:rFonts w:ascii="Arial" w:hAnsi="Arial" w:cs="Arial"/>
          <w:sz w:val="24"/>
          <w:szCs w:val="24"/>
        </w:rPr>
        <w:t>(дети со статусом сироты или оставшиеся без попечения родителей). 10 несовершенн</w:t>
      </w:r>
      <w:r w:rsidRPr="00D91E17">
        <w:rPr>
          <w:rFonts w:ascii="Arial" w:hAnsi="Arial" w:cs="Arial"/>
          <w:sz w:val="24"/>
          <w:szCs w:val="24"/>
        </w:rPr>
        <w:t>о</w:t>
      </w:r>
      <w:r w:rsidRPr="00D91E17">
        <w:rPr>
          <w:rFonts w:ascii="Arial" w:hAnsi="Arial" w:cs="Arial"/>
          <w:sz w:val="24"/>
          <w:szCs w:val="24"/>
        </w:rPr>
        <w:t>летних помещены временно, юридического статуса еще нет.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Численность детей-сирот, детей, оставшихся без попечения родителей, и </w:t>
      </w:r>
      <w:r>
        <w:rPr>
          <w:rFonts w:ascii="Arial" w:hAnsi="Arial" w:cs="Arial"/>
          <w:sz w:val="24"/>
          <w:szCs w:val="24"/>
        </w:rPr>
        <w:t xml:space="preserve">лиц из </w:t>
      </w:r>
      <w:r w:rsidRPr="00E47A09">
        <w:rPr>
          <w:rFonts w:ascii="Arial" w:hAnsi="Arial" w:cs="Arial"/>
          <w:sz w:val="24"/>
          <w:szCs w:val="24"/>
        </w:rPr>
        <w:t>их числа, состоящих на учете на получение жилого помещения в Партиза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 xml:space="preserve">ском районе, составляет </w:t>
      </w:r>
      <w:r>
        <w:rPr>
          <w:rFonts w:ascii="Arial" w:hAnsi="Arial" w:cs="Arial"/>
          <w:sz w:val="24"/>
          <w:szCs w:val="24"/>
        </w:rPr>
        <w:t>22</w:t>
      </w:r>
      <w:r w:rsidRPr="00E47A09">
        <w:rPr>
          <w:rFonts w:ascii="Arial" w:hAnsi="Arial" w:cs="Arial"/>
          <w:sz w:val="24"/>
          <w:szCs w:val="24"/>
        </w:rPr>
        <w:t xml:space="preserve"> человек.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Необходимость социализации детей-сирот и детей, оставшихся без попеч</w:t>
      </w:r>
      <w:r w:rsidRPr="00E47A09">
        <w:rPr>
          <w:rFonts w:ascii="Arial" w:hAnsi="Arial" w:cs="Arial"/>
          <w:color w:val="000000"/>
          <w:sz w:val="24"/>
          <w:szCs w:val="24"/>
        </w:rPr>
        <w:t>е</w:t>
      </w:r>
      <w:r w:rsidRPr="00E47A09">
        <w:rPr>
          <w:rFonts w:ascii="Arial" w:hAnsi="Arial" w:cs="Arial"/>
          <w:color w:val="000000"/>
          <w:sz w:val="24"/>
          <w:szCs w:val="24"/>
        </w:rPr>
        <w:t>ния родителей, начинающих самостоятельную жизнь, требует решения вопроса обеспечения их жилыми помещениями.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Проблемным моментом остается недостаточное постинтернатное сопров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ждение детей-сирот и детей, оставшихся без попечения родителей, в том числе в части обеспечения их жилыми помещениями.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Разработка данной подпрограммы обусловлена необходимостью разреш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ния вышеперечисленных проблем с целью реализации приоритетного права ка</w:t>
      </w:r>
      <w:r w:rsidRPr="00E47A09">
        <w:rPr>
          <w:rFonts w:ascii="Arial" w:hAnsi="Arial" w:cs="Arial"/>
          <w:sz w:val="24"/>
          <w:szCs w:val="24"/>
        </w:rPr>
        <w:t>ж</w:t>
      </w:r>
      <w:r w:rsidRPr="00E47A09">
        <w:rPr>
          <w:rFonts w:ascii="Arial" w:hAnsi="Arial" w:cs="Arial"/>
          <w:sz w:val="24"/>
          <w:szCs w:val="24"/>
        </w:rPr>
        <w:t>дого ребенка жить и воспитываться в семье, упорядочения соблюдения мер соц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альной поддержки детей-сирот и детей, оставшихся без попечения родителей.</w:t>
      </w:r>
    </w:p>
    <w:p w:rsidR="003738DC" w:rsidRPr="00D91E17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 xml:space="preserve">Цель: </w:t>
      </w:r>
      <w:r w:rsidRPr="00D91E17">
        <w:rPr>
          <w:rFonts w:ascii="Arial" w:hAnsi="Arial" w:cs="Arial"/>
          <w:color w:val="000000"/>
          <w:sz w:val="24"/>
          <w:szCs w:val="24"/>
        </w:rPr>
        <w:t>оказание поддержки детям-сиротам и детям, оставшимся без попеч</w:t>
      </w:r>
      <w:r w:rsidRPr="00D91E17">
        <w:rPr>
          <w:rFonts w:ascii="Arial" w:hAnsi="Arial" w:cs="Arial"/>
          <w:color w:val="000000"/>
          <w:sz w:val="24"/>
          <w:szCs w:val="24"/>
        </w:rPr>
        <w:t>е</w:t>
      </w:r>
      <w:r w:rsidRPr="00D91E17">
        <w:rPr>
          <w:rFonts w:ascii="Arial" w:hAnsi="Arial" w:cs="Arial"/>
          <w:color w:val="000000"/>
          <w:sz w:val="24"/>
          <w:szCs w:val="24"/>
        </w:rPr>
        <w:t>ния родителей, а также лицам из их числа.</w:t>
      </w:r>
    </w:p>
    <w:p w:rsidR="003738DC" w:rsidRPr="00D91E17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D91E17">
        <w:rPr>
          <w:rFonts w:ascii="Arial" w:hAnsi="Arial" w:cs="Arial"/>
          <w:color w:val="000000"/>
          <w:sz w:val="24"/>
          <w:szCs w:val="24"/>
        </w:rPr>
        <w:t>Задача: обеспечить приобретение жилых помещений для их предоставл</w:t>
      </w:r>
      <w:r w:rsidRPr="00D91E17">
        <w:rPr>
          <w:rFonts w:ascii="Arial" w:hAnsi="Arial" w:cs="Arial"/>
          <w:color w:val="000000"/>
          <w:sz w:val="24"/>
          <w:szCs w:val="24"/>
        </w:rPr>
        <w:t>е</w:t>
      </w:r>
      <w:r w:rsidRPr="00D91E17">
        <w:rPr>
          <w:rFonts w:ascii="Arial" w:hAnsi="Arial" w:cs="Arial"/>
          <w:color w:val="000000"/>
          <w:sz w:val="24"/>
          <w:szCs w:val="24"/>
        </w:rPr>
        <w:t>ния по договору найма детям-сиротам и детям, оставшимся без попечения род</w:t>
      </w:r>
      <w:r w:rsidRPr="00D91E17">
        <w:rPr>
          <w:rFonts w:ascii="Arial" w:hAnsi="Arial" w:cs="Arial"/>
          <w:color w:val="000000"/>
          <w:sz w:val="24"/>
          <w:szCs w:val="24"/>
        </w:rPr>
        <w:t>и</w:t>
      </w:r>
      <w:r w:rsidRPr="00D91E17">
        <w:rPr>
          <w:rFonts w:ascii="Arial" w:hAnsi="Arial" w:cs="Arial"/>
          <w:color w:val="000000"/>
          <w:sz w:val="24"/>
          <w:szCs w:val="24"/>
        </w:rPr>
        <w:t xml:space="preserve">телей, а также лицам из их числа. </w:t>
      </w:r>
    </w:p>
    <w:p w:rsidR="003738DC" w:rsidRPr="00D91E17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D91E17">
        <w:rPr>
          <w:rFonts w:ascii="Arial" w:hAnsi="Arial" w:cs="Arial"/>
          <w:color w:val="000000"/>
          <w:sz w:val="24"/>
          <w:szCs w:val="24"/>
        </w:rPr>
        <w:t>Сроки реализации подпрограммы: 2014 – 202</w:t>
      </w:r>
      <w:r>
        <w:rPr>
          <w:rFonts w:ascii="Arial" w:hAnsi="Arial" w:cs="Arial"/>
          <w:color w:val="000000"/>
          <w:sz w:val="24"/>
          <w:szCs w:val="24"/>
        </w:rPr>
        <w:t>7</w:t>
      </w:r>
      <w:r w:rsidRPr="00D91E17">
        <w:rPr>
          <w:rFonts w:ascii="Arial" w:hAnsi="Arial" w:cs="Arial"/>
          <w:color w:val="000000"/>
          <w:sz w:val="24"/>
          <w:szCs w:val="24"/>
        </w:rPr>
        <w:t xml:space="preserve"> годы.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color w:val="000000"/>
          <w:sz w:val="24"/>
          <w:szCs w:val="24"/>
        </w:rPr>
        <w:t>Обязательным условием эффективности подпрограммы</w:t>
      </w:r>
      <w:r w:rsidRPr="00E47A09">
        <w:rPr>
          <w:rFonts w:ascii="Arial" w:hAnsi="Arial" w:cs="Arial"/>
          <w:sz w:val="24"/>
          <w:szCs w:val="24"/>
        </w:rPr>
        <w:t xml:space="preserve"> является успешное выполнение целевых индикаторов и показателей, а также мероприятий в устано</w:t>
      </w:r>
      <w:r w:rsidRPr="00E47A09">
        <w:rPr>
          <w:rFonts w:ascii="Arial" w:hAnsi="Arial" w:cs="Arial"/>
          <w:sz w:val="24"/>
          <w:szCs w:val="24"/>
        </w:rPr>
        <w:t>в</w:t>
      </w:r>
      <w:r w:rsidRPr="00E47A09">
        <w:rPr>
          <w:rFonts w:ascii="Arial" w:hAnsi="Arial" w:cs="Arial"/>
          <w:sz w:val="24"/>
          <w:szCs w:val="24"/>
        </w:rPr>
        <w:t>ленные сроки.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Основные критерии социальной эффективности подпрограммы:</w:t>
      </w:r>
    </w:p>
    <w:p w:rsidR="003738DC" w:rsidRPr="00CA5B47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сохранение доли детей, оставшихся без попечения родителей, в том числе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семьи)), находящихся в государственных (муниципальных) учреждениях всех типов, на уровне 98</w:t>
      </w:r>
      <w:r w:rsidRPr="00D91E17">
        <w:rPr>
          <w:rFonts w:ascii="Arial" w:hAnsi="Arial" w:cs="Arial"/>
          <w:color w:val="000000"/>
          <w:sz w:val="24"/>
          <w:szCs w:val="24"/>
        </w:rPr>
        <w:t xml:space="preserve">% в </w:t>
      </w:r>
      <w:r w:rsidRPr="00CA5B47">
        <w:rPr>
          <w:rFonts w:ascii="Arial" w:hAnsi="Arial" w:cs="Arial"/>
          <w:sz w:val="24"/>
          <w:szCs w:val="24"/>
        </w:rPr>
        <w:t>2025-2027 годах.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color w:val="000000"/>
          <w:sz w:val="24"/>
          <w:szCs w:val="24"/>
        </w:rPr>
        <w:t xml:space="preserve">3. </w:t>
      </w:r>
      <w:hyperlink r:id="rId8" w:history="1">
        <w:r w:rsidRPr="00D91E17">
          <w:rPr>
            <w:rFonts w:ascii="Arial" w:hAnsi="Arial" w:cs="Arial"/>
            <w:color w:val="000000"/>
            <w:sz w:val="24"/>
            <w:szCs w:val="24"/>
          </w:rPr>
          <w:t>Обеспечение</w:t>
        </w:r>
      </w:hyperlink>
      <w:r w:rsidRPr="00D91E17">
        <w:rPr>
          <w:rFonts w:ascii="Arial" w:hAnsi="Arial" w:cs="Arial"/>
          <w:color w:val="000000"/>
          <w:sz w:val="24"/>
          <w:szCs w:val="24"/>
        </w:rPr>
        <w:t xml:space="preserve"> реализации муниципальной программы и прочие</w:t>
      </w:r>
      <w:r w:rsidRPr="00E47A09">
        <w:rPr>
          <w:rFonts w:ascii="Arial" w:hAnsi="Arial" w:cs="Arial"/>
          <w:sz w:val="24"/>
          <w:szCs w:val="24"/>
        </w:rPr>
        <w:t xml:space="preserve"> меропри</w:t>
      </w:r>
      <w:r w:rsidRPr="00E47A09">
        <w:rPr>
          <w:rFonts w:ascii="Arial" w:hAnsi="Arial" w:cs="Arial"/>
          <w:sz w:val="24"/>
          <w:szCs w:val="24"/>
        </w:rPr>
        <w:t>я</w:t>
      </w:r>
      <w:r w:rsidRPr="00E47A09">
        <w:rPr>
          <w:rFonts w:ascii="Arial" w:hAnsi="Arial" w:cs="Arial"/>
          <w:sz w:val="24"/>
          <w:szCs w:val="24"/>
        </w:rPr>
        <w:t>тия.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Отдел образования является органом исполнительной власти Партизанск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го района, который осуществляет на основании и во исполнение </w:t>
      </w:r>
      <w:hyperlink r:id="rId9" w:history="1">
        <w:r w:rsidRPr="00E47A09">
          <w:rPr>
            <w:rFonts w:ascii="Arial" w:hAnsi="Arial" w:cs="Arial"/>
            <w:sz w:val="24"/>
            <w:szCs w:val="24"/>
            <w:lang w:eastAsia="en-US"/>
          </w:rPr>
          <w:t>Конституции</w:t>
        </w:r>
      </w:hyperlink>
      <w:r w:rsidRPr="00E47A09">
        <w:rPr>
          <w:rFonts w:ascii="Arial" w:hAnsi="Arial" w:cs="Arial"/>
          <w:sz w:val="24"/>
          <w:szCs w:val="24"/>
          <w:lang w:eastAsia="en-US"/>
        </w:rPr>
        <w:t xml:space="preserve"> Российской Федерации, федеральных законов и иных нормативных правовых а</w:t>
      </w:r>
      <w:r w:rsidRPr="00E47A09">
        <w:rPr>
          <w:rFonts w:ascii="Arial" w:hAnsi="Arial" w:cs="Arial"/>
          <w:sz w:val="24"/>
          <w:szCs w:val="24"/>
          <w:lang w:eastAsia="en-US"/>
        </w:rPr>
        <w:t>к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тов Российской Федерации, </w:t>
      </w:r>
      <w:hyperlink r:id="rId10" w:history="1">
        <w:r w:rsidRPr="00E47A09">
          <w:rPr>
            <w:rFonts w:ascii="Arial" w:hAnsi="Arial" w:cs="Arial"/>
            <w:sz w:val="24"/>
            <w:szCs w:val="24"/>
            <w:lang w:eastAsia="en-US"/>
          </w:rPr>
          <w:t>Устава</w:t>
        </w:r>
      </w:hyperlink>
      <w:r w:rsidRPr="00E47A09">
        <w:rPr>
          <w:rFonts w:ascii="Arial" w:hAnsi="Arial" w:cs="Arial"/>
          <w:sz w:val="24"/>
          <w:szCs w:val="24"/>
          <w:lang w:eastAsia="en-US"/>
        </w:rPr>
        <w:t xml:space="preserve"> Партизанского района</w:t>
      </w:r>
      <w:r>
        <w:rPr>
          <w:rFonts w:ascii="Arial" w:hAnsi="Arial" w:cs="Arial"/>
          <w:sz w:val="24"/>
          <w:szCs w:val="24"/>
          <w:lang w:eastAsia="en-US"/>
        </w:rPr>
        <w:t xml:space="preserve"> Красноярского края</w:t>
      </w:r>
      <w:r w:rsidRPr="00E47A09">
        <w:rPr>
          <w:rFonts w:ascii="Arial" w:hAnsi="Arial" w:cs="Arial"/>
          <w:sz w:val="24"/>
          <w:szCs w:val="24"/>
          <w:lang w:eastAsia="en-US"/>
        </w:rPr>
        <w:t>, правовых актов главы района: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1) организацию предоставления общедоступного и бесплатного дошкольн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го, начального общего, основного общего, среднего общего образования по о</w:t>
      </w:r>
      <w:r w:rsidRPr="00E47A09">
        <w:rPr>
          <w:rFonts w:ascii="Arial" w:hAnsi="Arial" w:cs="Arial"/>
          <w:sz w:val="24"/>
          <w:szCs w:val="24"/>
        </w:rPr>
        <w:t>с</w:t>
      </w:r>
      <w:r w:rsidRPr="00E47A09">
        <w:rPr>
          <w:rFonts w:ascii="Arial" w:hAnsi="Arial" w:cs="Arial"/>
          <w:sz w:val="24"/>
          <w:szCs w:val="24"/>
        </w:rPr>
        <w:t>новным общеобразовательным программам в муниципальных образовательных учреждениях (за исключением полномочий по финансовому обеспечению реал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 xml:space="preserve">зации основных общеобразовательных программ в соответствии с федеральными государственными образовательными </w:t>
      </w:r>
      <w:hyperlink r:id="rId11" w:history="1">
        <w:r w:rsidRPr="00E47A09">
          <w:rPr>
            <w:rFonts w:ascii="Arial" w:hAnsi="Arial" w:cs="Arial"/>
            <w:sz w:val="24"/>
            <w:szCs w:val="24"/>
          </w:rPr>
          <w:t>стандартами</w:t>
        </w:r>
      </w:hyperlink>
      <w:r w:rsidRPr="00E47A09">
        <w:rPr>
          <w:rFonts w:ascii="Arial" w:hAnsi="Arial" w:cs="Arial"/>
          <w:sz w:val="24"/>
          <w:szCs w:val="24"/>
        </w:rPr>
        <w:t>);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2) организацию предоставления дополнительного образования детей в м</w:t>
      </w:r>
      <w:r w:rsidRPr="00E47A09">
        <w:rPr>
          <w:rFonts w:ascii="Arial" w:hAnsi="Arial" w:cs="Arial"/>
          <w:sz w:val="24"/>
          <w:szCs w:val="24"/>
        </w:rPr>
        <w:t>у</w:t>
      </w:r>
      <w:r w:rsidRPr="00E47A09">
        <w:rPr>
          <w:rFonts w:ascii="Arial" w:hAnsi="Arial" w:cs="Arial"/>
          <w:sz w:val="24"/>
          <w:szCs w:val="24"/>
        </w:rPr>
        <w:t>ниципальных образовательных учреждениях;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3) создание условий для осуществления присмотра и ухода за детьми, с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держания детей в муниципальных образовательных учреждениях;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4) создание, реорганизацию, ликвидацию муниципальных образовательных учреждений, осуществление функций и полномочий учредителей муниципальных образовательных учреждений;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5) обеспечение содержания зданий и сооружений муниципальных образ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вательных учреждений, обустройство прилегающих к ним территорий;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6) учет детей, подлежащих обучению по образовательным программам д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школьного, начального общего, основного общего и среднего общего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ния, закрепление муниципальных образовательных учреждений за конкретными территориями муниципального района.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Исполнение отделом образования функций главного распорядителя бю</w:t>
      </w:r>
      <w:r w:rsidRPr="00E47A09">
        <w:rPr>
          <w:rFonts w:ascii="Arial" w:hAnsi="Arial" w:cs="Arial"/>
          <w:sz w:val="24"/>
          <w:szCs w:val="24"/>
          <w:lang w:eastAsia="en-US"/>
        </w:rPr>
        <w:t>д</w:t>
      </w:r>
      <w:r w:rsidRPr="00E47A09">
        <w:rPr>
          <w:rFonts w:ascii="Arial" w:hAnsi="Arial" w:cs="Arial"/>
          <w:sz w:val="24"/>
          <w:szCs w:val="24"/>
          <w:lang w:eastAsia="en-US"/>
        </w:rPr>
        <w:t>жетных средств налагает обязательства по организации эффективного финанс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вого менеджмента.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Целью подпрограммы является создание условий для эффективного управления отраслью.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 xml:space="preserve">Задача подпрограммы – </w:t>
      </w:r>
      <w:r w:rsidRPr="00E47A09">
        <w:rPr>
          <w:rFonts w:ascii="Arial" w:hAnsi="Arial" w:cs="Arial"/>
          <w:sz w:val="24"/>
          <w:szCs w:val="24"/>
        </w:rPr>
        <w:t>организация деятельности аппарата отдела обр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зования и учреждений, обеспечивающих деятельность образовательных учре</w:t>
      </w:r>
      <w:r w:rsidRPr="00E47A09">
        <w:rPr>
          <w:rFonts w:ascii="Arial" w:hAnsi="Arial" w:cs="Arial"/>
          <w:sz w:val="24"/>
          <w:szCs w:val="24"/>
        </w:rPr>
        <w:t>ж</w:t>
      </w:r>
      <w:r w:rsidRPr="00E47A09">
        <w:rPr>
          <w:rFonts w:ascii="Arial" w:hAnsi="Arial" w:cs="Arial"/>
          <w:sz w:val="24"/>
          <w:szCs w:val="24"/>
        </w:rPr>
        <w:t>дений, направленной на эффективное управление отраслью.</w:t>
      </w:r>
    </w:p>
    <w:p w:rsidR="003738DC" w:rsidRPr="00D91E17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Сроки реализации подпрограммы</w:t>
      </w:r>
      <w:r w:rsidRPr="00D91E17">
        <w:rPr>
          <w:rFonts w:ascii="Arial" w:hAnsi="Arial" w:cs="Arial"/>
          <w:color w:val="000000"/>
          <w:sz w:val="24"/>
          <w:szCs w:val="24"/>
          <w:lang w:eastAsia="en-US"/>
        </w:rPr>
        <w:t>: 2014 – 202</w:t>
      </w:r>
      <w:r>
        <w:rPr>
          <w:rFonts w:ascii="Arial" w:hAnsi="Arial" w:cs="Arial"/>
          <w:color w:val="000000"/>
          <w:sz w:val="24"/>
          <w:szCs w:val="24"/>
          <w:lang w:eastAsia="en-US"/>
        </w:rPr>
        <w:t>7</w:t>
      </w:r>
      <w:r w:rsidRPr="00D91E17">
        <w:rPr>
          <w:rFonts w:ascii="Arial" w:hAnsi="Arial" w:cs="Arial"/>
          <w:color w:val="000000"/>
          <w:sz w:val="24"/>
          <w:szCs w:val="24"/>
          <w:lang w:eastAsia="en-US"/>
        </w:rPr>
        <w:t xml:space="preserve"> годы.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  <w:lang w:eastAsia="en-US"/>
        </w:rPr>
        <w:t>Обязательным условием эффективности подпрограммы является успешное выполнение целевых индикаторов и показателей подпрограммы</w:t>
      </w:r>
      <w:r w:rsidRPr="00E47A09">
        <w:rPr>
          <w:rFonts w:ascii="Arial" w:hAnsi="Arial" w:cs="Arial"/>
          <w:sz w:val="24"/>
          <w:szCs w:val="24"/>
          <w:lang w:eastAsia="en-US"/>
        </w:rPr>
        <w:t>, а также мер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приятий в установленные сроки.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Основные критерии социальной эффективности подпрограммы: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своевременное доведение главным распорядителем лимитов бюджетных обязательств до подведомственных учреждений, предусмотренных законом о бюджете за отчетный год в первоначальной редакции;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соблюдение сроков предоставления годовой бюджетной отчетности;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своевременность утверждения муниципальных заданий подведомственным учреждениям на текущий финансовый год и плановый период в соответствии со сроками.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Своевременная и в полном объеме реализация подпрограмм муниципал</w:t>
      </w:r>
      <w:r w:rsidRPr="00E47A09">
        <w:rPr>
          <w:rFonts w:ascii="Arial" w:hAnsi="Arial" w:cs="Arial"/>
          <w:sz w:val="24"/>
          <w:szCs w:val="24"/>
        </w:rPr>
        <w:t>ь</w:t>
      </w:r>
      <w:r w:rsidRPr="00E47A09">
        <w:rPr>
          <w:rFonts w:ascii="Arial" w:hAnsi="Arial" w:cs="Arial"/>
          <w:sz w:val="24"/>
          <w:szCs w:val="24"/>
        </w:rPr>
        <w:t>ной программы позволит: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повысить удовлетворенность населения качеством образовательных услуг;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повысить привлекательность педагогической профессии и уровень квал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фикации преподавательских кадров;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сократить очереди на зачисление детей в дошкольные образовательные организации;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создать условия, соответствующие требованиям федеральных государс</w:t>
      </w:r>
      <w:r w:rsidRPr="00E47A09">
        <w:rPr>
          <w:rFonts w:ascii="Arial" w:hAnsi="Arial" w:cs="Arial"/>
          <w:sz w:val="24"/>
          <w:szCs w:val="24"/>
        </w:rPr>
        <w:t>т</w:t>
      </w:r>
      <w:r w:rsidRPr="00E47A09">
        <w:rPr>
          <w:rFonts w:ascii="Arial" w:hAnsi="Arial" w:cs="Arial"/>
          <w:sz w:val="24"/>
          <w:szCs w:val="24"/>
        </w:rPr>
        <w:t>венных образовательных стандартов во всех общеобразовательных организац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ях;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увеличить охват детей в возрасте 5-18 лет программами дополнительного образования;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создать условия для безопасного, качественного отдыха и досуга детей в каникулярное время;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обеспечить своевременное приобретение жилых помещений для детей-сирот и детей, оставшихся без попечения родителей, а также лиц из их числа.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Муниципальная программа не содержит отдельных мероприятий.</w:t>
      </w: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  <w:lang w:eastAsia="en-US"/>
        </w:rPr>
      </w:pP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</w:rPr>
        <w:t>6. Информация о ресурсном обеспечении муниципальной программы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hyperlink r:id="rId12" w:history="1">
        <w:r w:rsidRPr="00E47A09">
          <w:rPr>
            <w:rFonts w:ascii="Arial" w:hAnsi="Arial" w:cs="Arial"/>
            <w:sz w:val="24"/>
            <w:szCs w:val="24"/>
          </w:rPr>
          <w:t>Информация</w:t>
        </w:r>
      </w:hyperlink>
      <w:r w:rsidRPr="00E47A09">
        <w:rPr>
          <w:rFonts w:ascii="Arial" w:hAnsi="Arial" w:cs="Arial"/>
          <w:sz w:val="24"/>
          <w:szCs w:val="24"/>
        </w:rPr>
        <w:t xml:space="preserve"> о ресурсном обеспечении муниципальной программы </w:t>
      </w:r>
      <w:r w:rsidRPr="00E47A09">
        <w:rPr>
          <w:rFonts w:ascii="Arial" w:hAnsi="Arial" w:cs="Arial"/>
          <w:bCs/>
          <w:sz w:val="24"/>
          <w:szCs w:val="24"/>
        </w:rPr>
        <w:t>Парт</w:t>
      </w:r>
      <w:r w:rsidRPr="00E47A09">
        <w:rPr>
          <w:rFonts w:ascii="Arial" w:hAnsi="Arial" w:cs="Arial"/>
          <w:bCs/>
          <w:sz w:val="24"/>
          <w:szCs w:val="24"/>
        </w:rPr>
        <w:t>и</w:t>
      </w:r>
      <w:r w:rsidRPr="00E47A09">
        <w:rPr>
          <w:rFonts w:ascii="Arial" w:hAnsi="Arial" w:cs="Arial"/>
          <w:bCs/>
          <w:sz w:val="24"/>
          <w:szCs w:val="24"/>
        </w:rPr>
        <w:t>занского района за счет средств районного бюджета, в том числе средств, пост</w:t>
      </w:r>
      <w:r w:rsidRPr="00E47A09">
        <w:rPr>
          <w:rFonts w:ascii="Arial" w:hAnsi="Arial" w:cs="Arial"/>
          <w:bCs/>
          <w:sz w:val="24"/>
          <w:szCs w:val="24"/>
        </w:rPr>
        <w:t>у</w:t>
      </w:r>
      <w:r w:rsidRPr="00E47A09">
        <w:rPr>
          <w:rFonts w:ascii="Arial" w:hAnsi="Arial" w:cs="Arial"/>
          <w:bCs/>
          <w:sz w:val="24"/>
          <w:szCs w:val="24"/>
        </w:rPr>
        <w:t>пивших из бюджетов других уровней бюджетной системы и бюджетов государс</w:t>
      </w:r>
      <w:r w:rsidRPr="00E47A09">
        <w:rPr>
          <w:rFonts w:ascii="Arial" w:hAnsi="Arial" w:cs="Arial"/>
          <w:bCs/>
          <w:sz w:val="24"/>
          <w:szCs w:val="24"/>
        </w:rPr>
        <w:t>т</w:t>
      </w:r>
      <w:r w:rsidRPr="00E47A09">
        <w:rPr>
          <w:rFonts w:ascii="Arial" w:hAnsi="Arial" w:cs="Arial"/>
          <w:bCs/>
          <w:sz w:val="24"/>
          <w:szCs w:val="24"/>
        </w:rPr>
        <w:t>венных внебюджетных фондов,</w:t>
      </w:r>
      <w:r w:rsidRPr="00E47A09">
        <w:rPr>
          <w:rFonts w:ascii="Arial" w:hAnsi="Arial" w:cs="Arial"/>
          <w:sz w:val="24"/>
          <w:szCs w:val="24"/>
        </w:rPr>
        <w:t xml:space="preserve"> приведена в приложении № 4 к настоящей мун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ципальной программе.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Информация об источниках финансирования подпрограмм муниципальной программы Партизанского района (средства районного бюджета, в том числе средства, поступивших из бюджетов других уровней бюджетной системы, бюдж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тов государственных внебюджетных фондов) приведена в приложении № 5 к н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стоящей муниципальной программе.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Информация о сводных показателях муниципальных заданий приведена в приложении № 6 к настоящей муниципальной программе.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7. Реализация и контроль над ходом выполнения муниципальной программы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Отдел образования несет ответственность за реализацию программы, до</w:t>
      </w:r>
      <w:r w:rsidRPr="00E47A09">
        <w:rPr>
          <w:rFonts w:ascii="Arial" w:hAnsi="Arial" w:cs="Arial"/>
          <w:sz w:val="24"/>
          <w:szCs w:val="24"/>
        </w:rPr>
        <w:t>с</w:t>
      </w:r>
      <w:r w:rsidRPr="00E47A09">
        <w:rPr>
          <w:rFonts w:ascii="Arial" w:hAnsi="Arial" w:cs="Arial"/>
          <w:sz w:val="24"/>
          <w:szCs w:val="24"/>
        </w:rPr>
        <w:t>тижение конечного результата и эффективное использование финансовых средств, выделяемых на выполнение программы.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Отдел образования ежегодно уточняет целевые показатели и затраты по подпрограммам, механизм реализации программы, при необходимости вносит предложения (с обоснованиями) о продлении срока реализации программы.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Отдел образования составляет отчет о реализации программы за первое полугодие отчетного года в срок не позднее 10 августа отчетного года по формам согласно приложениям №№ 10-15 к </w:t>
      </w:r>
      <w:hyperlink r:id="rId13" w:history="1">
        <w:r w:rsidRPr="00E47A09">
          <w:rPr>
            <w:rFonts w:ascii="Arial" w:hAnsi="Arial" w:cs="Arial"/>
            <w:sz w:val="24"/>
            <w:szCs w:val="24"/>
          </w:rPr>
          <w:t>постановлению</w:t>
        </w:r>
      </w:hyperlink>
      <w:r w:rsidRPr="00E47A09">
        <w:rPr>
          <w:rFonts w:ascii="Arial" w:hAnsi="Arial" w:cs="Arial"/>
          <w:sz w:val="24"/>
          <w:szCs w:val="24"/>
        </w:rPr>
        <w:t xml:space="preserve"> главы Партизанского района от 22.07.2013 № 451-п «Об утверждении Порядка принятия решений о разработке муниципальных программ Партизанского района, их формирования и реализ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ции».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Отдел образования по итогам года до 25</w:t>
      </w:r>
      <w:r>
        <w:rPr>
          <w:rFonts w:ascii="Arial" w:hAnsi="Arial" w:cs="Arial"/>
          <w:sz w:val="24"/>
          <w:szCs w:val="24"/>
        </w:rPr>
        <w:t xml:space="preserve"> </w:t>
      </w:r>
      <w:r w:rsidRPr="00E47A09">
        <w:rPr>
          <w:rFonts w:ascii="Arial" w:hAnsi="Arial" w:cs="Arial"/>
          <w:sz w:val="24"/>
          <w:szCs w:val="24"/>
        </w:rPr>
        <w:t>февраля</w:t>
      </w:r>
      <w:r>
        <w:rPr>
          <w:rFonts w:ascii="Arial" w:hAnsi="Arial" w:cs="Arial"/>
          <w:sz w:val="24"/>
          <w:szCs w:val="24"/>
        </w:rPr>
        <w:t xml:space="preserve"> года</w:t>
      </w:r>
      <w:r w:rsidRPr="00E47A09">
        <w:rPr>
          <w:rFonts w:ascii="Arial" w:hAnsi="Arial" w:cs="Arial"/>
          <w:sz w:val="24"/>
          <w:szCs w:val="24"/>
        </w:rPr>
        <w:t>, следующего за о</w:t>
      </w:r>
      <w:r w:rsidRPr="00E47A09">
        <w:rPr>
          <w:rFonts w:ascii="Arial" w:hAnsi="Arial" w:cs="Arial"/>
          <w:sz w:val="24"/>
          <w:szCs w:val="24"/>
        </w:rPr>
        <w:t>т</w:t>
      </w:r>
      <w:r w:rsidRPr="00E47A09">
        <w:rPr>
          <w:rFonts w:ascii="Arial" w:hAnsi="Arial" w:cs="Arial"/>
          <w:sz w:val="24"/>
          <w:szCs w:val="24"/>
        </w:rPr>
        <w:t xml:space="preserve">четным </w:t>
      </w:r>
      <w:r>
        <w:rPr>
          <w:rFonts w:ascii="Arial" w:hAnsi="Arial" w:cs="Arial"/>
          <w:sz w:val="24"/>
          <w:szCs w:val="24"/>
        </w:rPr>
        <w:t>годом</w:t>
      </w:r>
      <w:r w:rsidRPr="00E47A09">
        <w:rPr>
          <w:rFonts w:ascii="Arial" w:hAnsi="Arial" w:cs="Arial"/>
          <w:sz w:val="24"/>
          <w:szCs w:val="24"/>
        </w:rPr>
        <w:t xml:space="preserve">, составляет отчет и доклад об исполнении настоящей программы с оценкой эффективности ее реализации, динамики финансирования, выполнения мероприятий за период реализации программы по формам согласно </w:t>
      </w:r>
      <w:hyperlink r:id="rId14" w:history="1">
        <w:r w:rsidRPr="00E47A09">
          <w:rPr>
            <w:rFonts w:ascii="Arial" w:hAnsi="Arial" w:cs="Arial"/>
            <w:sz w:val="24"/>
            <w:szCs w:val="24"/>
          </w:rPr>
          <w:t>постановлению</w:t>
        </w:r>
      </w:hyperlink>
      <w:r w:rsidRPr="00E47A09">
        <w:rPr>
          <w:rFonts w:ascii="Arial" w:hAnsi="Arial" w:cs="Arial"/>
          <w:sz w:val="24"/>
          <w:szCs w:val="24"/>
        </w:rPr>
        <w:t xml:space="preserve"> главы Партизанского района от 22.07.2013 № 451-п «Об утве</w:t>
      </w:r>
      <w:r w:rsidRPr="00E47A09">
        <w:rPr>
          <w:rFonts w:ascii="Arial" w:hAnsi="Arial" w:cs="Arial"/>
          <w:sz w:val="24"/>
          <w:szCs w:val="24"/>
        </w:rPr>
        <w:t>р</w:t>
      </w:r>
      <w:r w:rsidRPr="00E47A09">
        <w:rPr>
          <w:rFonts w:ascii="Arial" w:hAnsi="Arial" w:cs="Arial"/>
          <w:sz w:val="24"/>
          <w:szCs w:val="24"/>
        </w:rPr>
        <w:t>ждении Порядка принятия решений о разработке муниципальных программ Па</w:t>
      </w:r>
      <w:r w:rsidRPr="00E47A09">
        <w:rPr>
          <w:rFonts w:ascii="Arial" w:hAnsi="Arial" w:cs="Arial"/>
          <w:sz w:val="24"/>
          <w:szCs w:val="24"/>
        </w:rPr>
        <w:t>р</w:t>
      </w:r>
      <w:r w:rsidRPr="00E47A09">
        <w:rPr>
          <w:rFonts w:ascii="Arial" w:hAnsi="Arial" w:cs="Arial"/>
          <w:sz w:val="24"/>
          <w:szCs w:val="24"/>
        </w:rPr>
        <w:t>тизанского района, их формирования и реализации».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Отдел образования обеспечивает контроль над ходом реализации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 xml:space="preserve">граммы на предмет соблюдения сроков, целевого и эффективного использования бюджетных средств, достижения результатов муниципальной программы.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</w:pPr>
    </w:p>
    <w:p w:rsidR="003738DC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 xml:space="preserve">ачальник отдела образования </w:t>
      </w:r>
    </w:p>
    <w:p w:rsidR="003738DC" w:rsidRPr="00E47A09" w:rsidRDefault="003738DC" w:rsidP="00BF243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  <w:sectPr w:rsidR="003738DC" w:rsidRPr="00E47A09" w:rsidSect="00BF2437"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  <w:r w:rsidRPr="00E47A09">
        <w:rPr>
          <w:rFonts w:ascii="Arial" w:hAnsi="Arial" w:cs="Arial"/>
          <w:sz w:val="24"/>
          <w:szCs w:val="24"/>
        </w:rPr>
        <w:t>администрации района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        </w:t>
      </w:r>
      <w:r>
        <w:rPr>
          <w:rFonts w:ascii="Arial" w:hAnsi="Arial" w:cs="Arial"/>
          <w:color w:val="000000"/>
          <w:sz w:val="24"/>
          <w:szCs w:val="24"/>
        </w:rPr>
        <w:t>Л.А. Козлова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3738DC" w:rsidRPr="00E47A09" w:rsidRDefault="003738DC" w:rsidP="00BF2437">
      <w:pPr>
        <w:widowControl w:val="0"/>
        <w:ind w:firstLine="878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Приложение</w:t>
      </w:r>
    </w:p>
    <w:p w:rsidR="003738DC" w:rsidRPr="00E47A09" w:rsidRDefault="003738DC" w:rsidP="00BF2437">
      <w:pPr>
        <w:widowControl w:val="0"/>
        <w:ind w:firstLine="878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к паспорту муниципальной программы </w:t>
      </w:r>
    </w:p>
    <w:p w:rsidR="003738DC" w:rsidRPr="00E47A09" w:rsidRDefault="003738DC" w:rsidP="00BF2437">
      <w:pPr>
        <w:widowControl w:val="0"/>
        <w:ind w:firstLine="878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Партизанского района «Развитие образования»</w:t>
      </w:r>
    </w:p>
    <w:p w:rsidR="003738DC" w:rsidRPr="00E47A09" w:rsidRDefault="003738DC" w:rsidP="00BF2437">
      <w:pPr>
        <w:widowControl w:val="0"/>
        <w:ind w:firstLine="8789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bCs/>
          <w:sz w:val="24"/>
          <w:szCs w:val="24"/>
        </w:rPr>
      </w:pPr>
      <w:r w:rsidRPr="00E47A09">
        <w:rPr>
          <w:rFonts w:ascii="Arial" w:hAnsi="Arial" w:cs="Arial"/>
          <w:bCs/>
          <w:sz w:val="24"/>
          <w:szCs w:val="24"/>
        </w:rPr>
        <w:t>Перечень целевых показателей муниципальной программы Партизанского района, с указанием планируемых к достижению значений в результате реализации муниципальной программы Партизанского района</w:t>
      </w:r>
    </w:p>
    <w:p w:rsidR="003738DC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</w:p>
    <w:tbl>
      <w:tblPr>
        <w:tblW w:w="145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0"/>
        <w:gridCol w:w="30"/>
        <w:gridCol w:w="704"/>
        <w:gridCol w:w="30"/>
        <w:gridCol w:w="676"/>
        <w:gridCol w:w="30"/>
        <w:gridCol w:w="814"/>
        <w:gridCol w:w="30"/>
        <w:gridCol w:w="747"/>
        <w:gridCol w:w="30"/>
        <w:gridCol w:w="679"/>
        <w:gridCol w:w="30"/>
        <w:gridCol w:w="678"/>
        <w:gridCol w:w="30"/>
        <w:gridCol w:w="679"/>
        <w:gridCol w:w="30"/>
        <w:gridCol w:w="611"/>
        <w:gridCol w:w="30"/>
        <w:gridCol w:w="679"/>
        <w:gridCol w:w="30"/>
        <w:gridCol w:w="608"/>
        <w:gridCol w:w="30"/>
        <w:gridCol w:w="711"/>
        <w:gridCol w:w="30"/>
        <w:gridCol w:w="735"/>
        <w:gridCol w:w="7"/>
        <w:gridCol w:w="30"/>
        <w:gridCol w:w="675"/>
        <w:gridCol w:w="30"/>
        <w:gridCol w:w="610"/>
        <w:gridCol w:w="30"/>
        <w:gridCol w:w="810"/>
        <w:gridCol w:w="30"/>
        <w:gridCol w:w="625"/>
        <w:gridCol w:w="30"/>
        <w:gridCol w:w="858"/>
        <w:gridCol w:w="30"/>
        <w:gridCol w:w="821"/>
        <w:gridCol w:w="30"/>
        <w:gridCol w:w="735"/>
        <w:gridCol w:w="30"/>
      </w:tblGrid>
      <w:tr w:rsidR="003738DC" w:rsidRPr="00AA3682" w:rsidTr="00F97A7D">
        <w:trPr>
          <w:gridAfter w:val="1"/>
          <w:wAfter w:w="30" w:type="dxa"/>
          <w:trHeight w:val="1653"/>
        </w:trPr>
        <w:tc>
          <w:tcPr>
            <w:tcW w:w="530" w:type="dxa"/>
            <w:vMerge w:val="restart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34" w:type="dxa"/>
            <w:gridSpan w:val="2"/>
            <w:vMerge w:val="restart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ли, ц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вые п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тели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граммы</w:t>
            </w:r>
          </w:p>
        </w:tc>
        <w:tc>
          <w:tcPr>
            <w:tcW w:w="706" w:type="dxa"/>
            <w:gridSpan w:val="2"/>
            <w:vMerge w:val="restart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Един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ца и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44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Год, предш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ствующий ре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ции м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пальной пр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граммы Па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за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ского ра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она</w:t>
            </w:r>
          </w:p>
        </w:tc>
        <w:tc>
          <w:tcPr>
            <w:tcW w:w="11748" w:type="dxa"/>
            <w:gridSpan w:val="33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Годы реализации муниципальной программы Партизанского района</w:t>
            </w:r>
          </w:p>
        </w:tc>
      </w:tr>
      <w:tr w:rsidR="003738DC" w:rsidRPr="00AA3682" w:rsidTr="00F97A7D">
        <w:trPr>
          <w:gridAfter w:val="1"/>
          <w:wAfter w:w="30" w:type="dxa"/>
          <w:trHeight w:val="557"/>
        </w:trPr>
        <w:tc>
          <w:tcPr>
            <w:tcW w:w="530" w:type="dxa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6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Merge w:val="restart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2013 год</w:t>
            </w:r>
          </w:p>
        </w:tc>
        <w:tc>
          <w:tcPr>
            <w:tcW w:w="777" w:type="dxa"/>
            <w:gridSpan w:val="2"/>
            <w:vMerge w:val="restart"/>
          </w:tcPr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2014 год</w:t>
            </w:r>
          </w:p>
        </w:tc>
        <w:tc>
          <w:tcPr>
            <w:tcW w:w="709" w:type="dxa"/>
            <w:gridSpan w:val="2"/>
            <w:vMerge w:val="restart"/>
          </w:tcPr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708" w:type="dxa"/>
            <w:gridSpan w:val="2"/>
            <w:vMerge w:val="restart"/>
          </w:tcPr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709" w:type="dxa"/>
            <w:gridSpan w:val="2"/>
            <w:vMerge w:val="restart"/>
          </w:tcPr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641" w:type="dxa"/>
            <w:gridSpan w:val="2"/>
            <w:vMerge w:val="restart"/>
          </w:tcPr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709" w:type="dxa"/>
            <w:gridSpan w:val="2"/>
            <w:vMerge w:val="restart"/>
          </w:tcPr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638" w:type="dxa"/>
            <w:gridSpan w:val="2"/>
            <w:vMerge w:val="restart"/>
          </w:tcPr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741" w:type="dxa"/>
            <w:gridSpan w:val="2"/>
            <w:vMerge w:val="restart"/>
          </w:tcPr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765" w:type="dxa"/>
            <w:gridSpan w:val="2"/>
            <w:vMerge w:val="restart"/>
          </w:tcPr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712" w:type="dxa"/>
            <w:gridSpan w:val="3"/>
            <w:vMerge w:val="restart"/>
          </w:tcPr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640" w:type="dxa"/>
            <w:gridSpan w:val="2"/>
            <w:vMerge w:val="restart"/>
          </w:tcPr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840" w:type="dxa"/>
            <w:gridSpan w:val="2"/>
            <w:vMerge w:val="restart"/>
          </w:tcPr>
          <w:p w:rsidR="003738DC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 xml:space="preserve">2025 </w:t>
            </w:r>
          </w:p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655" w:type="dxa"/>
            <w:gridSpan w:val="2"/>
            <w:vMerge w:val="restart"/>
          </w:tcPr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888" w:type="dxa"/>
            <w:gridSpan w:val="2"/>
            <w:vMerge w:val="restart"/>
          </w:tcPr>
          <w:p w:rsidR="003738DC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 xml:space="preserve">2027 </w:t>
            </w:r>
          </w:p>
          <w:p w:rsidR="003738DC" w:rsidRPr="00AA3682" w:rsidRDefault="003738DC" w:rsidP="001C59BE">
            <w:pPr>
              <w:widowControl w:val="0"/>
              <w:ind w:left="-122" w:right="-1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616" w:type="dxa"/>
            <w:gridSpan w:val="4"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годы до конца ре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лизации муниц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пальной программы Партиза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ского ра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она в пят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летнем и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тервале</w:t>
            </w:r>
          </w:p>
        </w:tc>
      </w:tr>
      <w:tr w:rsidR="003738DC" w:rsidRPr="00AA3682" w:rsidTr="00F97A7D">
        <w:trPr>
          <w:gridAfter w:val="1"/>
          <w:wAfter w:w="30" w:type="dxa"/>
          <w:trHeight w:val="543"/>
        </w:trPr>
        <w:tc>
          <w:tcPr>
            <w:tcW w:w="530" w:type="dxa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34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6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44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77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41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38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65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55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765" w:type="dxa"/>
            <w:gridSpan w:val="2"/>
            <w:vAlign w:val="center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A3682">
              <w:rPr>
                <w:rFonts w:ascii="Arial" w:hAnsi="Arial" w:cs="Arial"/>
                <w:color w:val="000000"/>
                <w:sz w:val="24"/>
                <w:szCs w:val="24"/>
              </w:rPr>
              <w:t>2030 год</w:t>
            </w:r>
          </w:p>
        </w:tc>
      </w:tr>
      <w:tr w:rsidR="003738DC" w:rsidRPr="004C3740" w:rsidTr="00F97A7D">
        <w:trPr>
          <w:gridAfter w:val="1"/>
          <w:wAfter w:w="30" w:type="dxa"/>
          <w:trHeight w:val="541"/>
        </w:trPr>
        <w:tc>
          <w:tcPr>
            <w:tcW w:w="530" w:type="dxa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032" w:type="dxa"/>
            <w:gridSpan w:val="39"/>
          </w:tcPr>
          <w:p w:rsidR="003738DC" w:rsidRPr="00F97A7D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 xml:space="preserve">Цели: </w:t>
            </w:r>
          </w:p>
          <w:p w:rsidR="003738DC" w:rsidRPr="00F97A7D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1. Обеспечение высокого качества образования, соответствующего потребностям граждан и перспективным задачам ра</w:t>
            </w:r>
            <w:r w:rsidRPr="00F97A7D">
              <w:rPr>
                <w:rFonts w:ascii="Arial" w:hAnsi="Arial" w:cs="Arial"/>
                <w:sz w:val="24"/>
                <w:szCs w:val="24"/>
              </w:rPr>
              <w:t>з</w:t>
            </w:r>
            <w:r w:rsidRPr="00F97A7D">
              <w:rPr>
                <w:rFonts w:ascii="Arial" w:hAnsi="Arial" w:cs="Arial"/>
                <w:sz w:val="24"/>
                <w:szCs w:val="24"/>
              </w:rPr>
              <w:t>вития экономики Партизанского района.</w:t>
            </w:r>
          </w:p>
          <w:p w:rsidR="003738DC" w:rsidRPr="00F97A7D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 xml:space="preserve">2. Поддержка детей-сирот, детей, оставшихся без попечения родителей, а также лиц из их числа. </w:t>
            </w:r>
          </w:p>
          <w:p w:rsidR="003738DC" w:rsidRPr="004C3740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3. Отдых и досуг детей в каникулярное время.</w:t>
            </w:r>
          </w:p>
        </w:tc>
      </w:tr>
      <w:tr w:rsidR="003738DC" w:rsidRPr="00AA3682" w:rsidTr="00F97A7D">
        <w:trPr>
          <w:gridAfter w:val="1"/>
          <w:wAfter w:w="30" w:type="dxa"/>
          <w:trHeight w:val="503"/>
        </w:trPr>
        <w:tc>
          <w:tcPr>
            <w:tcW w:w="530" w:type="dxa"/>
          </w:tcPr>
          <w:p w:rsidR="003738DC" w:rsidRPr="00F97A7D" w:rsidRDefault="003738DC" w:rsidP="00F97A7D">
            <w:pPr>
              <w:widowControl w:val="0"/>
              <w:ind w:lef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734" w:type="dxa"/>
            <w:gridSpan w:val="2"/>
          </w:tcPr>
          <w:p w:rsidR="003738DC" w:rsidRPr="00F97A7D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О</w:t>
            </w:r>
            <w:r w:rsidRPr="00F97A7D">
              <w:rPr>
                <w:rFonts w:ascii="Arial" w:hAnsi="Arial" w:cs="Arial"/>
                <w:sz w:val="24"/>
                <w:szCs w:val="24"/>
              </w:rPr>
              <w:t>т</w:t>
            </w:r>
            <w:r w:rsidRPr="00F97A7D">
              <w:rPr>
                <w:rFonts w:ascii="Arial" w:hAnsi="Arial" w:cs="Arial"/>
                <w:sz w:val="24"/>
                <w:szCs w:val="24"/>
              </w:rPr>
              <w:t>н</w:t>
            </w:r>
            <w:r w:rsidRPr="00F97A7D">
              <w:rPr>
                <w:rFonts w:ascii="Arial" w:hAnsi="Arial" w:cs="Arial"/>
                <w:sz w:val="24"/>
                <w:szCs w:val="24"/>
              </w:rPr>
              <w:t>о</w:t>
            </w:r>
            <w:r w:rsidRPr="00F97A7D">
              <w:rPr>
                <w:rFonts w:ascii="Arial" w:hAnsi="Arial" w:cs="Arial"/>
                <w:sz w:val="24"/>
                <w:szCs w:val="24"/>
              </w:rPr>
              <w:t>ш</w:t>
            </w:r>
            <w:r w:rsidRPr="00F97A7D">
              <w:rPr>
                <w:rFonts w:ascii="Arial" w:hAnsi="Arial" w:cs="Arial"/>
                <w:sz w:val="24"/>
                <w:szCs w:val="24"/>
              </w:rPr>
              <w:t>е</w:t>
            </w:r>
            <w:r w:rsidRPr="00F97A7D">
              <w:rPr>
                <w:rFonts w:ascii="Arial" w:hAnsi="Arial" w:cs="Arial"/>
                <w:sz w:val="24"/>
                <w:szCs w:val="24"/>
              </w:rPr>
              <w:t>ние численно</w:t>
            </w:r>
            <w:r w:rsidRPr="00F97A7D">
              <w:rPr>
                <w:rFonts w:ascii="Arial" w:hAnsi="Arial" w:cs="Arial"/>
                <w:sz w:val="24"/>
                <w:szCs w:val="24"/>
              </w:rPr>
              <w:t>с</w:t>
            </w:r>
            <w:r w:rsidRPr="00F97A7D">
              <w:rPr>
                <w:rFonts w:ascii="Arial" w:hAnsi="Arial" w:cs="Arial"/>
                <w:sz w:val="24"/>
                <w:szCs w:val="24"/>
              </w:rPr>
              <w:t>ти д</w:t>
            </w:r>
            <w:r w:rsidRPr="00F97A7D">
              <w:rPr>
                <w:rFonts w:ascii="Arial" w:hAnsi="Arial" w:cs="Arial"/>
                <w:sz w:val="24"/>
                <w:szCs w:val="24"/>
              </w:rPr>
              <w:t>е</w:t>
            </w:r>
            <w:r w:rsidRPr="00F97A7D">
              <w:rPr>
                <w:rFonts w:ascii="Arial" w:hAnsi="Arial" w:cs="Arial"/>
                <w:sz w:val="24"/>
                <w:szCs w:val="24"/>
              </w:rPr>
              <w:t>тей в во</w:t>
            </w:r>
            <w:r w:rsidRPr="00F97A7D">
              <w:rPr>
                <w:rFonts w:ascii="Arial" w:hAnsi="Arial" w:cs="Arial"/>
                <w:sz w:val="24"/>
                <w:szCs w:val="24"/>
              </w:rPr>
              <w:t>з</w:t>
            </w:r>
            <w:r w:rsidRPr="00F97A7D">
              <w:rPr>
                <w:rFonts w:ascii="Arial" w:hAnsi="Arial" w:cs="Arial"/>
                <w:sz w:val="24"/>
                <w:szCs w:val="24"/>
              </w:rPr>
              <w:t>ра</w:t>
            </w:r>
            <w:r w:rsidRPr="00F97A7D">
              <w:rPr>
                <w:rFonts w:ascii="Arial" w:hAnsi="Arial" w:cs="Arial"/>
                <w:sz w:val="24"/>
                <w:szCs w:val="24"/>
              </w:rPr>
              <w:t>с</w:t>
            </w:r>
            <w:r w:rsidRPr="00F97A7D">
              <w:rPr>
                <w:rFonts w:ascii="Arial" w:hAnsi="Arial" w:cs="Arial"/>
                <w:sz w:val="24"/>
                <w:szCs w:val="24"/>
              </w:rPr>
              <w:t>те от 3 до 7 лет, к</w:t>
            </w:r>
            <w:r w:rsidRPr="00F97A7D">
              <w:rPr>
                <w:rFonts w:ascii="Arial" w:hAnsi="Arial" w:cs="Arial"/>
                <w:sz w:val="24"/>
                <w:szCs w:val="24"/>
              </w:rPr>
              <w:t>о</w:t>
            </w:r>
            <w:r w:rsidRPr="00F97A7D">
              <w:rPr>
                <w:rFonts w:ascii="Arial" w:hAnsi="Arial" w:cs="Arial"/>
                <w:sz w:val="24"/>
                <w:szCs w:val="24"/>
              </w:rPr>
              <w:t>т</w:t>
            </w:r>
            <w:r w:rsidRPr="00F97A7D">
              <w:rPr>
                <w:rFonts w:ascii="Arial" w:hAnsi="Arial" w:cs="Arial"/>
                <w:sz w:val="24"/>
                <w:szCs w:val="24"/>
              </w:rPr>
              <w:t>о</w:t>
            </w:r>
            <w:r w:rsidRPr="00F97A7D">
              <w:rPr>
                <w:rFonts w:ascii="Arial" w:hAnsi="Arial" w:cs="Arial"/>
                <w:sz w:val="24"/>
                <w:szCs w:val="24"/>
              </w:rPr>
              <w:t>рым предо</w:t>
            </w:r>
            <w:r w:rsidRPr="00F97A7D">
              <w:rPr>
                <w:rFonts w:ascii="Arial" w:hAnsi="Arial" w:cs="Arial"/>
                <w:sz w:val="24"/>
                <w:szCs w:val="24"/>
              </w:rPr>
              <w:t>с</w:t>
            </w:r>
            <w:r w:rsidRPr="00F97A7D">
              <w:rPr>
                <w:rFonts w:ascii="Arial" w:hAnsi="Arial" w:cs="Arial"/>
                <w:sz w:val="24"/>
                <w:szCs w:val="24"/>
              </w:rPr>
              <w:t>та</w:t>
            </w:r>
            <w:r w:rsidRPr="00F97A7D">
              <w:rPr>
                <w:rFonts w:ascii="Arial" w:hAnsi="Arial" w:cs="Arial"/>
                <w:sz w:val="24"/>
                <w:szCs w:val="24"/>
              </w:rPr>
              <w:t>в</w:t>
            </w:r>
            <w:r w:rsidRPr="00F97A7D">
              <w:rPr>
                <w:rFonts w:ascii="Arial" w:hAnsi="Arial" w:cs="Arial"/>
                <w:sz w:val="24"/>
                <w:szCs w:val="24"/>
              </w:rPr>
              <w:t>л</w:t>
            </w:r>
            <w:r w:rsidRPr="00F97A7D">
              <w:rPr>
                <w:rFonts w:ascii="Arial" w:hAnsi="Arial" w:cs="Arial"/>
                <w:sz w:val="24"/>
                <w:szCs w:val="24"/>
              </w:rPr>
              <w:t>е</w:t>
            </w:r>
            <w:r w:rsidRPr="00F97A7D">
              <w:rPr>
                <w:rFonts w:ascii="Arial" w:hAnsi="Arial" w:cs="Arial"/>
                <w:sz w:val="24"/>
                <w:szCs w:val="24"/>
              </w:rPr>
              <w:t>на возможность п</w:t>
            </w:r>
            <w:r w:rsidRPr="00F97A7D">
              <w:rPr>
                <w:rFonts w:ascii="Arial" w:hAnsi="Arial" w:cs="Arial"/>
                <w:sz w:val="24"/>
                <w:szCs w:val="24"/>
              </w:rPr>
              <w:t>о</w:t>
            </w:r>
            <w:r w:rsidRPr="00F97A7D">
              <w:rPr>
                <w:rFonts w:ascii="Arial" w:hAnsi="Arial" w:cs="Arial"/>
                <w:sz w:val="24"/>
                <w:szCs w:val="24"/>
              </w:rPr>
              <w:t>л</w:t>
            </w:r>
            <w:r w:rsidRPr="00F97A7D">
              <w:rPr>
                <w:rFonts w:ascii="Arial" w:hAnsi="Arial" w:cs="Arial"/>
                <w:sz w:val="24"/>
                <w:szCs w:val="24"/>
              </w:rPr>
              <w:t>у</w:t>
            </w:r>
            <w:r w:rsidRPr="00F97A7D">
              <w:rPr>
                <w:rFonts w:ascii="Arial" w:hAnsi="Arial" w:cs="Arial"/>
                <w:sz w:val="24"/>
                <w:szCs w:val="24"/>
              </w:rPr>
              <w:t>чать у</w:t>
            </w:r>
            <w:r w:rsidRPr="00F97A7D">
              <w:rPr>
                <w:rFonts w:ascii="Arial" w:hAnsi="Arial" w:cs="Arial"/>
                <w:sz w:val="24"/>
                <w:szCs w:val="24"/>
              </w:rPr>
              <w:t>с</w:t>
            </w:r>
            <w:r w:rsidRPr="00F97A7D">
              <w:rPr>
                <w:rFonts w:ascii="Arial" w:hAnsi="Arial" w:cs="Arial"/>
                <w:sz w:val="24"/>
                <w:szCs w:val="24"/>
              </w:rPr>
              <w:t>луги д</w:t>
            </w:r>
            <w:r w:rsidRPr="00F97A7D">
              <w:rPr>
                <w:rFonts w:ascii="Arial" w:hAnsi="Arial" w:cs="Arial"/>
                <w:sz w:val="24"/>
                <w:szCs w:val="24"/>
              </w:rPr>
              <w:t>о</w:t>
            </w:r>
            <w:r w:rsidRPr="00F97A7D">
              <w:rPr>
                <w:rFonts w:ascii="Arial" w:hAnsi="Arial" w:cs="Arial"/>
                <w:sz w:val="24"/>
                <w:szCs w:val="24"/>
              </w:rPr>
              <w:t>школьного о</w:t>
            </w:r>
            <w:r w:rsidRPr="00F97A7D">
              <w:rPr>
                <w:rFonts w:ascii="Arial" w:hAnsi="Arial" w:cs="Arial"/>
                <w:sz w:val="24"/>
                <w:szCs w:val="24"/>
              </w:rPr>
              <w:t>б</w:t>
            </w:r>
            <w:r w:rsidRPr="00F97A7D">
              <w:rPr>
                <w:rFonts w:ascii="Arial" w:hAnsi="Arial" w:cs="Arial"/>
                <w:sz w:val="24"/>
                <w:szCs w:val="24"/>
              </w:rPr>
              <w:t>р</w:t>
            </w:r>
            <w:r w:rsidRPr="00F97A7D">
              <w:rPr>
                <w:rFonts w:ascii="Arial" w:hAnsi="Arial" w:cs="Arial"/>
                <w:sz w:val="24"/>
                <w:szCs w:val="24"/>
              </w:rPr>
              <w:t>а</w:t>
            </w:r>
            <w:r w:rsidRPr="00F97A7D">
              <w:rPr>
                <w:rFonts w:ascii="Arial" w:hAnsi="Arial" w:cs="Arial"/>
                <w:sz w:val="24"/>
                <w:szCs w:val="24"/>
              </w:rPr>
              <w:t>з</w:t>
            </w:r>
            <w:r w:rsidRPr="00F97A7D">
              <w:rPr>
                <w:rFonts w:ascii="Arial" w:hAnsi="Arial" w:cs="Arial"/>
                <w:sz w:val="24"/>
                <w:szCs w:val="24"/>
              </w:rPr>
              <w:t>о</w:t>
            </w:r>
            <w:r w:rsidRPr="00F97A7D">
              <w:rPr>
                <w:rFonts w:ascii="Arial" w:hAnsi="Arial" w:cs="Arial"/>
                <w:sz w:val="24"/>
                <w:szCs w:val="24"/>
              </w:rPr>
              <w:t>в</w:t>
            </w:r>
            <w:r w:rsidRPr="00F97A7D">
              <w:rPr>
                <w:rFonts w:ascii="Arial" w:hAnsi="Arial" w:cs="Arial"/>
                <w:sz w:val="24"/>
                <w:szCs w:val="24"/>
              </w:rPr>
              <w:t>а</w:t>
            </w:r>
            <w:r w:rsidRPr="00F97A7D">
              <w:rPr>
                <w:rFonts w:ascii="Arial" w:hAnsi="Arial" w:cs="Arial"/>
                <w:sz w:val="24"/>
                <w:szCs w:val="24"/>
              </w:rPr>
              <w:t>ния, к численно</w:t>
            </w:r>
            <w:r w:rsidRPr="00F97A7D">
              <w:rPr>
                <w:rFonts w:ascii="Arial" w:hAnsi="Arial" w:cs="Arial"/>
                <w:sz w:val="24"/>
                <w:szCs w:val="24"/>
              </w:rPr>
              <w:t>с</w:t>
            </w:r>
            <w:r w:rsidRPr="00F97A7D">
              <w:rPr>
                <w:rFonts w:ascii="Arial" w:hAnsi="Arial" w:cs="Arial"/>
                <w:sz w:val="24"/>
                <w:szCs w:val="24"/>
              </w:rPr>
              <w:t>ти д</w:t>
            </w:r>
            <w:r w:rsidRPr="00F97A7D">
              <w:rPr>
                <w:rFonts w:ascii="Arial" w:hAnsi="Arial" w:cs="Arial"/>
                <w:sz w:val="24"/>
                <w:szCs w:val="24"/>
              </w:rPr>
              <w:t>е</w:t>
            </w:r>
            <w:r w:rsidRPr="00F97A7D">
              <w:rPr>
                <w:rFonts w:ascii="Arial" w:hAnsi="Arial" w:cs="Arial"/>
                <w:sz w:val="24"/>
                <w:szCs w:val="24"/>
              </w:rPr>
              <w:t>тей в во</w:t>
            </w:r>
            <w:r w:rsidRPr="00F97A7D">
              <w:rPr>
                <w:rFonts w:ascii="Arial" w:hAnsi="Arial" w:cs="Arial"/>
                <w:sz w:val="24"/>
                <w:szCs w:val="24"/>
              </w:rPr>
              <w:t>з</w:t>
            </w:r>
            <w:r w:rsidRPr="00F97A7D">
              <w:rPr>
                <w:rFonts w:ascii="Arial" w:hAnsi="Arial" w:cs="Arial"/>
                <w:sz w:val="24"/>
                <w:szCs w:val="24"/>
              </w:rPr>
              <w:t>ра</w:t>
            </w:r>
            <w:r w:rsidRPr="00F97A7D">
              <w:rPr>
                <w:rFonts w:ascii="Arial" w:hAnsi="Arial" w:cs="Arial"/>
                <w:sz w:val="24"/>
                <w:szCs w:val="24"/>
              </w:rPr>
              <w:t>с</w:t>
            </w:r>
            <w:r w:rsidRPr="00F97A7D">
              <w:rPr>
                <w:rFonts w:ascii="Arial" w:hAnsi="Arial" w:cs="Arial"/>
                <w:sz w:val="24"/>
                <w:szCs w:val="24"/>
              </w:rPr>
              <w:t>те от 3 до 7 лет, скорре</w:t>
            </w:r>
            <w:r w:rsidRPr="00F97A7D">
              <w:rPr>
                <w:rFonts w:ascii="Arial" w:hAnsi="Arial" w:cs="Arial"/>
                <w:sz w:val="24"/>
                <w:szCs w:val="24"/>
              </w:rPr>
              <w:t>к</w:t>
            </w:r>
            <w:r w:rsidRPr="00F97A7D">
              <w:rPr>
                <w:rFonts w:ascii="Arial" w:hAnsi="Arial" w:cs="Arial"/>
                <w:sz w:val="24"/>
                <w:szCs w:val="24"/>
              </w:rPr>
              <w:t>т</w:t>
            </w:r>
            <w:r w:rsidRPr="00F97A7D">
              <w:rPr>
                <w:rFonts w:ascii="Arial" w:hAnsi="Arial" w:cs="Arial"/>
                <w:sz w:val="24"/>
                <w:szCs w:val="24"/>
              </w:rPr>
              <w:t>и</w:t>
            </w:r>
            <w:r w:rsidRPr="00F97A7D">
              <w:rPr>
                <w:rFonts w:ascii="Arial" w:hAnsi="Arial" w:cs="Arial"/>
                <w:sz w:val="24"/>
                <w:szCs w:val="24"/>
              </w:rPr>
              <w:t>р</w:t>
            </w:r>
            <w:r w:rsidRPr="00F97A7D">
              <w:rPr>
                <w:rFonts w:ascii="Arial" w:hAnsi="Arial" w:cs="Arial"/>
                <w:sz w:val="24"/>
                <w:szCs w:val="24"/>
              </w:rPr>
              <w:t>о</w:t>
            </w:r>
            <w:r w:rsidRPr="00F97A7D">
              <w:rPr>
                <w:rFonts w:ascii="Arial" w:hAnsi="Arial" w:cs="Arial"/>
                <w:sz w:val="24"/>
                <w:szCs w:val="24"/>
              </w:rPr>
              <w:t>ванной на численность д</w:t>
            </w:r>
            <w:r w:rsidRPr="00F97A7D">
              <w:rPr>
                <w:rFonts w:ascii="Arial" w:hAnsi="Arial" w:cs="Arial"/>
                <w:sz w:val="24"/>
                <w:szCs w:val="24"/>
              </w:rPr>
              <w:t>е</w:t>
            </w:r>
            <w:r w:rsidRPr="00F97A7D">
              <w:rPr>
                <w:rFonts w:ascii="Arial" w:hAnsi="Arial" w:cs="Arial"/>
                <w:sz w:val="24"/>
                <w:szCs w:val="24"/>
              </w:rPr>
              <w:t>тей в во</w:t>
            </w:r>
            <w:r w:rsidRPr="00F97A7D">
              <w:rPr>
                <w:rFonts w:ascii="Arial" w:hAnsi="Arial" w:cs="Arial"/>
                <w:sz w:val="24"/>
                <w:szCs w:val="24"/>
              </w:rPr>
              <w:t>з</w:t>
            </w:r>
            <w:r w:rsidRPr="00F97A7D">
              <w:rPr>
                <w:rFonts w:ascii="Arial" w:hAnsi="Arial" w:cs="Arial"/>
                <w:sz w:val="24"/>
                <w:szCs w:val="24"/>
              </w:rPr>
              <w:t>ра</w:t>
            </w:r>
            <w:r w:rsidRPr="00F97A7D">
              <w:rPr>
                <w:rFonts w:ascii="Arial" w:hAnsi="Arial" w:cs="Arial"/>
                <w:sz w:val="24"/>
                <w:szCs w:val="24"/>
              </w:rPr>
              <w:t>с</w:t>
            </w:r>
            <w:r w:rsidRPr="00F97A7D">
              <w:rPr>
                <w:rFonts w:ascii="Arial" w:hAnsi="Arial" w:cs="Arial"/>
                <w:sz w:val="24"/>
                <w:szCs w:val="24"/>
              </w:rPr>
              <w:t>те от 5 до 7 лет, об</w:t>
            </w:r>
            <w:r w:rsidRPr="00F97A7D">
              <w:rPr>
                <w:rFonts w:ascii="Arial" w:hAnsi="Arial" w:cs="Arial"/>
                <w:sz w:val="24"/>
                <w:szCs w:val="24"/>
              </w:rPr>
              <w:t>у</w:t>
            </w:r>
            <w:r w:rsidRPr="00F97A7D">
              <w:rPr>
                <w:rFonts w:ascii="Arial" w:hAnsi="Arial" w:cs="Arial"/>
                <w:sz w:val="24"/>
                <w:szCs w:val="24"/>
              </w:rPr>
              <w:t>чающихся в школе, прож</w:t>
            </w:r>
            <w:r w:rsidRPr="00F97A7D">
              <w:rPr>
                <w:rFonts w:ascii="Arial" w:hAnsi="Arial" w:cs="Arial"/>
                <w:sz w:val="24"/>
                <w:szCs w:val="24"/>
              </w:rPr>
              <w:t>и</w:t>
            </w:r>
            <w:r w:rsidRPr="00F97A7D">
              <w:rPr>
                <w:rFonts w:ascii="Arial" w:hAnsi="Arial" w:cs="Arial"/>
                <w:sz w:val="24"/>
                <w:szCs w:val="24"/>
              </w:rPr>
              <w:t>вающих на те</w:t>
            </w:r>
            <w:r w:rsidRPr="00F97A7D">
              <w:rPr>
                <w:rFonts w:ascii="Arial" w:hAnsi="Arial" w:cs="Arial"/>
                <w:sz w:val="24"/>
                <w:szCs w:val="24"/>
              </w:rPr>
              <w:t>р</w:t>
            </w:r>
            <w:r w:rsidRPr="00F97A7D">
              <w:rPr>
                <w:rFonts w:ascii="Arial" w:hAnsi="Arial" w:cs="Arial"/>
                <w:sz w:val="24"/>
                <w:szCs w:val="24"/>
              </w:rPr>
              <w:t>р</w:t>
            </w:r>
            <w:r w:rsidRPr="00F97A7D">
              <w:rPr>
                <w:rFonts w:ascii="Arial" w:hAnsi="Arial" w:cs="Arial"/>
                <w:sz w:val="24"/>
                <w:szCs w:val="24"/>
              </w:rPr>
              <w:t>и</w:t>
            </w:r>
            <w:r w:rsidRPr="00F97A7D">
              <w:rPr>
                <w:rFonts w:ascii="Arial" w:hAnsi="Arial" w:cs="Arial"/>
                <w:sz w:val="24"/>
                <w:szCs w:val="24"/>
              </w:rPr>
              <w:t>т</w:t>
            </w:r>
            <w:r w:rsidRPr="00F97A7D">
              <w:rPr>
                <w:rFonts w:ascii="Arial" w:hAnsi="Arial" w:cs="Arial"/>
                <w:sz w:val="24"/>
                <w:szCs w:val="24"/>
              </w:rPr>
              <w:t>о</w:t>
            </w:r>
            <w:r w:rsidRPr="00F97A7D">
              <w:rPr>
                <w:rFonts w:ascii="Arial" w:hAnsi="Arial" w:cs="Arial"/>
                <w:sz w:val="24"/>
                <w:szCs w:val="24"/>
              </w:rPr>
              <w:t>рии Парт</w:t>
            </w:r>
            <w:r w:rsidRPr="00F97A7D">
              <w:rPr>
                <w:rFonts w:ascii="Arial" w:hAnsi="Arial" w:cs="Arial"/>
                <w:sz w:val="24"/>
                <w:szCs w:val="24"/>
              </w:rPr>
              <w:t>и</w:t>
            </w:r>
            <w:r w:rsidRPr="00F97A7D">
              <w:rPr>
                <w:rFonts w:ascii="Arial" w:hAnsi="Arial" w:cs="Arial"/>
                <w:sz w:val="24"/>
                <w:szCs w:val="24"/>
              </w:rPr>
              <w:t>за</w:t>
            </w:r>
            <w:r w:rsidRPr="00F97A7D">
              <w:rPr>
                <w:rFonts w:ascii="Arial" w:hAnsi="Arial" w:cs="Arial"/>
                <w:sz w:val="24"/>
                <w:szCs w:val="24"/>
              </w:rPr>
              <w:t>н</w:t>
            </w:r>
            <w:r w:rsidRPr="00F97A7D">
              <w:rPr>
                <w:rFonts w:ascii="Arial" w:hAnsi="Arial" w:cs="Arial"/>
                <w:sz w:val="24"/>
                <w:szCs w:val="24"/>
              </w:rPr>
              <w:t>ск</w:t>
            </w:r>
            <w:r w:rsidRPr="00F97A7D">
              <w:rPr>
                <w:rFonts w:ascii="Arial" w:hAnsi="Arial" w:cs="Arial"/>
                <w:sz w:val="24"/>
                <w:szCs w:val="24"/>
              </w:rPr>
              <w:t>о</w:t>
            </w:r>
            <w:r w:rsidRPr="00F97A7D">
              <w:rPr>
                <w:rFonts w:ascii="Arial" w:hAnsi="Arial" w:cs="Arial"/>
                <w:sz w:val="24"/>
                <w:szCs w:val="24"/>
              </w:rPr>
              <w:t>го района (с уч</w:t>
            </w:r>
            <w:r w:rsidRPr="00F97A7D">
              <w:rPr>
                <w:rFonts w:ascii="Arial" w:hAnsi="Arial" w:cs="Arial"/>
                <w:sz w:val="24"/>
                <w:szCs w:val="24"/>
              </w:rPr>
              <w:t>е</w:t>
            </w:r>
            <w:r w:rsidRPr="00F97A7D">
              <w:rPr>
                <w:rFonts w:ascii="Arial" w:hAnsi="Arial" w:cs="Arial"/>
                <w:sz w:val="24"/>
                <w:szCs w:val="24"/>
              </w:rPr>
              <w:t>том групп кратко</w:t>
            </w:r>
            <w:r w:rsidRPr="00F97A7D">
              <w:rPr>
                <w:rFonts w:ascii="Arial" w:hAnsi="Arial" w:cs="Arial"/>
                <w:sz w:val="24"/>
                <w:szCs w:val="24"/>
              </w:rPr>
              <w:t>в</w:t>
            </w:r>
            <w:r w:rsidRPr="00F97A7D">
              <w:rPr>
                <w:rFonts w:ascii="Arial" w:hAnsi="Arial" w:cs="Arial"/>
                <w:sz w:val="24"/>
                <w:szCs w:val="24"/>
              </w:rPr>
              <w:t>р</w:t>
            </w:r>
            <w:r w:rsidRPr="00F97A7D">
              <w:rPr>
                <w:rFonts w:ascii="Arial" w:hAnsi="Arial" w:cs="Arial"/>
                <w:sz w:val="24"/>
                <w:szCs w:val="24"/>
              </w:rPr>
              <w:t>е</w:t>
            </w:r>
            <w:r w:rsidRPr="00F97A7D">
              <w:rPr>
                <w:rFonts w:ascii="Arial" w:hAnsi="Arial" w:cs="Arial"/>
                <w:sz w:val="24"/>
                <w:szCs w:val="24"/>
              </w:rPr>
              <w:t>менного преб</w:t>
            </w:r>
            <w:r w:rsidRPr="00F97A7D">
              <w:rPr>
                <w:rFonts w:ascii="Arial" w:hAnsi="Arial" w:cs="Arial"/>
                <w:sz w:val="24"/>
                <w:szCs w:val="24"/>
              </w:rPr>
              <w:t>ы</w:t>
            </w:r>
            <w:r w:rsidRPr="00F97A7D">
              <w:rPr>
                <w:rFonts w:ascii="Arial" w:hAnsi="Arial" w:cs="Arial"/>
                <w:sz w:val="24"/>
                <w:szCs w:val="24"/>
              </w:rPr>
              <w:t>в</w:t>
            </w:r>
            <w:r w:rsidRPr="00F97A7D">
              <w:rPr>
                <w:rFonts w:ascii="Arial" w:hAnsi="Arial" w:cs="Arial"/>
                <w:sz w:val="24"/>
                <w:szCs w:val="24"/>
              </w:rPr>
              <w:t>а</w:t>
            </w:r>
            <w:r w:rsidRPr="00F97A7D">
              <w:rPr>
                <w:rFonts w:ascii="Arial" w:hAnsi="Arial" w:cs="Arial"/>
                <w:sz w:val="24"/>
                <w:szCs w:val="24"/>
              </w:rPr>
              <w:t>ния)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734" w:type="dxa"/>
            <w:gridSpan w:val="2"/>
          </w:tcPr>
          <w:p w:rsidR="003738DC" w:rsidRPr="006D1775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т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ш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ние средн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го балла ЕГЭ (в ра</w:t>
            </w:r>
            <w:r w:rsidRPr="006D1775">
              <w:rPr>
                <w:rFonts w:ascii="Arial" w:hAnsi="Arial" w:cs="Arial"/>
                <w:sz w:val="24"/>
                <w:szCs w:val="24"/>
              </w:rPr>
              <w:t>с</w:t>
            </w:r>
            <w:r w:rsidRPr="006D1775">
              <w:rPr>
                <w:rFonts w:ascii="Arial" w:hAnsi="Arial" w:cs="Arial"/>
                <w:sz w:val="24"/>
                <w:szCs w:val="24"/>
              </w:rPr>
              <w:t>чете на 1 предмет) в 10 % школ Парт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за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ск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го района с лучш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ми р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зульт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 xml:space="preserve">ми ЕГЭ к среднему баллу ЕГЭ </w:t>
            </w:r>
          </w:p>
          <w:p w:rsidR="003738DC" w:rsidRPr="006D1775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(в ра</w:t>
            </w:r>
            <w:r w:rsidRPr="006D1775">
              <w:rPr>
                <w:rFonts w:ascii="Arial" w:hAnsi="Arial" w:cs="Arial"/>
                <w:sz w:val="24"/>
                <w:szCs w:val="24"/>
              </w:rPr>
              <w:t>с</w:t>
            </w:r>
            <w:r w:rsidRPr="006D1775">
              <w:rPr>
                <w:rFonts w:ascii="Arial" w:hAnsi="Arial" w:cs="Arial"/>
                <w:sz w:val="24"/>
                <w:szCs w:val="24"/>
              </w:rPr>
              <w:t>чете на 1 предмет) в 10 % школ Парт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за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ск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го района с худш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ми р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зульт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ми ЕГЭ</w:t>
            </w:r>
          </w:p>
        </w:tc>
        <w:tc>
          <w:tcPr>
            <w:tcW w:w="706" w:type="dxa"/>
            <w:gridSpan w:val="2"/>
          </w:tcPr>
          <w:p w:rsidR="003738DC" w:rsidRPr="006D1775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44" w:type="dxa"/>
            <w:gridSpan w:val="2"/>
          </w:tcPr>
          <w:p w:rsidR="003738DC" w:rsidRPr="006D1775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1,43</w:t>
            </w:r>
          </w:p>
        </w:tc>
        <w:tc>
          <w:tcPr>
            <w:tcW w:w="777" w:type="dxa"/>
            <w:gridSpan w:val="2"/>
          </w:tcPr>
          <w:p w:rsidR="003738DC" w:rsidRPr="006D1775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1,37</w:t>
            </w:r>
          </w:p>
        </w:tc>
        <w:tc>
          <w:tcPr>
            <w:tcW w:w="709" w:type="dxa"/>
            <w:gridSpan w:val="2"/>
          </w:tcPr>
          <w:p w:rsidR="003738DC" w:rsidRPr="006D1775" w:rsidRDefault="003738DC" w:rsidP="00CD3583">
            <w:pPr>
              <w:widowControl w:val="0"/>
              <w:ind w:left="-59" w:right="-14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1,35</w:t>
            </w:r>
          </w:p>
        </w:tc>
        <w:tc>
          <w:tcPr>
            <w:tcW w:w="708" w:type="dxa"/>
            <w:gridSpan w:val="2"/>
          </w:tcPr>
          <w:p w:rsidR="003738DC" w:rsidRPr="006D1775" w:rsidRDefault="003738DC" w:rsidP="00CD3583">
            <w:pPr>
              <w:widowControl w:val="0"/>
              <w:ind w:left="-59" w:right="-14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1,33</w:t>
            </w:r>
          </w:p>
        </w:tc>
        <w:tc>
          <w:tcPr>
            <w:tcW w:w="709" w:type="dxa"/>
            <w:gridSpan w:val="2"/>
          </w:tcPr>
          <w:p w:rsidR="003738DC" w:rsidRPr="006D1775" w:rsidRDefault="003738DC" w:rsidP="00CD3583">
            <w:pPr>
              <w:widowControl w:val="0"/>
              <w:ind w:left="-59" w:right="-14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641" w:type="dxa"/>
            <w:gridSpan w:val="2"/>
          </w:tcPr>
          <w:p w:rsidR="003738DC" w:rsidRPr="006D1775" w:rsidRDefault="003738DC" w:rsidP="00CD3583">
            <w:pPr>
              <w:widowControl w:val="0"/>
              <w:ind w:left="-59" w:right="-14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709" w:type="dxa"/>
            <w:gridSpan w:val="2"/>
          </w:tcPr>
          <w:p w:rsidR="003738DC" w:rsidRPr="006D1775" w:rsidRDefault="003738DC" w:rsidP="00CD3583">
            <w:pPr>
              <w:widowControl w:val="0"/>
              <w:ind w:left="-59" w:right="-14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638" w:type="dxa"/>
            <w:gridSpan w:val="2"/>
          </w:tcPr>
          <w:p w:rsidR="003738DC" w:rsidRPr="006D1775" w:rsidRDefault="003738DC" w:rsidP="00CD3583">
            <w:pPr>
              <w:widowControl w:val="0"/>
              <w:ind w:left="-59" w:right="-14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741" w:type="dxa"/>
            <w:gridSpan w:val="2"/>
          </w:tcPr>
          <w:p w:rsidR="003738DC" w:rsidRPr="006D1775" w:rsidRDefault="003738DC" w:rsidP="00CD3583">
            <w:pPr>
              <w:widowControl w:val="0"/>
              <w:ind w:left="-59" w:right="-14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772" w:type="dxa"/>
            <w:gridSpan w:val="3"/>
          </w:tcPr>
          <w:p w:rsidR="003738DC" w:rsidRPr="006D1775" w:rsidRDefault="003738DC" w:rsidP="00CD3583">
            <w:pPr>
              <w:widowControl w:val="0"/>
              <w:ind w:left="-59" w:right="-14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705" w:type="dxa"/>
            <w:gridSpan w:val="2"/>
          </w:tcPr>
          <w:p w:rsidR="003738DC" w:rsidRPr="006D1775" w:rsidRDefault="003738DC" w:rsidP="00CD3583">
            <w:pPr>
              <w:widowControl w:val="0"/>
              <w:ind w:left="-59" w:right="-14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640" w:type="dxa"/>
            <w:gridSpan w:val="2"/>
          </w:tcPr>
          <w:p w:rsidR="003738DC" w:rsidRPr="006D1775" w:rsidRDefault="003738DC" w:rsidP="00CD3583">
            <w:pPr>
              <w:widowControl w:val="0"/>
              <w:ind w:left="-59" w:right="-14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840" w:type="dxa"/>
            <w:gridSpan w:val="2"/>
          </w:tcPr>
          <w:p w:rsidR="003738DC" w:rsidRPr="006D1775" w:rsidRDefault="003738DC" w:rsidP="00CD3583">
            <w:pPr>
              <w:widowControl w:val="0"/>
              <w:ind w:left="-59" w:right="-14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655" w:type="dxa"/>
            <w:gridSpan w:val="2"/>
          </w:tcPr>
          <w:p w:rsidR="003738DC" w:rsidRPr="006D1775" w:rsidRDefault="003738DC" w:rsidP="00CD3583">
            <w:pPr>
              <w:widowControl w:val="0"/>
              <w:ind w:left="-59" w:right="-14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888" w:type="dxa"/>
            <w:gridSpan w:val="2"/>
          </w:tcPr>
          <w:p w:rsidR="003738DC" w:rsidRPr="006D1775" w:rsidRDefault="003738DC" w:rsidP="00CD3583">
            <w:pPr>
              <w:widowControl w:val="0"/>
              <w:ind w:left="-59" w:right="-14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1,74</w:t>
            </w:r>
          </w:p>
        </w:tc>
        <w:tc>
          <w:tcPr>
            <w:tcW w:w="765" w:type="dxa"/>
            <w:gridSpan w:val="2"/>
          </w:tcPr>
          <w:p w:rsidR="003738DC" w:rsidRPr="006D1775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734" w:type="dxa"/>
            <w:gridSpan w:val="2"/>
          </w:tcPr>
          <w:p w:rsidR="003738DC" w:rsidRPr="00A45AC1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Обесп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ченность д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тей д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школьного во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ра</w:t>
            </w:r>
            <w:r w:rsidRPr="006D1775">
              <w:rPr>
                <w:rFonts w:ascii="Arial" w:hAnsi="Arial" w:cs="Arial"/>
                <w:sz w:val="24"/>
                <w:szCs w:val="24"/>
              </w:rPr>
              <w:t>с</w:t>
            </w:r>
            <w:r w:rsidRPr="006D1775">
              <w:rPr>
                <w:rFonts w:ascii="Arial" w:hAnsi="Arial" w:cs="Arial"/>
                <w:sz w:val="24"/>
                <w:szCs w:val="24"/>
              </w:rPr>
              <w:t>та мест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ми в д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школьных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</w:t>
            </w:r>
            <w:r w:rsidRPr="006D1775">
              <w:rPr>
                <w:rFonts w:ascii="Arial" w:hAnsi="Arial" w:cs="Arial"/>
                <w:sz w:val="24"/>
                <w:szCs w:val="24"/>
              </w:rPr>
              <w:t>ч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ждениях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76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76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734" w:type="dxa"/>
            <w:gridSpan w:val="2"/>
          </w:tcPr>
          <w:p w:rsidR="003738DC" w:rsidRPr="006D1775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Удельный вес во</w:t>
            </w:r>
            <w:r w:rsidRPr="006D1775">
              <w:rPr>
                <w:rFonts w:ascii="Arial" w:hAnsi="Arial" w:cs="Arial"/>
                <w:sz w:val="24"/>
                <w:szCs w:val="24"/>
              </w:rPr>
              <w:t>с</w:t>
            </w:r>
            <w:r w:rsidRPr="006D1775">
              <w:rPr>
                <w:rFonts w:ascii="Arial" w:hAnsi="Arial" w:cs="Arial"/>
                <w:sz w:val="24"/>
                <w:szCs w:val="24"/>
              </w:rPr>
              <w:t>п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та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ников д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школьных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</w:t>
            </w:r>
            <w:r w:rsidRPr="006D1775">
              <w:rPr>
                <w:rFonts w:ascii="Arial" w:hAnsi="Arial" w:cs="Arial"/>
                <w:sz w:val="24"/>
                <w:szCs w:val="24"/>
              </w:rPr>
              <w:t>ч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ждений, ра</w:t>
            </w:r>
            <w:r w:rsidRPr="006D1775">
              <w:rPr>
                <w:rFonts w:ascii="Arial" w:hAnsi="Arial" w:cs="Arial"/>
                <w:sz w:val="24"/>
                <w:szCs w:val="24"/>
              </w:rPr>
              <w:t>с</w:t>
            </w:r>
            <w:r w:rsidRPr="006D1775">
              <w:rPr>
                <w:rFonts w:ascii="Arial" w:hAnsi="Arial" w:cs="Arial"/>
                <w:sz w:val="24"/>
                <w:szCs w:val="24"/>
              </w:rPr>
              <w:t>п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л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женных на те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т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рии Парт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за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ск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го района, об</w:t>
            </w:r>
            <w:r w:rsidRPr="006D1775">
              <w:rPr>
                <w:rFonts w:ascii="Arial" w:hAnsi="Arial" w:cs="Arial"/>
                <w:sz w:val="24"/>
                <w:szCs w:val="24"/>
              </w:rPr>
              <w:t>у</w:t>
            </w:r>
            <w:r w:rsidRPr="006D1775">
              <w:rPr>
                <w:rFonts w:ascii="Arial" w:hAnsi="Arial" w:cs="Arial"/>
                <w:sz w:val="24"/>
                <w:szCs w:val="24"/>
              </w:rPr>
              <w:t>чающихся по пр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граммам, с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т</w:t>
            </w:r>
            <w:r w:rsidRPr="006D1775">
              <w:rPr>
                <w:rFonts w:ascii="Arial" w:hAnsi="Arial" w:cs="Arial"/>
                <w:sz w:val="24"/>
                <w:szCs w:val="24"/>
              </w:rPr>
              <w:t>ве</w:t>
            </w:r>
            <w:r w:rsidRPr="006D1775">
              <w:rPr>
                <w:rFonts w:ascii="Arial" w:hAnsi="Arial" w:cs="Arial"/>
                <w:sz w:val="24"/>
                <w:szCs w:val="24"/>
              </w:rPr>
              <w:t>т</w:t>
            </w:r>
            <w:r w:rsidRPr="006D1775">
              <w:rPr>
                <w:rFonts w:ascii="Arial" w:hAnsi="Arial" w:cs="Arial"/>
                <w:sz w:val="24"/>
                <w:szCs w:val="24"/>
              </w:rPr>
              <w:t>ствующим тр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ям станда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тов д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школьного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 xml:space="preserve">ния, </w:t>
            </w:r>
          </w:p>
          <w:p w:rsidR="003738DC" w:rsidRPr="00E47A09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в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щей численно</w:t>
            </w:r>
            <w:r w:rsidRPr="006D1775">
              <w:rPr>
                <w:rFonts w:ascii="Arial" w:hAnsi="Arial" w:cs="Arial"/>
                <w:sz w:val="24"/>
                <w:szCs w:val="24"/>
              </w:rPr>
              <w:t>с</w:t>
            </w:r>
            <w:r w:rsidRPr="006D1775">
              <w:rPr>
                <w:rFonts w:ascii="Arial" w:hAnsi="Arial" w:cs="Arial"/>
                <w:sz w:val="24"/>
                <w:szCs w:val="24"/>
              </w:rPr>
              <w:t>ти во</w:t>
            </w:r>
            <w:r w:rsidRPr="006D1775">
              <w:rPr>
                <w:rFonts w:ascii="Arial" w:hAnsi="Arial" w:cs="Arial"/>
                <w:sz w:val="24"/>
                <w:szCs w:val="24"/>
              </w:rPr>
              <w:t>с</w:t>
            </w:r>
            <w:r w:rsidRPr="006D1775">
              <w:rPr>
                <w:rFonts w:ascii="Arial" w:hAnsi="Arial" w:cs="Arial"/>
                <w:sz w:val="24"/>
                <w:szCs w:val="24"/>
              </w:rPr>
              <w:t>п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та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ков д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школьных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</w:t>
            </w:r>
            <w:r w:rsidRPr="006D1775">
              <w:rPr>
                <w:rFonts w:ascii="Arial" w:hAnsi="Arial" w:cs="Arial"/>
                <w:sz w:val="24"/>
                <w:szCs w:val="24"/>
              </w:rPr>
              <w:t>ч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ждений, ра</w:t>
            </w:r>
            <w:r w:rsidRPr="006D1775">
              <w:rPr>
                <w:rFonts w:ascii="Arial" w:hAnsi="Arial" w:cs="Arial"/>
                <w:sz w:val="24"/>
                <w:szCs w:val="24"/>
              </w:rPr>
              <w:t>с</w:t>
            </w:r>
            <w:r w:rsidRPr="006D1775">
              <w:rPr>
                <w:rFonts w:ascii="Arial" w:hAnsi="Arial" w:cs="Arial"/>
                <w:sz w:val="24"/>
                <w:szCs w:val="24"/>
              </w:rPr>
              <w:t>п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л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женных на те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т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рии Парт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за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ск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50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734" w:type="dxa"/>
            <w:gridSpan w:val="2"/>
          </w:tcPr>
          <w:p w:rsidR="003738DC" w:rsidRPr="006D1775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Удельный вес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</w:t>
            </w:r>
            <w:r w:rsidRPr="006D1775">
              <w:rPr>
                <w:rFonts w:ascii="Arial" w:hAnsi="Arial" w:cs="Arial"/>
                <w:sz w:val="24"/>
                <w:szCs w:val="24"/>
              </w:rPr>
              <w:t>ч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ждений Парт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за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ск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го района, в к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т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рых оценка де</w:t>
            </w:r>
            <w:r w:rsidRPr="006D1775">
              <w:rPr>
                <w:rFonts w:ascii="Arial" w:hAnsi="Arial" w:cs="Arial"/>
                <w:sz w:val="24"/>
                <w:szCs w:val="24"/>
              </w:rPr>
              <w:t>я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тельно</w:t>
            </w:r>
            <w:r w:rsidRPr="006D1775">
              <w:rPr>
                <w:rFonts w:ascii="Arial" w:hAnsi="Arial" w:cs="Arial"/>
                <w:sz w:val="24"/>
                <w:szCs w:val="24"/>
              </w:rPr>
              <w:t>с</w:t>
            </w:r>
            <w:r w:rsidRPr="006D1775">
              <w:rPr>
                <w:rFonts w:ascii="Arial" w:hAnsi="Arial" w:cs="Arial"/>
                <w:sz w:val="24"/>
                <w:szCs w:val="24"/>
              </w:rPr>
              <w:t>ти д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школьных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</w:t>
            </w:r>
            <w:r w:rsidRPr="006D1775">
              <w:rPr>
                <w:rFonts w:ascii="Arial" w:hAnsi="Arial" w:cs="Arial"/>
                <w:sz w:val="24"/>
                <w:szCs w:val="24"/>
              </w:rPr>
              <w:t>ч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ждений, их р</w:t>
            </w:r>
            <w:r w:rsidRPr="006D1775">
              <w:rPr>
                <w:rFonts w:ascii="Arial" w:hAnsi="Arial" w:cs="Arial"/>
                <w:sz w:val="24"/>
                <w:szCs w:val="24"/>
              </w:rPr>
              <w:t>у</w:t>
            </w:r>
            <w:r w:rsidRPr="006D1775">
              <w:rPr>
                <w:rFonts w:ascii="Arial" w:hAnsi="Arial" w:cs="Arial"/>
                <w:sz w:val="24"/>
                <w:szCs w:val="24"/>
              </w:rPr>
              <w:t>к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д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т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лей и о</w:t>
            </w:r>
            <w:r w:rsidRPr="006D1775">
              <w:rPr>
                <w:rFonts w:ascii="Arial" w:hAnsi="Arial" w:cs="Arial"/>
                <w:sz w:val="24"/>
                <w:szCs w:val="24"/>
              </w:rPr>
              <w:t>с</w:t>
            </w:r>
            <w:r w:rsidRPr="006D1775">
              <w:rPr>
                <w:rFonts w:ascii="Arial" w:hAnsi="Arial" w:cs="Arial"/>
                <w:sz w:val="24"/>
                <w:szCs w:val="24"/>
              </w:rPr>
              <w:t>новных к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г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рий 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бо</w:t>
            </w:r>
            <w:r w:rsidRPr="006D1775">
              <w:rPr>
                <w:rFonts w:ascii="Arial" w:hAnsi="Arial" w:cs="Arial"/>
                <w:sz w:val="24"/>
                <w:szCs w:val="24"/>
              </w:rPr>
              <w:t>т</w:t>
            </w:r>
            <w:r w:rsidRPr="006D1775">
              <w:rPr>
                <w:rFonts w:ascii="Arial" w:hAnsi="Arial" w:cs="Arial"/>
                <w:sz w:val="24"/>
                <w:szCs w:val="24"/>
              </w:rPr>
              <w:t>ников осущ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ствляе</w:t>
            </w:r>
            <w:r w:rsidRPr="006D1775">
              <w:rPr>
                <w:rFonts w:ascii="Arial" w:hAnsi="Arial" w:cs="Arial"/>
                <w:sz w:val="24"/>
                <w:szCs w:val="24"/>
              </w:rPr>
              <w:t>т</w:t>
            </w:r>
            <w:r w:rsidRPr="006D1775">
              <w:rPr>
                <w:rFonts w:ascii="Arial" w:hAnsi="Arial" w:cs="Arial"/>
                <w:sz w:val="24"/>
                <w:szCs w:val="24"/>
              </w:rPr>
              <w:t>ся на о</w:t>
            </w:r>
            <w:r w:rsidRPr="006D1775">
              <w:rPr>
                <w:rFonts w:ascii="Arial" w:hAnsi="Arial" w:cs="Arial"/>
                <w:sz w:val="24"/>
                <w:szCs w:val="24"/>
              </w:rPr>
              <w:t>с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нии п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к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лей э</w:t>
            </w:r>
            <w:r w:rsidRPr="006D1775">
              <w:rPr>
                <w:rFonts w:ascii="Arial" w:hAnsi="Arial" w:cs="Arial"/>
                <w:sz w:val="24"/>
                <w:szCs w:val="24"/>
              </w:rPr>
              <w:t>ф</w:t>
            </w:r>
            <w:r w:rsidRPr="006D1775">
              <w:rPr>
                <w:rFonts w:ascii="Arial" w:hAnsi="Arial" w:cs="Arial"/>
                <w:sz w:val="24"/>
                <w:szCs w:val="24"/>
              </w:rPr>
              <w:t>фекти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но</w:t>
            </w:r>
            <w:r w:rsidRPr="006D1775">
              <w:rPr>
                <w:rFonts w:ascii="Arial" w:hAnsi="Arial" w:cs="Arial"/>
                <w:sz w:val="24"/>
                <w:szCs w:val="24"/>
              </w:rPr>
              <w:t>с</w:t>
            </w:r>
            <w:r w:rsidRPr="006D1775">
              <w:rPr>
                <w:rFonts w:ascii="Arial" w:hAnsi="Arial" w:cs="Arial"/>
                <w:sz w:val="24"/>
                <w:szCs w:val="24"/>
              </w:rPr>
              <w:t>ти де</w:t>
            </w:r>
            <w:r w:rsidRPr="006D1775">
              <w:rPr>
                <w:rFonts w:ascii="Arial" w:hAnsi="Arial" w:cs="Arial"/>
                <w:sz w:val="24"/>
                <w:szCs w:val="24"/>
              </w:rPr>
              <w:t>я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тельно</w:t>
            </w:r>
            <w:r w:rsidRPr="006D1775">
              <w:rPr>
                <w:rFonts w:ascii="Arial" w:hAnsi="Arial" w:cs="Arial"/>
                <w:sz w:val="24"/>
                <w:szCs w:val="24"/>
              </w:rPr>
              <w:t>с</w:t>
            </w:r>
            <w:r w:rsidRPr="006D1775">
              <w:rPr>
                <w:rFonts w:ascii="Arial" w:hAnsi="Arial" w:cs="Arial"/>
                <w:sz w:val="24"/>
                <w:szCs w:val="24"/>
              </w:rPr>
              <w:t>ти подв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домственных м</w:t>
            </w:r>
            <w:r w:rsidRPr="006D1775">
              <w:rPr>
                <w:rFonts w:ascii="Arial" w:hAnsi="Arial" w:cs="Arial"/>
                <w:sz w:val="24"/>
                <w:szCs w:val="24"/>
              </w:rPr>
              <w:t>у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ц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пальных д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школьных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</w:t>
            </w:r>
            <w:r w:rsidRPr="006D1775">
              <w:rPr>
                <w:rFonts w:ascii="Arial" w:hAnsi="Arial" w:cs="Arial"/>
                <w:sz w:val="24"/>
                <w:szCs w:val="24"/>
              </w:rPr>
              <w:t>ч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ждений (не м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нее чем в 80% д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школьных у</w:t>
            </w:r>
            <w:r w:rsidRPr="006D1775">
              <w:rPr>
                <w:rFonts w:ascii="Arial" w:hAnsi="Arial" w:cs="Arial"/>
                <w:sz w:val="24"/>
                <w:szCs w:val="24"/>
              </w:rPr>
              <w:t>ч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ждений)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80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734" w:type="dxa"/>
            <w:gridSpan w:val="2"/>
          </w:tcPr>
          <w:p w:rsidR="003738DC" w:rsidRPr="00E47A09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Д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ля по</w:t>
            </w:r>
            <w:r w:rsidRPr="006D1775">
              <w:rPr>
                <w:rFonts w:ascii="Arial" w:hAnsi="Arial" w:cs="Arial"/>
                <w:sz w:val="24"/>
                <w:szCs w:val="24"/>
              </w:rPr>
              <w:t>д</w:t>
            </w:r>
            <w:r w:rsidRPr="006D1775">
              <w:rPr>
                <w:rFonts w:ascii="Arial" w:hAnsi="Arial" w:cs="Arial"/>
                <w:sz w:val="24"/>
                <w:szCs w:val="24"/>
              </w:rPr>
              <w:t>г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то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ки м</w:t>
            </w:r>
            <w:r w:rsidRPr="006D1775">
              <w:rPr>
                <w:rFonts w:ascii="Arial" w:hAnsi="Arial" w:cs="Arial"/>
                <w:sz w:val="24"/>
                <w:szCs w:val="24"/>
              </w:rPr>
              <w:t>у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ц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</w:t>
            </w:r>
            <w:r w:rsidRPr="006D1775">
              <w:rPr>
                <w:rFonts w:ascii="Arial" w:hAnsi="Arial" w:cs="Arial"/>
                <w:sz w:val="24"/>
                <w:szCs w:val="24"/>
              </w:rPr>
              <w:t>ч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ждений, реал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зующих пр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граммы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щ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го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ния, к н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му учебн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му г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ду, в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щей численно</w:t>
            </w:r>
            <w:r w:rsidRPr="006D1775">
              <w:rPr>
                <w:rFonts w:ascii="Arial" w:hAnsi="Arial" w:cs="Arial"/>
                <w:sz w:val="24"/>
                <w:szCs w:val="24"/>
              </w:rPr>
              <w:t>с</w:t>
            </w:r>
            <w:r w:rsidRPr="006D1775">
              <w:rPr>
                <w:rFonts w:ascii="Arial" w:hAnsi="Arial" w:cs="Arial"/>
                <w:sz w:val="24"/>
                <w:szCs w:val="24"/>
              </w:rPr>
              <w:t>ти м</w:t>
            </w:r>
            <w:r w:rsidRPr="006D1775">
              <w:rPr>
                <w:rFonts w:ascii="Arial" w:hAnsi="Arial" w:cs="Arial"/>
                <w:sz w:val="24"/>
                <w:szCs w:val="24"/>
              </w:rPr>
              <w:t>у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ц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</w:t>
            </w:r>
            <w:r w:rsidRPr="006D1775">
              <w:rPr>
                <w:rFonts w:ascii="Arial" w:hAnsi="Arial" w:cs="Arial"/>
                <w:sz w:val="24"/>
                <w:szCs w:val="24"/>
              </w:rPr>
              <w:t>ч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ждений, реал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зующих пр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граммы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щ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го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55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734" w:type="dxa"/>
            <w:gridSpan w:val="2"/>
          </w:tcPr>
          <w:p w:rsidR="003738DC" w:rsidRPr="00E47A09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D1775">
              <w:rPr>
                <w:rFonts w:ascii="Arial" w:hAnsi="Arial" w:cs="Arial"/>
                <w:sz w:val="24"/>
                <w:szCs w:val="24"/>
              </w:rPr>
              <w:t>Д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ля м</w:t>
            </w:r>
            <w:r w:rsidRPr="006D1775">
              <w:rPr>
                <w:rFonts w:ascii="Arial" w:hAnsi="Arial" w:cs="Arial"/>
                <w:sz w:val="24"/>
                <w:szCs w:val="24"/>
              </w:rPr>
              <w:t>у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ц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</w:t>
            </w:r>
            <w:r w:rsidRPr="006D1775">
              <w:rPr>
                <w:rFonts w:ascii="Arial" w:hAnsi="Arial" w:cs="Arial"/>
                <w:sz w:val="24"/>
                <w:szCs w:val="24"/>
              </w:rPr>
              <w:t>ч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ждений, реал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зующих пр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граммы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щ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го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ния, имеющих физкульту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ный зал, в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щей численно</w:t>
            </w:r>
            <w:r w:rsidRPr="006D1775">
              <w:rPr>
                <w:rFonts w:ascii="Arial" w:hAnsi="Arial" w:cs="Arial"/>
                <w:sz w:val="24"/>
                <w:szCs w:val="24"/>
              </w:rPr>
              <w:t>с</w:t>
            </w:r>
            <w:r w:rsidRPr="006D1775">
              <w:rPr>
                <w:rFonts w:ascii="Arial" w:hAnsi="Arial" w:cs="Arial"/>
                <w:sz w:val="24"/>
                <w:szCs w:val="24"/>
              </w:rPr>
              <w:t>ти м</w:t>
            </w:r>
            <w:r w:rsidRPr="006D1775">
              <w:rPr>
                <w:rFonts w:ascii="Arial" w:hAnsi="Arial" w:cs="Arial"/>
                <w:sz w:val="24"/>
                <w:szCs w:val="24"/>
              </w:rPr>
              <w:t>у</w:t>
            </w:r>
            <w:r w:rsidRPr="006D1775">
              <w:rPr>
                <w:rFonts w:ascii="Arial" w:hAnsi="Arial" w:cs="Arial"/>
                <w:sz w:val="24"/>
                <w:szCs w:val="24"/>
              </w:rPr>
              <w:t>н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ц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тельных у</w:t>
            </w:r>
            <w:r w:rsidRPr="006D1775">
              <w:rPr>
                <w:rFonts w:ascii="Arial" w:hAnsi="Arial" w:cs="Arial"/>
                <w:sz w:val="24"/>
                <w:szCs w:val="24"/>
              </w:rPr>
              <w:t>ч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ждений, реал</w:t>
            </w:r>
            <w:r w:rsidRPr="006D1775">
              <w:rPr>
                <w:rFonts w:ascii="Arial" w:hAnsi="Arial" w:cs="Arial"/>
                <w:sz w:val="24"/>
                <w:szCs w:val="24"/>
              </w:rPr>
              <w:t>и</w:t>
            </w:r>
            <w:r w:rsidRPr="006D1775">
              <w:rPr>
                <w:rFonts w:ascii="Arial" w:hAnsi="Arial" w:cs="Arial"/>
                <w:sz w:val="24"/>
                <w:szCs w:val="24"/>
              </w:rPr>
              <w:t>зующих пр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граммы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щ</w:t>
            </w:r>
            <w:r w:rsidRPr="006D1775">
              <w:rPr>
                <w:rFonts w:ascii="Arial" w:hAnsi="Arial" w:cs="Arial"/>
                <w:sz w:val="24"/>
                <w:szCs w:val="24"/>
              </w:rPr>
              <w:t>е</w:t>
            </w:r>
            <w:r w:rsidRPr="006D1775">
              <w:rPr>
                <w:rFonts w:ascii="Arial" w:hAnsi="Arial" w:cs="Arial"/>
                <w:sz w:val="24"/>
                <w:szCs w:val="24"/>
              </w:rPr>
              <w:t>го о</w:t>
            </w:r>
            <w:r w:rsidRPr="006D1775">
              <w:rPr>
                <w:rFonts w:ascii="Arial" w:hAnsi="Arial" w:cs="Arial"/>
                <w:sz w:val="24"/>
                <w:szCs w:val="24"/>
              </w:rPr>
              <w:t>б</w:t>
            </w:r>
            <w:r w:rsidRPr="006D1775">
              <w:rPr>
                <w:rFonts w:ascii="Arial" w:hAnsi="Arial" w:cs="Arial"/>
                <w:sz w:val="24"/>
                <w:szCs w:val="24"/>
              </w:rPr>
              <w:t>р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з</w:t>
            </w:r>
            <w:r w:rsidRPr="006D1775">
              <w:rPr>
                <w:rFonts w:ascii="Arial" w:hAnsi="Arial" w:cs="Arial"/>
                <w:sz w:val="24"/>
                <w:szCs w:val="24"/>
              </w:rPr>
              <w:t>о</w:t>
            </w:r>
            <w:r w:rsidRPr="006D1775">
              <w:rPr>
                <w:rFonts w:ascii="Arial" w:hAnsi="Arial" w:cs="Arial"/>
                <w:sz w:val="24"/>
                <w:szCs w:val="24"/>
              </w:rPr>
              <w:t>в</w:t>
            </w:r>
            <w:r w:rsidRPr="006D1775">
              <w:rPr>
                <w:rFonts w:ascii="Arial" w:hAnsi="Arial" w:cs="Arial"/>
                <w:sz w:val="24"/>
                <w:szCs w:val="24"/>
              </w:rPr>
              <w:t>а</w:t>
            </w:r>
            <w:r w:rsidRPr="006D1775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67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734" w:type="dxa"/>
            <w:gridSpan w:val="2"/>
          </w:tcPr>
          <w:p w:rsidR="003738DC" w:rsidRPr="00DC7C13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C7C13">
              <w:rPr>
                <w:rFonts w:ascii="Arial" w:hAnsi="Arial" w:cs="Arial"/>
                <w:sz w:val="24"/>
                <w:szCs w:val="24"/>
              </w:rPr>
              <w:t>Д</w:t>
            </w:r>
            <w:r w:rsidRPr="00DC7C13">
              <w:rPr>
                <w:rFonts w:ascii="Arial" w:hAnsi="Arial" w:cs="Arial"/>
                <w:sz w:val="24"/>
                <w:szCs w:val="24"/>
              </w:rPr>
              <w:t>о</w:t>
            </w:r>
            <w:r w:rsidRPr="00DC7C13">
              <w:rPr>
                <w:rFonts w:ascii="Arial" w:hAnsi="Arial" w:cs="Arial"/>
                <w:sz w:val="24"/>
                <w:szCs w:val="24"/>
              </w:rPr>
              <w:t>ля м</w:t>
            </w:r>
            <w:r w:rsidRPr="00DC7C13">
              <w:rPr>
                <w:rFonts w:ascii="Arial" w:hAnsi="Arial" w:cs="Arial"/>
                <w:sz w:val="24"/>
                <w:szCs w:val="24"/>
              </w:rPr>
              <w:t>у</w:t>
            </w:r>
            <w:r w:rsidRPr="00DC7C13">
              <w:rPr>
                <w:rFonts w:ascii="Arial" w:hAnsi="Arial" w:cs="Arial"/>
                <w:sz w:val="24"/>
                <w:szCs w:val="24"/>
              </w:rPr>
              <w:t>н</w:t>
            </w:r>
            <w:r w:rsidRPr="00DC7C13">
              <w:rPr>
                <w:rFonts w:ascii="Arial" w:hAnsi="Arial" w:cs="Arial"/>
                <w:sz w:val="24"/>
                <w:szCs w:val="24"/>
              </w:rPr>
              <w:t>и</w:t>
            </w:r>
            <w:r w:rsidRPr="00DC7C13">
              <w:rPr>
                <w:rFonts w:ascii="Arial" w:hAnsi="Arial" w:cs="Arial"/>
                <w:sz w:val="24"/>
                <w:szCs w:val="24"/>
              </w:rPr>
              <w:t>ц</w:t>
            </w:r>
            <w:r w:rsidRPr="00DC7C13">
              <w:rPr>
                <w:rFonts w:ascii="Arial" w:hAnsi="Arial" w:cs="Arial"/>
                <w:sz w:val="24"/>
                <w:szCs w:val="24"/>
              </w:rPr>
              <w:t>и</w:t>
            </w:r>
            <w:r w:rsidRPr="00DC7C13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DC7C13">
              <w:rPr>
                <w:rFonts w:ascii="Arial" w:hAnsi="Arial" w:cs="Arial"/>
                <w:sz w:val="24"/>
                <w:szCs w:val="24"/>
              </w:rPr>
              <w:t>б</w:t>
            </w:r>
            <w:r w:rsidRPr="00DC7C13">
              <w:rPr>
                <w:rFonts w:ascii="Arial" w:hAnsi="Arial" w:cs="Arial"/>
                <w:sz w:val="24"/>
                <w:szCs w:val="24"/>
              </w:rPr>
              <w:t>щ</w:t>
            </w:r>
            <w:r w:rsidRPr="00DC7C13">
              <w:rPr>
                <w:rFonts w:ascii="Arial" w:hAnsi="Arial" w:cs="Arial"/>
                <w:sz w:val="24"/>
                <w:szCs w:val="24"/>
              </w:rPr>
              <w:t>е</w:t>
            </w:r>
            <w:r w:rsidRPr="00DC7C13">
              <w:rPr>
                <w:rFonts w:ascii="Arial" w:hAnsi="Arial" w:cs="Arial"/>
                <w:sz w:val="24"/>
                <w:szCs w:val="24"/>
              </w:rPr>
              <w:t>о</w:t>
            </w:r>
            <w:r w:rsidRPr="00DC7C13">
              <w:rPr>
                <w:rFonts w:ascii="Arial" w:hAnsi="Arial" w:cs="Arial"/>
                <w:sz w:val="24"/>
                <w:szCs w:val="24"/>
              </w:rPr>
              <w:t>б</w:t>
            </w:r>
            <w:r w:rsidRPr="00DC7C13">
              <w:rPr>
                <w:rFonts w:ascii="Arial" w:hAnsi="Arial" w:cs="Arial"/>
                <w:sz w:val="24"/>
                <w:szCs w:val="24"/>
              </w:rPr>
              <w:t>р</w:t>
            </w:r>
            <w:r w:rsidRPr="00DC7C13">
              <w:rPr>
                <w:rFonts w:ascii="Arial" w:hAnsi="Arial" w:cs="Arial"/>
                <w:sz w:val="24"/>
                <w:szCs w:val="24"/>
              </w:rPr>
              <w:t>а</w:t>
            </w:r>
            <w:r w:rsidRPr="00DC7C13">
              <w:rPr>
                <w:rFonts w:ascii="Arial" w:hAnsi="Arial" w:cs="Arial"/>
                <w:sz w:val="24"/>
                <w:szCs w:val="24"/>
              </w:rPr>
              <w:t>з</w:t>
            </w:r>
            <w:r w:rsidRPr="00DC7C13">
              <w:rPr>
                <w:rFonts w:ascii="Arial" w:hAnsi="Arial" w:cs="Arial"/>
                <w:sz w:val="24"/>
                <w:szCs w:val="24"/>
              </w:rPr>
              <w:t>о</w:t>
            </w:r>
            <w:r w:rsidRPr="00DC7C13">
              <w:rPr>
                <w:rFonts w:ascii="Arial" w:hAnsi="Arial" w:cs="Arial"/>
                <w:sz w:val="24"/>
                <w:szCs w:val="24"/>
              </w:rPr>
              <w:t>в</w:t>
            </w:r>
            <w:r w:rsidRPr="00DC7C13">
              <w:rPr>
                <w:rFonts w:ascii="Arial" w:hAnsi="Arial" w:cs="Arial"/>
                <w:sz w:val="24"/>
                <w:szCs w:val="24"/>
              </w:rPr>
              <w:t>а</w:t>
            </w:r>
            <w:r w:rsidRPr="00DC7C13">
              <w:rPr>
                <w:rFonts w:ascii="Arial" w:hAnsi="Arial" w:cs="Arial"/>
                <w:sz w:val="24"/>
                <w:szCs w:val="24"/>
              </w:rPr>
              <w:t>тельных у</w:t>
            </w:r>
            <w:r w:rsidRPr="00DC7C13">
              <w:rPr>
                <w:rFonts w:ascii="Arial" w:hAnsi="Arial" w:cs="Arial"/>
                <w:sz w:val="24"/>
                <w:szCs w:val="24"/>
              </w:rPr>
              <w:t>ч</w:t>
            </w:r>
            <w:r w:rsidRPr="00DC7C13">
              <w:rPr>
                <w:rFonts w:ascii="Arial" w:hAnsi="Arial" w:cs="Arial"/>
                <w:sz w:val="24"/>
                <w:szCs w:val="24"/>
              </w:rPr>
              <w:t>р</w:t>
            </w:r>
            <w:r w:rsidRPr="00DC7C13">
              <w:rPr>
                <w:rFonts w:ascii="Arial" w:hAnsi="Arial" w:cs="Arial"/>
                <w:sz w:val="24"/>
                <w:szCs w:val="24"/>
              </w:rPr>
              <w:t>е</w:t>
            </w:r>
            <w:r w:rsidRPr="00DC7C13">
              <w:rPr>
                <w:rFonts w:ascii="Arial" w:hAnsi="Arial" w:cs="Arial"/>
                <w:sz w:val="24"/>
                <w:szCs w:val="24"/>
              </w:rPr>
              <w:t>ждений, с</w:t>
            </w:r>
            <w:r w:rsidRPr="00DC7C13">
              <w:rPr>
                <w:rFonts w:ascii="Arial" w:hAnsi="Arial" w:cs="Arial"/>
                <w:sz w:val="24"/>
                <w:szCs w:val="24"/>
              </w:rPr>
              <w:t>о</w:t>
            </w:r>
            <w:r w:rsidRPr="00DC7C13">
              <w:rPr>
                <w:rFonts w:ascii="Arial" w:hAnsi="Arial" w:cs="Arial"/>
                <w:sz w:val="24"/>
                <w:szCs w:val="24"/>
              </w:rPr>
              <w:t>о</w:t>
            </w:r>
            <w:r w:rsidRPr="00DC7C13">
              <w:rPr>
                <w:rFonts w:ascii="Arial" w:hAnsi="Arial" w:cs="Arial"/>
                <w:sz w:val="24"/>
                <w:szCs w:val="24"/>
              </w:rPr>
              <w:t>т</w:t>
            </w:r>
            <w:r w:rsidRPr="00DC7C13">
              <w:rPr>
                <w:rFonts w:ascii="Arial" w:hAnsi="Arial" w:cs="Arial"/>
                <w:sz w:val="24"/>
                <w:szCs w:val="24"/>
              </w:rPr>
              <w:t>ве</w:t>
            </w:r>
            <w:r w:rsidRPr="00DC7C13">
              <w:rPr>
                <w:rFonts w:ascii="Arial" w:hAnsi="Arial" w:cs="Arial"/>
                <w:sz w:val="24"/>
                <w:szCs w:val="24"/>
              </w:rPr>
              <w:t>т</w:t>
            </w:r>
            <w:r w:rsidRPr="00DC7C13">
              <w:rPr>
                <w:rFonts w:ascii="Arial" w:hAnsi="Arial" w:cs="Arial"/>
                <w:sz w:val="24"/>
                <w:szCs w:val="24"/>
              </w:rPr>
              <w:t>ствующих с</w:t>
            </w:r>
            <w:r w:rsidRPr="00DC7C13">
              <w:rPr>
                <w:rFonts w:ascii="Arial" w:hAnsi="Arial" w:cs="Arial"/>
                <w:sz w:val="24"/>
                <w:szCs w:val="24"/>
              </w:rPr>
              <w:t>о</w:t>
            </w:r>
            <w:r w:rsidRPr="00DC7C13">
              <w:rPr>
                <w:rFonts w:ascii="Arial" w:hAnsi="Arial" w:cs="Arial"/>
                <w:sz w:val="24"/>
                <w:szCs w:val="24"/>
              </w:rPr>
              <w:t>временным тр</w:t>
            </w:r>
            <w:r w:rsidRPr="00DC7C13">
              <w:rPr>
                <w:rFonts w:ascii="Arial" w:hAnsi="Arial" w:cs="Arial"/>
                <w:sz w:val="24"/>
                <w:szCs w:val="24"/>
              </w:rPr>
              <w:t>е</w:t>
            </w:r>
            <w:r w:rsidRPr="00DC7C13">
              <w:rPr>
                <w:rFonts w:ascii="Arial" w:hAnsi="Arial" w:cs="Arial"/>
                <w:sz w:val="24"/>
                <w:szCs w:val="24"/>
              </w:rPr>
              <w:t>б</w:t>
            </w:r>
            <w:r w:rsidRPr="00DC7C13">
              <w:rPr>
                <w:rFonts w:ascii="Arial" w:hAnsi="Arial" w:cs="Arial"/>
                <w:sz w:val="24"/>
                <w:szCs w:val="24"/>
              </w:rPr>
              <w:t>о</w:t>
            </w:r>
            <w:r w:rsidRPr="00DC7C13">
              <w:rPr>
                <w:rFonts w:ascii="Arial" w:hAnsi="Arial" w:cs="Arial"/>
                <w:sz w:val="24"/>
                <w:szCs w:val="24"/>
              </w:rPr>
              <w:t>в</w:t>
            </w:r>
            <w:r w:rsidRPr="00DC7C13">
              <w:rPr>
                <w:rFonts w:ascii="Arial" w:hAnsi="Arial" w:cs="Arial"/>
                <w:sz w:val="24"/>
                <w:szCs w:val="24"/>
              </w:rPr>
              <w:t>а</w:t>
            </w:r>
            <w:r w:rsidRPr="00DC7C13">
              <w:rPr>
                <w:rFonts w:ascii="Arial" w:hAnsi="Arial" w:cs="Arial"/>
                <w:sz w:val="24"/>
                <w:szCs w:val="24"/>
              </w:rPr>
              <w:t>н</w:t>
            </w:r>
            <w:r w:rsidRPr="00DC7C13">
              <w:rPr>
                <w:rFonts w:ascii="Arial" w:hAnsi="Arial" w:cs="Arial"/>
                <w:sz w:val="24"/>
                <w:szCs w:val="24"/>
              </w:rPr>
              <w:t>и</w:t>
            </w:r>
            <w:r w:rsidRPr="00DC7C13">
              <w:rPr>
                <w:rFonts w:ascii="Arial" w:hAnsi="Arial" w:cs="Arial"/>
                <w:sz w:val="24"/>
                <w:szCs w:val="24"/>
              </w:rPr>
              <w:t>ям об</w:t>
            </w:r>
            <w:r w:rsidRPr="00DC7C13">
              <w:rPr>
                <w:rFonts w:ascii="Arial" w:hAnsi="Arial" w:cs="Arial"/>
                <w:sz w:val="24"/>
                <w:szCs w:val="24"/>
              </w:rPr>
              <w:t>у</w:t>
            </w:r>
            <w:r w:rsidRPr="00DC7C13">
              <w:rPr>
                <w:rFonts w:ascii="Arial" w:hAnsi="Arial" w:cs="Arial"/>
                <w:sz w:val="24"/>
                <w:szCs w:val="24"/>
              </w:rPr>
              <w:t>ч</w:t>
            </w:r>
            <w:r w:rsidRPr="00DC7C13">
              <w:rPr>
                <w:rFonts w:ascii="Arial" w:hAnsi="Arial" w:cs="Arial"/>
                <w:sz w:val="24"/>
                <w:szCs w:val="24"/>
              </w:rPr>
              <w:t>е</w:t>
            </w:r>
            <w:r w:rsidRPr="00DC7C13">
              <w:rPr>
                <w:rFonts w:ascii="Arial" w:hAnsi="Arial" w:cs="Arial"/>
                <w:sz w:val="24"/>
                <w:szCs w:val="24"/>
              </w:rPr>
              <w:t>ния, в о</w:t>
            </w:r>
            <w:r w:rsidRPr="00DC7C13">
              <w:rPr>
                <w:rFonts w:ascii="Arial" w:hAnsi="Arial" w:cs="Arial"/>
                <w:sz w:val="24"/>
                <w:szCs w:val="24"/>
              </w:rPr>
              <w:t>б</w:t>
            </w:r>
            <w:r w:rsidRPr="00DC7C13">
              <w:rPr>
                <w:rFonts w:ascii="Arial" w:hAnsi="Arial" w:cs="Arial"/>
                <w:sz w:val="24"/>
                <w:szCs w:val="24"/>
              </w:rPr>
              <w:t>щем к</w:t>
            </w:r>
            <w:r w:rsidRPr="00DC7C13">
              <w:rPr>
                <w:rFonts w:ascii="Arial" w:hAnsi="Arial" w:cs="Arial"/>
                <w:sz w:val="24"/>
                <w:szCs w:val="24"/>
              </w:rPr>
              <w:t>о</w:t>
            </w:r>
            <w:r w:rsidRPr="00DC7C13">
              <w:rPr>
                <w:rFonts w:ascii="Arial" w:hAnsi="Arial" w:cs="Arial"/>
                <w:sz w:val="24"/>
                <w:szCs w:val="24"/>
              </w:rPr>
              <w:t>л</w:t>
            </w:r>
            <w:r w:rsidRPr="00DC7C13">
              <w:rPr>
                <w:rFonts w:ascii="Arial" w:hAnsi="Arial" w:cs="Arial"/>
                <w:sz w:val="24"/>
                <w:szCs w:val="24"/>
              </w:rPr>
              <w:t>и</w:t>
            </w:r>
            <w:r w:rsidRPr="00DC7C13">
              <w:rPr>
                <w:rFonts w:ascii="Arial" w:hAnsi="Arial" w:cs="Arial"/>
                <w:sz w:val="24"/>
                <w:szCs w:val="24"/>
              </w:rPr>
              <w:t>ч</w:t>
            </w:r>
            <w:r w:rsidRPr="00DC7C13">
              <w:rPr>
                <w:rFonts w:ascii="Arial" w:hAnsi="Arial" w:cs="Arial"/>
                <w:sz w:val="24"/>
                <w:szCs w:val="24"/>
              </w:rPr>
              <w:t>е</w:t>
            </w:r>
            <w:r w:rsidRPr="00DC7C13">
              <w:rPr>
                <w:rFonts w:ascii="Arial" w:hAnsi="Arial" w:cs="Arial"/>
                <w:sz w:val="24"/>
                <w:szCs w:val="24"/>
              </w:rPr>
              <w:t>стве м</w:t>
            </w:r>
            <w:r w:rsidRPr="00DC7C13">
              <w:rPr>
                <w:rFonts w:ascii="Arial" w:hAnsi="Arial" w:cs="Arial"/>
                <w:sz w:val="24"/>
                <w:szCs w:val="24"/>
              </w:rPr>
              <w:t>у</w:t>
            </w:r>
            <w:r w:rsidRPr="00DC7C13">
              <w:rPr>
                <w:rFonts w:ascii="Arial" w:hAnsi="Arial" w:cs="Arial"/>
                <w:sz w:val="24"/>
                <w:szCs w:val="24"/>
              </w:rPr>
              <w:t>н</w:t>
            </w:r>
            <w:r w:rsidRPr="00DC7C13">
              <w:rPr>
                <w:rFonts w:ascii="Arial" w:hAnsi="Arial" w:cs="Arial"/>
                <w:sz w:val="24"/>
                <w:szCs w:val="24"/>
              </w:rPr>
              <w:t>и</w:t>
            </w:r>
            <w:r w:rsidRPr="00DC7C13">
              <w:rPr>
                <w:rFonts w:ascii="Arial" w:hAnsi="Arial" w:cs="Arial"/>
                <w:sz w:val="24"/>
                <w:szCs w:val="24"/>
              </w:rPr>
              <w:t>ц</w:t>
            </w:r>
            <w:r w:rsidRPr="00DC7C13">
              <w:rPr>
                <w:rFonts w:ascii="Arial" w:hAnsi="Arial" w:cs="Arial"/>
                <w:sz w:val="24"/>
                <w:szCs w:val="24"/>
              </w:rPr>
              <w:t>и</w:t>
            </w:r>
            <w:r w:rsidRPr="00DC7C13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DC7C13">
              <w:rPr>
                <w:rFonts w:ascii="Arial" w:hAnsi="Arial" w:cs="Arial"/>
                <w:sz w:val="24"/>
                <w:szCs w:val="24"/>
              </w:rPr>
              <w:t>б</w:t>
            </w:r>
            <w:r w:rsidRPr="00DC7C13">
              <w:rPr>
                <w:rFonts w:ascii="Arial" w:hAnsi="Arial" w:cs="Arial"/>
                <w:sz w:val="24"/>
                <w:szCs w:val="24"/>
              </w:rPr>
              <w:t>щ</w:t>
            </w:r>
            <w:r w:rsidRPr="00DC7C13">
              <w:rPr>
                <w:rFonts w:ascii="Arial" w:hAnsi="Arial" w:cs="Arial"/>
                <w:sz w:val="24"/>
                <w:szCs w:val="24"/>
              </w:rPr>
              <w:t>е</w:t>
            </w:r>
            <w:r w:rsidRPr="00DC7C13">
              <w:rPr>
                <w:rFonts w:ascii="Arial" w:hAnsi="Arial" w:cs="Arial"/>
                <w:sz w:val="24"/>
                <w:szCs w:val="24"/>
              </w:rPr>
              <w:t>о</w:t>
            </w:r>
            <w:r w:rsidRPr="00DC7C13">
              <w:rPr>
                <w:rFonts w:ascii="Arial" w:hAnsi="Arial" w:cs="Arial"/>
                <w:sz w:val="24"/>
                <w:szCs w:val="24"/>
              </w:rPr>
              <w:t>б</w:t>
            </w:r>
            <w:r w:rsidRPr="00DC7C13">
              <w:rPr>
                <w:rFonts w:ascii="Arial" w:hAnsi="Arial" w:cs="Arial"/>
                <w:sz w:val="24"/>
                <w:szCs w:val="24"/>
              </w:rPr>
              <w:t>р</w:t>
            </w:r>
            <w:r w:rsidRPr="00DC7C13">
              <w:rPr>
                <w:rFonts w:ascii="Arial" w:hAnsi="Arial" w:cs="Arial"/>
                <w:sz w:val="24"/>
                <w:szCs w:val="24"/>
              </w:rPr>
              <w:t>а</w:t>
            </w:r>
            <w:r w:rsidRPr="00DC7C13">
              <w:rPr>
                <w:rFonts w:ascii="Arial" w:hAnsi="Arial" w:cs="Arial"/>
                <w:sz w:val="24"/>
                <w:szCs w:val="24"/>
              </w:rPr>
              <w:t>з</w:t>
            </w:r>
            <w:r w:rsidRPr="00DC7C13">
              <w:rPr>
                <w:rFonts w:ascii="Arial" w:hAnsi="Arial" w:cs="Arial"/>
                <w:sz w:val="24"/>
                <w:szCs w:val="24"/>
              </w:rPr>
              <w:t>о</w:t>
            </w:r>
            <w:r w:rsidRPr="00DC7C13">
              <w:rPr>
                <w:rFonts w:ascii="Arial" w:hAnsi="Arial" w:cs="Arial"/>
                <w:sz w:val="24"/>
                <w:szCs w:val="24"/>
              </w:rPr>
              <w:t>в</w:t>
            </w:r>
            <w:r w:rsidRPr="00DC7C13">
              <w:rPr>
                <w:rFonts w:ascii="Arial" w:hAnsi="Arial" w:cs="Arial"/>
                <w:sz w:val="24"/>
                <w:szCs w:val="24"/>
              </w:rPr>
              <w:t>а</w:t>
            </w:r>
            <w:r w:rsidRPr="00DC7C13">
              <w:rPr>
                <w:rFonts w:ascii="Arial" w:hAnsi="Arial" w:cs="Arial"/>
                <w:sz w:val="24"/>
                <w:szCs w:val="24"/>
              </w:rPr>
              <w:t>тельных у</w:t>
            </w:r>
            <w:r w:rsidRPr="00DC7C13">
              <w:rPr>
                <w:rFonts w:ascii="Arial" w:hAnsi="Arial" w:cs="Arial"/>
                <w:sz w:val="24"/>
                <w:szCs w:val="24"/>
              </w:rPr>
              <w:t>ч</w:t>
            </w:r>
            <w:r w:rsidRPr="00DC7C13">
              <w:rPr>
                <w:rFonts w:ascii="Arial" w:hAnsi="Arial" w:cs="Arial"/>
                <w:sz w:val="24"/>
                <w:szCs w:val="24"/>
              </w:rPr>
              <w:t>р</w:t>
            </w:r>
            <w:r w:rsidRPr="00DC7C13">
              <w:rPr>
                <w:rFonts w:ascii="Arial" w:hAnsi="Arial" w:cs="Arial"/>
                <w:sz w:val="24"/>
                <w:szCs w:val="24"/>
              </w:rPr>
              <w:t>е</w:t>
            </w:r>
            <w:r w:rsidRPr="00DC7C13">
              <w:rPr>
                <w:rFonts w:ascii="Arial" w:hAnsi="Arial" w:cs="Arial"/>
                <w:sz w:val="24"/>
                <w:szCs w:val="24"/>
              </w:rPr>
              <w:t>ждений</w:t>
            </w:r>
          </w:p>
        </w:tc>
        <w:tc>
          <w:tcPr>
            <w:tcW w:w="706" w:type="dxa"/>
            <w:gridSpan w:val="2"/>
          </w:tcPr>
          <w:p w:rsidR="003738DC" w:rsidRPr="00DC7C13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7C13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64,5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66,3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67,8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68,2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68,6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68,6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68,6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68,6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76,56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81</w:t>
            </w:r>
            <w:r w:rsidRPr="00E47A09">
              <w:rPr>
                <w:rFonts w:ascii="Arial" w:hAnsi="Arial" w:cs="Arial"/>
                <w:sz w:val="24"/>
                <w:szCs w:val="24"/>
              </w:rPr>
              <w:t>,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77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E47A09">
              <w:rPr>
                <w:rFonts w:ascii="Arial" w:hAnsi="Arial" w:cs="Arial"/>
                <w:sz w:val="24"/>
                <w:szCs w:val="24"/>
              </w:rPr>
              <w:t>,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E47A09">
              <w:rPr>
                <w:rFonts w:ascii="Arial" w:hAnsi="Arial" w:cs="Arial"/>
                <w:sz w:val="24"/>
                <w:szCs w:val="24"/>
              </w:rPr>
              <w:t>,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E47A09">
              <w:rPr>
                <w:rFonts w:ascii="Arial" w:hAnsi="Arial" w:cs="Arial"/>
                <w:sz w:val="24"/>
                <w:szCs w:val="24"/>
              </w:rPr>
              <w:t>,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  <w:tc>
          <w:tcPr>
            <w:tcW w:w="655" w:type="dxa"/>
            <w:gridSpan w:val="2"/>
          </w:tcPr>
          <w:p w:rsidR="003738DC" w:rsidRPr="00301AED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83,33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E47A09">
              <w:rPr>
                <w:rFonts w:ascii="Arial" w:hAnsi="Arial" w:cs="Arial"/>
                <w:sz w:val="24"/>
                <w:szCs w:val="24"/>
              </w:rPr>
              <w:t>,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83,33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201151">
            <w:pPr>
              <w:widowControl w:val="0"/>
              <w:ind w:left="-118" w:right="-94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E47A09">
              <w:rPr>
                <w:rFonts w:ascii="Arial" w:hAnsi="Arial" w:cs="Arial"/>
                <w:sz w:val="24"/>
                <w:szCs w:val="24"/>
              </w:rPr>
              <w:t>,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734" w:type="dxa"/>
            <w:gridSpan w:val="2"/>
          </w:tcPr>
          <w:p w:rsidR="003738DC" w:rsidRPr="0092750F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92750F">
              <w:rPr>
                <w:rFonts w:ascii="Arial" w:hAnsi="Arial" w:cs="Arial"/>
                <w:sz w:val="24"/>
                <w:szCs w:val="24"/>
              </w:rPr>
              <w:t>Д</w:t>
            </w:r>
            <w:r w:rsidRPr="0092750F">
              <w:rPr>
                <w:rFonts w:ascii="Arial" w:hAnsi="Arial" w:cs="Arial"/>
                <w:sz w:val="24"/>
                <w:szCs w:val="24"/>
              </w:rPr>
              <w:t>о</w:t>
            </w:r>
            <w:r w:rsidRPr="0092750F">
              <w:rPr>
                <w:rFonts w:ascii="Arial" w:hAnsi="Arial" w:cs="Arial"/>
                <w:sz w:val="24"/>
                <w:szCs w:val="24"/>
              </w:rPr>
              <w:t>ля о</w:t>
            </w:r>
            <w:r w:rsidRPr="0092750F">
              <w:rPr>
                <w:rFonts w:ascii="Arial" w:hAnsi="Arial" w:cs="Arial"/>
                <w:sz w:val="24"/>
                <w:szCs w:val="24"/>
              </w:rPr>
              <w:t>б</w:t>
            </w:r>
            <w:r w:rsidRPr="0092750F">
              <w:rPr>
                <w:rFonts w:ascii="Arial" w:hAnsi="Arial" w:cs="Arial"/>
                <w:sz w:val="24"/>
                <w:szCs w:val="24"/>
              </w:rPr>
              <w:t>щ</w:t>
            </w:r>
            <w:r w:rsidRPr="0092750F">
              <w:rPr>
                <w:rFonts w:ascii="Arial" w:hAnsi="Arial" w:cs="Arial"/>
                <w:sz w:val="24"/>
                <w:szCs w:val="24"/>
              </w:rPr>
              <w:t>е</w:t>
            </w:r>
            <w:r w:rsidRPr="0092750F">
              <w:rPr>
                <w:rFonts w:ascii="Arial" w:hAnsi="Arial" w:cs="Arial"/>
                <w:sz w:val="24"/>
                <w:szCs w:val="24"/>
              </w:rPr>
              <w:t>о</w:t>
            </w:r>
            <w:r w:rsidRPr="0092750F">
              <w:rPr>
                <w:rFonts w:ascii="Arial" w:hAnsi="Arial" w:cs="Arial"/>
                <w:sz w:val="24"/>
                <w:szCs w:val="24"/>
              </w:rPr>
              <w:t>б</w:t>
            </w:r>
            <w:r w:rsidRPr="0092750F">
              <w:rPr>
                <w:rFonts w:ascii="Arial" w:hAnsi="Arial" w:cs="Arial"/>
                <w:sz w:val="24"/>
                <w:szCs w:val="24"/>
              </w:rPr>
              <w:t>р</w:t>
            </w:r>
            <w:r w:rsidRPr="0092750F">
              <w:rPr>
                <w:rFonts w:ascii="Arial" w:hAnsi="Arial" w:cs="Arial"/>
                <w:sz w:val="24"/>
                <w:szCs w:val="24"/>
              </w:rPr>
              <w:t>а</w:t>
            </w:r>
            <w:r w:rsidRPr="0092750F">
              <w:rPr>
                <w:rFonts w:ascii="Arial" w:hAnsi="Arial" w:cs="Arial"/>
                <w:sz w:val="24"/>
                <w:szCs w:val="24"/>
              </w:rPr>
              <w:t>з</w:t>
            </w:r>
            <w:r w:rsidRPr="0092750F">
              <w:rPr>
                <w:rFonts w:ascii="Arial" w:hAnsi="Arial" w:cs="Arial"/>
                <w:sz w:val="24"/>
                <w:szCs w:val="24"/>
              </w:rPr>
              <w:t>о</w:t>
            </w:r>
            <w:r w:rsidRPr="0092750F">
              <w:rPr>
                <w:rFonts w:ascii="Arial" w:hAnsi="Arial" w:cs="Arial"/>
                <w:sz w:val="24"/>
                <w:szCs w:val="24"/>
              </w:rPr>
              <w:t>в</w:t>
            </w:r>
            <w:r w:rsidRPr="0092750F">
              <w:rPr>
                <w:rFonts w:ascii="Arial" w:hAnsi="Arial" w:cs="Arial"/>
                <w:sz w:val="24"/>
                <w:szCs w:val="24"/>
              </w:rPr>
              <w:t>а</w:t>
            </w:r>
            <w:r w:rsidRPr="0092750F">
              <w:rPr>
                <w:rFonts w:ascii="Arial" w:hAnsi="Arial" w:cs="Arial"/>
                <w:sz w:val="24"/>
                <w:szCs w:val="24"/>
              </w:rPr>
              <w:t>тельных у</w:t>
            </w:r>
            <w:r w:rsidRPr="0092750F">
              <w:rPr>
                <w:rFonts w:ascii="Arial" w:hAnsi="Arial" w:cs="Arial"/>
                <w:sz w:val="24"/>
                <w:szCs w:val="24"/>
              </w:rPr>
              <w:t>ч</w:t>
            </w:r>
            <w:r w:rsidRPr="0092750F">
              <w:rPr>
                <w:rFonts w:ascii="Arial" w:hAnsi="Arial" w:cs="Arial"/>
                <w:sz w:val="24"/>
                <w:szCs w:val="24"/>
              </w:rPr>
              <w:t>р</w:t>
            </w:r>
            <w:r w:rsidRPr="0092750F">
              <w:rPr>
                <w:rFonts w:ascii="Arial" w:hAnsi="Arial" w:cs="Arial"/>
                <w:sz w:val="24"/>
                <w:szCs w:val="24"/>
              </w:rPr>
              <w:t>е</w:t>
            </w:r>
            <w:r w:rsidRPr="0092750F">
              <w:rPr>
                <w:rFonts w:ascii="Arial" w:hAnsi="Arial" w:cs="Arial"/>
                <w:sz w:val="24"/>
                <w:szCs w:val="24"/>
              </w:rPr>
              <w:t xml:space="preserve">ждений </w:t>
            </w:r>
          </w:p>
          <w:p w:rsidR="003738DC" w:rsidRPr="00DF427F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92750F">
              <w:rPr>
                <w:rFonts w:ascii="Arial" w:hAnsi="Arial" w:cs="Arial"/>
                <w:sz w:val="24"/>
                <w:szCs w:val="24"/>
              </w:rPr>
              <w:t>(с числом об</w:t>
            </w:r>
            <w:r w:rsidRPr="0092750F">
              <w:rPr>
                <w:rFonts w:ascii="Arial" w:hAnsi="Arial" w:cs="Arial"/>
                <w:sz w:val="24"/>
                <w:szCs w:val="24"/>
              </w:rPr>
              <w:t>у</w:t>
            </w:r>
            <w:r w:rsidRPr="0092750F">
              <w:rPr>
                <w:rFonts w:ascii="Arial" w:hAnsi="Arial" w:cs="Arial"/>
                <w:sz w:val="24"/>
                <w:szCs w:val="24"/>
              </w:rPr>
              <w:t>чающихся б</w:t>
            </w:r>
            <w:r w:rsidRPr="0092750F">
              <w:rPr>
                <w:rFonts w:ascii="Arial" w:hAnsi="Arial" w:cs="Arial"/>
                <w:sz w:val="24"/>
                <w:szCs w:val="24"/>
              </w:rPr>
              <w:t>о</w:t>
            </w:r>
            <w:r w:rsidRPr="0092750F">
              <w:rPr>
                <w:rFonts w:ascii="Arial" w:hAnsi="Arial" w:cs="Arial"/>
                <w:sz w:val="24"/>
                <w:szCs w:val="24"/>
              </w:rPr>
              <w:t>лее 50), в к</w:t>
            </w:r>
            <w:r w:rsidRPr="0092750F">
              <w:rPr>
                <w:rFonts w:ascii="Arial" w:hAnsi="Arial" w:cs="Arial"/>
                <w:sz w:val="24"/>
                <w:szCs w:val="24"/>
              </w:rPr>
              <w:t>о</w:t>
            </w:r>
            <w:r w:rsidRPr="0092750F">
              <w:rPr>
                <w:rFonts w:ascii="Arial" w:hAnsi="Arial" w:cs="Arial"/>
                <w:sz w:val="24"/>
                <w:szCs w:val="24"/>
              </w:rPr>
              <w:t>т</w:t>
            </w:r>
            <w:r w:rsidRPr="0092750F">
              <w:rPr>
                <w:rFonts w:ascii="Arial" w:hAnsi="Arial" w:cs="Arial"/>
                <w:sz w:val="24"/>
                <w:szCs w:val="24"/>
              </w:rPr>
              <w:t>о</w:t>
            </w:r>
            <w:r w:rsidRPr="0092750F">
              <w:rPr>
                <w:rFonts w:ascii="Arial" w:hAnsi="Arial" w:cs="Arial"/>
                <w:sz w:val="24"/>
                <w:szCs w:val="24"/>
              </w:rPr>
              <w:t>рых действуют управляющие с</w:t>
            </w:r>
            <w:r w:rsidRPr="0092750F">
              <w:rPr>
                <w:rFonts w:ascii="Arial" w:hAnsi="Arial" w:cs="Arial"/>
                <w:sz w:val="24"/>
                <w:szCs w:val="24"/>
              </w:rPr>
              <w:t>о</w:t>
            </w:r>
            <w:r w:rsidRPr="0092750F">
              <w:rPr>
                <w:rFonts w:ascii="Arial" w:hAnsi="Arial" w:cs="Arial"/>
                <w:sz w:val="24"/>
                <w:szCs w:val="24"/>
              </w:rPr>
              <w:t>в</w:t>
            </w:r>
            <w:r w:rsidRPr="0092750F">
              <w:rPr>
                <w:rFonts w:ascii="Arial" w:hAnsi="Arial" w:cs="Arial"/>
                <w:sz w:val="24"/>
                <w:szCs w:val="24"/>
              </w:rPr>
              <w:t>е</w:t>
            </w:r>
            <w:r w:rsidRPr="0092750F">
              <w:rPr>
                <w:rFonts w:ascii="Arial" w:hAnsi="Arial" w:cs="Arial"/>
                <w:sz w:val="24"/>
                <w:szCs w:val="24"/>
              </w:rPr>
              <w:t>ты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50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1.10</w:t>
            </w:r>
          </w:p>
        </w:tc>
        <w:tc>
          <w:tcPr>
            <w:tcW w:w="734" w:type="dxa"/>
            <w:gridSpan w:val="2"/>
          </w:tcPr>
          <w:p w:rsidR="003738DC" w:rsidRPr="00DF427F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Д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ля в</w:t>
            </w:r>
            <w:r w:rsidRPr="001E2C2E">
              <w:rPr>
                <w:rFonts w:ascii="Arial" w:hAnsi="Arial" w:cs="Arial"/>
                <w:sz w:val="24"/>
                <w:szCs w:val="24"/>
              </w:rPr>
              <w:t>ы</w:t>
            </w:r>
            <w:r w:rsidRPr="001E2C2E">
              <w:rPr>
                <w:rFonts w:ascii="Arial" w:hAnsi="Arial" w:cs="Arial"/>
                <w:sz w:val="24"/>
                <w:szCs w:val="24"/>
              </w:rPr>
              <w:t>п</w:t>
            </w:r>
            <w:r w:rsidRPr="001E2C2E">
              <w:rPr>
                <w:rFonts w:ascii="Arial" w:hAnsi="Arial" w:cs="Arial"/>
                <w:sz w:val="24"/>
                <w:szCs w:val="24"/>
              </w:rPr>
              <w:t>у</w:t>
            </w:r>
            <w:r w:rsidRPr="001E2C2E">
              <w:rPr>
                <w:rFonts w:ascii="Arial" w:hAnsi="Arial" w:cs="Arial"/>
                <w:sz w:val="24"/>
                <w:szCs w:val="24"/>
              </w:rPr>
              <w:t>скников м</w:t>
            </w:r>
            <w:r w:rsidRPr="001E2C2E">
              <w:rPr>
                <w:rFonts w:ascii="Arial" w:hAnsi="Arial" w:cs="Arial"/>
                <w:sz w:val="24"/>
                <w:szCs w:val="24"/>
              </w:rPr>
              <w:t>у</w:t>
            </w:r>
            <w:r w:rsidRPr="001E2C2E">
              <w:rPr>
                <w:rFonts w:ascii="Arial" w:hAnsi="Arial" w:cs="Arial"/>
                <w:sz w:val="24"/>
                <w:szCs w:val="24"/>
              </w:rPr>
              <w:t>н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ц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щ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тельных у</w:t>
            </w:r>
            <w:r w:rsidRPr="001E2C2E">
              <w:rPr>
                <w:rFonts w:ascii="Arial" w:hAnsi="Arial" w:cs="Arial"/>
                <w:sz w:val="24"/>
                <w:szCs w:val="24"/>
              </w:rPr>
              <w:t>ч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ждений, не сдавших единый г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t>у</w:t>
            </w:r>
            <w:r w:rsidRPr="001E2C2E">
              <w:rPr>
                <w:rFonts w:ascii="Arial" w:hAnsi="Arial" w:cs="Arial"/>
                <w:sz w:val="24"/>
                <w:szCs w:val="24"/>
              </w:rPr>
              <w:t>дарственный э</w:t>
            </w:r>
            <w:r w:rsidRPr="001E2C2E">
              <w:rPr>
                <w:rFonts w:ascii="Arial" w:hAnsi="Arial" w:cs="Arial"/>
                <w:sz w:val="24"/>
                <w:szCs w:val="24"/>
              </w:rPr>
              <w:t>к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мен, в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щей численно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t>ти в</w:t>
            </w:r>
            <w:r w:rsidRPr="001E2C2E">
              <w:rPr>
                <w:rFonts w:ascii="Arial" w:hAnsi="Arial" w:cs="Arial"/>
                <w:sz w:val="24"/>
                <w:szCs w:val="24"/>
              </w:rPr>
              <w:t>ы</w:t>
            </w:r>
            <w:r w:rsidRPr="001E2C2E">
              <w:rPr>
                <w:rFonts w:ascii="Arial" w:hAnsi="Arial" w:cs="Arial"/>
                <w:sz w:val="24"/>
                <w:szCs w:val="24"/>
              </w:rPr>
              <w:t>п</w:t>
            </w:r>
            <w:r w:rsidRPr="001E2C2E">
              <w:rPr>
                <w:rFonts w:ascii="Arial" w:hAnsi="Arial" w:cs="Arial"/>
                <w:sz w:val="24"/>
                <w:szCs w:val="24"/>
              </w:rPr>
              <w:t>у</w:t>
            </w:r>
            <w:r w:rsidRPr="001E2C2E">
              <w:rPr>
                <w:rFonts w:ascii="Arial" w:hAnsi="Arial" w:cs="Arial"/>
                <w:sz w:val="24"/>
                <w:szCs w:val="24"/>
              </w:rPr>
              <w:t>скников м</w:t>
            </w:r>
            <w:r w:rsidRPr="001E2C2E">
              <w:rPr>
                <w:rFonts w:ascii="Arial" w:hAnsi="Arial" w:cs="Arial"/>
                <w:sz w:val="24"/>
                <w:szCs w:val="24"/>
              </w:rPr>
              <w:t>у</w:t>
            </w:r>
            <w:r w:rsidRPr="001E2C2E">
              <w:rPr>
                <w:rFonts w:ascii="Arial" w:hAnsi="Arial" w:cs="Arial"/>
                <w:sz w:val="24"/>
                <w:szCs w:val="24"/>
              </w:rPr>
              <w:t>н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ц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щ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тельных у</w:t>
            </w:r>
            <w:r w:rsidRPr="001E2C2E">
              <w:rPr>
                <w:rFonts w:ascii="Arial" w:hAnsi="Arial" w:cs="Arial"/>
                <w:sz w:val="24"/>
                <w:szCs w:val="24"/>
              </w:rPr>
              <w:t>ч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ждений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6,52</w:t>
            </w:r>
          </w:p>
        </w:tc>
        <w:tc>
          <w:tcPr>
            <w:tcW w:w="705" w:type="dxa"/>
            <w:gridSpan w:val="2"/>
          </w:tcPr>
          <w:p w:rsidR="003738DC" w:rsidRPr="0042602E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640" w:type="dxa"/>
            <w:gridSpan w:val="2"/>
          </w:tcPr>
          <w:p w:rsidR="003738DC" w:rsidRPr="0042602E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655" w:type="dxa"/>
            <w:gridSpan w:val="2"/>
          </w:tcPr>
          <w:p w:rsidR="003738DC" w:rsidRDefault="003738DC" w:rsidP="00006DDB">
            <w:pPr>
              <w:widowControl w:val="0"/>
              <w:ind w:left="-31" w:right="-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2,64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1.11</w:t>
            </w:r>
          </w:p>
        </w:tc>
        <w:tc>
          <w:tcPr>
            <w:tcW w:w="734" w:type="dxa"/>
            <w:gridSpan w:val="2"/>
          </w:tcPr>
          <w:p w:rsidR="003738DC" w:rsidRPr="001E2C2E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Д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ля об</w:t>
            </w:r>
            <w:r w:rsidRPr="001E2C2E">
              <w:rPr>
                <w:rFonts w:ascii="Arial" w:hAnsi="Arial" w:cs="Arial"/>
                <w:sz w:val="24"/>
                <w:szCs w:val="24"/>
              </w:rPr>
              <w:t>у</w:t>
            </w:r>
            <w:r w:rsidRPr="001E2C2E">
              <w:rPr>
                <w:rFonts w:ascii="Arial" w:hAnsi="Arial" w:cs="Arial"/>
                <w:sz w:val="24"/>
                <w:szCs w:val="24"/>
              </w:rPr>
              <w:t>чающихся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щ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тельных у</w:t>
            </w:r>
            <w:r w:rsidRPr="001E2C2E">
              <w:rPr>
                <w:rFonts w:ascii="Arial" w:hAnsi="Arial" w:cs="Arial"/>
                <w:sz w:val="24"/>
                <w:szCs w:val="24"/>
              </w:rPr>
              <w:t>ч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ждений, о</w:t>
            </w:r>
            <w:r w:rsidRPr="001E2C2E">
              <w:rPr>
                <w:rFonts w:ascii="Arial" w:hAnsi="Arial" w:cs="Arial"/>
                <w:sz w:val="24"/>
                <w:szCs w:val="24"/>
              </w:rPr>
              <w:t>х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ченных пс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х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л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го-п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д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г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г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че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t>кой и м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д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ко-с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ц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 xml:space="preserve">альной </w:t>
            </w:r>
          </w:p>
          <w:p w:rsidR="003738DC" w:rsidRPr="001E2C2E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п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м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 xml:space="preserve">щью, </w:t>
            </w:r>
          </w:p>
          <w:p w:rsidR="003738DC" w:rsidRPr="00E47A09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от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щей численно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t>ти об</w:t>
            </w:r>
            <w:r w:rsidRPr="001E2C2E">
              <w:rPr>
                <w:rFonts w:ascii="Arial" w:hAnsi="Arial" w:cs="Arial"/>
                <w:sz w:val="24"/>
                <w:szCs w:val="24"/>
              </w:rPr>
              <w:t>у</w:t>
            </w:r>
            <w:r w:rsidRPr="001E2C2E">
              <w:rPr>
                <w:rFonts w:ascii="Arial" w:hAnsi="Arial" w:cs="Arial"/>
                <w:sz w:val="24"/>
                <w:szCs w:val="24"/>
              </w:rPr>
              <w:t>чающихся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щ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тельных у</w:t>
            </w:r>
            <w:r w:rsidRPr="001E2C2E">
              <w:rPr>
                <w:rFonts w:ascii="Arial" w:hAnsi="Arial" w:cs="Arial"/>
                <w:sz w:val="24"/>
                <w:szCs w:val="24"/>
              </w:rPr>
              <w:t>ч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ждений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1.12</w:t>
            </w:r>
          </w:p>
        </w:tc>
        <w:tc>
          <w:tcPr>
            <w:tcW w:w="734" w:type="dxa"/>
            <w:gridSpan w:val="2"/>
          </w:tcPr>
          <w:p w:rsidR="003738DC" w:rsidRPr="001E2C2E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Удельный вес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тельных у</w:t>
            </w:r>
            <w:r w:rsidRPr="001E2C2E">
              <w:rPr>
                <w:rFonts w:ascii="Arial" w:hAnsi="Arial" w:cs="Arial"/>
                <w:sz w:val="24"/>
                <w:szCs w:val="24"/>
              </w:rPr>
              <w:t>ч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ждений Парт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за</w:t>
            </w:r>
            <w:r w:rsidRPr="001E2C2E">
              <w:rPr>
                <w:rFonts w:ascii="Arial" w:hAnsi="Arial" w:cs="Arial"/>
                <w:sz w:val="24"/>
                <w:szCs w:val="24"/>
              </w:rPr>
              <w:t>н</w:t>
            </w:r>
            <w:r w:rsidRPr="001E2C2E">
              <w:rPr>
                <w:rFonts w:ascii="Arial" w:hAnsi="Arial" w:cs="Arial"/>
                <w:sz w:val="24"/>
                <w:szCs w:val="24"/>
              </w:rPr>
              <w:t>ск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го района, в к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т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рых оценка де</w:t>
            </w:r>
            <w:r w:rsidRPr="001E2C2E">
              <w:rPr>
                <w:rFonts w:ascii="Arial" w:hAnsi="Arial" w:cs="Arial"/>
                <w:sz w:val="24"/>
                <w:szCs w:val="24"/>
              </w:rPr>
              <w:t>я</w:t>
            </w:r>
            <w:r w:rsidRPr="001E2C2E">
              <w:rPr>
                <w:rFonts w:ascii="Arial" w:hAnsi="Arial" w:cs="Arial"/>
                <w:sz w:val="24"/>
                <w:szCs w:val="24"/>
              </w:rPr>
              <w:t>тельно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t>ти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щ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тельных у</w:t>
            </w:r>
            <w:r w:rsidRPr="001E2C2E">
              <w:rPr>
                <w:rFonts w:ascii="Arial" w:hAnsi="Arial" w:cs="Arial"/>
                <w:sz w:val="24"/>
                <w:szCs w:val="24"/>
              </w:rPr>
              <w:t>ч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ждений, их р</w:t>
            </w:r>
            <w:r w:rsidRPr="001E2C2E">
              <w:rPr>
                <w:rFonts w:ascii="Arial" w:hAnsi="Arial" w:cs="Arial"/>
                <w:sz w:val="24"/>
                <w:szCs w:val="24"/>
              </w:rPr>
              <w:t>у</w:t>
            </w:r>
            <w:r w:rsidRPr="001E2C2E">
              <w:rPr>
                <w:rFonts w:ascii="Arial" w:hAnsi="Arial" w:cs="Arial"/>
                <w:sz w:val="24"/>
                <w:szCs w:val="24"/>
              </w:rPr>
              <w:t>к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д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т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 xml:space="preserve">лей </w:t>
            </w:r>
          </w:p>
          <w:p w:rsidR="003738DC" w:rsidRPr="00E47A09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и о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t>новных к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т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г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рий р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бо</w:t>
            </w:r>
            <w:r w:rsidRPr="001E2C2E">
              <w:rPr>
                <w:rFonts w:ascii="Arial" w:hAnsi="Arial" w:cs="Arial"/>
                <w:sz w:val="24"/>
                <w:szCs w:val="24"/>
              </w:rPr>
              <w:t>т</w:t>
            </w:r>
            <w:r w:rsidRPr="001E2C2E">
              <w:rPr>
                <w:rFonts w:ascii="Arial" w:hAnsi="Arial" w:cs="Arial"/>
                <w:sz w:val="24"/>
                <w:szCs w:val="24"/>
              </w:rPr>
              <w:t>н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ков осущ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ствляе</w:t>
            </w:r>
            <w:r w:rsidRPr="001E2C2E">
              <w:rPr>
                <w:rFonts w:ascii="Arial" w:hAnsi="Arial" w:cs="Arial"/>
                <w:sz w:val="24"/>
                <w:szCs w:val="24"/>
              </w:rPr>
              <w:t>т</w:t>
            </w:r>
            <w:r w:rsidRPr="001E2C2E">
              <w:rPr>
                <w:rFonts w:ascii="Arial" w:hAnsi="Arial" w:cs="Arial"/>
                <w:sz w:val="24"/>
                <w:szCs w:val="24"/>
              </w:rPr>
              <w:t>ся на о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t>н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нии п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к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т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лей э</w:t>
            </w:r>
            <w:r w:rsidRPr="001E2C2E">
              <w:rPr>
                <w:rFonts w:ascii="Arial" w:hAnsi="Arial" w:cs="Arial"/>
                <w:sz w:val="24"/>
                <w:szCs w:val="24"/>
              </w:rPr>
              <w:t>ф</w:t>
            </w:r>
            <w:r w:rsidRPr="001E2C2E">
              <w:rPr>
                <w:rFonts w:ascii="Arial" w:hAnsi="Arial" w:cs="Arial"/>
                <w:sz w:val="24"/>
                <w:szCs w:val="24"/>
              </w:rPr>
              <w:t>фекти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но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t>ти де</w:t>
            </w:r>
            <w:r w:rsidRPr="001E2C2E">
              <w:rPr>
                <w:rFonts w:ascii="Arial" w:hAnsi="Arial" w:cs="Arial"/>
                <w:sz w:val="24"/>
                <w:szCs w:val="24"/>
              </w:rPr>
              <w:t>я</w:t>
            </w:r>
            <w:r w:rsidRPr="001E2C2E">
              <w:rPr>
                <w:rFonts w:ascii="Arial" w:hAnsi="Arial" w:cs="Arial"/>
                <w:sz w:val="24"/>
                <w:szCs w:val="24"/>
              </w:rPr>
              <w:t>тельно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t>ти подв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домственных м</w:t>
            </w:r>
            <w:r w:rsidRPr="001E2C2E">
              <w:rPr>
                <w:rFonts w:ascii="Arial" w:hAnsi="Arial" w:cs="Arial"/>
                <w:sz w:val="24"/>
                <w:szCs w:val="24"/>
              </w:rPr>
              <w:t>у</w:t>
            </w:r>
            <w:r w:rsidRPr="001E2C2E">
              <w:rPr>
                <w:rFonts w:ascii="Arial" w:hAnsi="Arial" w:cs="Arial"/>
                <w:sz w:val="24"/>
                <w:szCs w:val="24"/>
              </w:rPr>
              <w:t>н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ц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пальных у</w:t>
            </w:r>
            <w:r w:rsidRPr="001E2C2E">
              <w:rPr>
                <w:rFonts w:ascii="Arial" w:hAnsi="Arial" w:cs="Arial"/>
                <w:sz w:val="24"/>
                <w:szCs w:val="24"/>
              </w:rPr>
              <w:t>ч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ждений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щ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го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ния, ра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t>п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л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женных на те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т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рии Парт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за</w:t>
            </w:r>
            <w:r w:rsidRPr="001E2C2E">
              <w:rPr>
                <w:rFonts w:ascii="Arial" w:hAnsi="Arial" w:cs="Arial"/>
                <w:sz w:val="24"/>
                <w:szCs w:val="24"/>
              </w:rPr>
              <w:t>н</w:t>
            </w:r>
            <w:r w:rsidRPr="001E2C2E">
              <w:rPr>
                <w:rFonts w:ascii="Arial" w:hAnsi="Arial" w:cs="Arial"/>
                <w:sz w:val="24"/>
                <w:szCs w:val="24"/>
              </w:rPr>
              <w:t>ск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1.13</w:t>
            </w:r>
          </w:p>
        </w:tc>
        <w:tc>
          <w:tcPr>
            <w:tcW w:w="734" w:type="dxa"/>
            <w:gridSpan w:val="2"/>
          </w:tcPr>
          <w:p w:rsidR="003738DC" w:rsidRPr="001E2C2E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х</w:t>
            </w:r>
            <w:r w:rsidRPr="001E2C2E">
              <w:rPr>
                <w:rFonts w:ascii="Arial" w:hAnsi="Arial" w:cs="Arial"/>
                <w:sz w:val="24"/>
                <w:szCs w:val="24"/>
              </w:rPr>
              <w:t>ват д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тей в во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ра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t>те 5-18 лет пр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граммами д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полн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тельного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ния (удельный вес численно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t>ти д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тей, п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л</w:t>
            </w:r>
            <w:r w:rsidRPr="001E2C2E">
              <w:rPr>
                <w:rFonts w:ascii="Arial" w:hAnsi="Arial" w:cs="Arial"/>
                <w:sz w:val="24"/>
                <w:szCs w:val="24"/>
              </w:rPr>
              <w:t>у</w:t>
            </w:r>
            <w:r w:rsidRPr="001E2C2E">
              <w:rPr>
                <w:rFonts w:ascii="Arial" w:hAnsi="Arial" w:cs="Arial"/>
                <w:sz w:val="24"/>
                <w:szCs w:val="24"/>
              </w:rPr>
              <w:t>чающих у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t>луги д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полн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тельного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ния, в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щей численно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t>ти д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тей в во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ра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t>те 5-18 лет)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655" w:type="dxa"/>
            <w:gridSpan w:val="2"/>
          </w:tcPr>
          <w:p w:rsidR="003738DC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1.14</w:t>
            </w:r>
          </w:p>
        </w:tc>
        <w:tc>
          <w:tcPr>
            <w:tcW w:w="734" w:type="dxa"/>
            <w:gridSpan w:val="2"/>
          </w:tcPr>
          <w:p w:rsidR="003738DC" w:rsidRPr="001E2C2E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х</w:t>
            </w:r>
            <w:r w:rsidRPr="001E2C2E">
              <w:rPr>
                <w:rFonts w:ascii="Arial" w:hAnsi="Arial" w:cs="Arial"/>
                <w:sz w:val="24"/>
                <w:szCs w:val="24"/>
              </w:rPr>
              <w:t>ват д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тей в во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ра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t>те от 5 до 18 лет, имеющих право на п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л</w:t>
            </w:r>
            <w:r w:rsidRPr="001E2C2E">
              <w:rPr>
                <w:rFonts w:ascii="Arial" w:hAnsi="Arial" w:cs="Arial"/>
                <w:sz w:val="24"/>
                <w:szCs w:val="24"/>
              </w:rPr>
              <w:t>у</w:t>
            </w:r>
            <w:r w:rsidRPr="001E2C2E">
              <w:rPr>
                <w:rFonts w:ascii="Arial" w:hAnsi="Arial" w:cs="Arial"/>
                <w:sz w:val="24"/>
                <w:szCs w:val="24"/>
              </w:rPr>
              <w:t>ч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ние д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полн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тельного о</w:t>
            </w:r>
            <w:r w:rsidRPr="001E2C2E">
              <w:rPr>
                <w:rFonts w:ascii="Arial" w:hAnsi="Arial" w:cs="Arial"/>
                <w:sz w:val="24"/>
                <w:szCs w:val="24"/>
              </w:rPr>
              <w:t>б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з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>ния в рамках си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t>т</w:t>
            </w:r>
            <w:r w:rsidRPr="001E2C2E">
              <w:rPr>
                <w:rFonts w:ascii="Arial" w:hAnsi="Arial" w:cs="Arial"/>
                <w:sz w:val="24"/>
                <w:szCs w:val="24"/>
              </w:rPr>
              <w:t>е</w:t>
            </w:r>
            <w:r w:rsidRPr="001E2C2E">
              <w:rPr>
                <w:rFonts w:ascii="Arial" w:hAnsi="Arial" w:cs="Arial"/>
                <w:sz w:val="24"/>
                <w:szCs w:val="24"/>
              </w:rPr>
              <w:t>мы пе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с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н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ф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ц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ванного ф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нанс</w:t>
            </w:r>
            <w:r w:rsidRPr="001E2C2E">
              <w:rPr>
                <w:rFonts w:ascii="Arial" w:hAnsi="Arial" w:cs="Arial"/>
                <w:sz w:val="24"/>
                <w:szCs w:val="24"/>
              </w:rPr>
              <w:t>и</w:t>
            </w:r>
            <w:r w:rsidRPr="001E2C2E">
              <w:rPr>
                <w:rFonts w:ascii="Arial" w:hAnsi="Arial" w:cs="Arial"/>
                <w:sz w:val="24"/>
                <w:szCs w:val="24"/>
              </w:rPr>
              <w:t>р</w:t>
            </w:r>
            <w:r w:rsidRPr="001E2C2E">
              <w:rPr>
                <w:rFonts w:ascii="Arial" w:hAnsi="Arial" w:cs="Arial"/>
                <w:sz w:val="24"/>
                <w:szCs w:val="24"/>
              </w:rPr>
              <w:t>о</w:t>
            </w:r>
            <w:r w:rsidRPr="001E2C2E">
              <w:rPr>
                <w:rFonts w:ascii="Arial" w:hAnsi="Arial" w:cs="Arial"/>
                <w:sz w:val="24"/>
                <w:szCs w:val="24"/>
              </w:rPr>
              <w:t>в</w:t>
            </w:r>
            <w:r w:rsidRPr="001E2C2E">
              <w:rPr>
                <w:rFonts w:ascii="Arial" w:hAnsi="Arial" w:cs="Arial"/>
                <w:sz w:val="24"/>
                <w:szCs w:val="24"/>
              </w:rPr>
              <w:t>а</w:t>
            </w:r>
            <w:r w:rsidRPr="001E2C2E">
              <w:rPr>
                <w:rFonts w:ascii="Arial" w:hAnsi="Arial" w:cs="Arial"/>
                <w:sz w:val="24"/>
                <w:szCs w:val="24"/>
              </w:rPr>
              <w:t xml:space="preserve">ния 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7,16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8,96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A4420E">
            <w:pPr>
              <w:widowControl w:val="0"/>
              <w:ind w:left="-112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10,75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A4420E">
            <w:pPr>
              <w:widowControl w:val="0"/>
              <w:ind w:left="-112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A4420E">
            <w:pPr>
              <w:widowControl w:val="0"/>
              <w:ind w:left="-112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A4420E">
            <w:pPr>
              <w:widowControl w:val="0"/>
              <w:ind w:left="-112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A4420E">
            <w:pPr>
              <w:widowControl w:val="0"/>
              <w:ind w:left="-112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A4420E">
            <w:pPr>
              <w:widowControl w:val="0"/>
              <w:ind w:left="-112" w:right="-108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13,13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A4420E">
            <w:pPr>
              <w:widowControl w:val="0"/>
              <w:ind w:left="-112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1.15</w:t>
            </w:r>
          </w:p>
        </w:tc>
        <w:tc>
          <w:tcPr>
            <w:tcW w:w="734" w:type="dxa"/>
            <w:gridSpan w:val="2"/>
          </w:tcPr>
          <w:p w:rsidR="003738DC" w:rsidRPr="00DF427F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D306B7">
              <w:rPr>
                <w:rFonts w:ascii="Arial" w:hAnsi="Arial" w:cs="Arial"/>
                <w:sz w:val="24"/>
                <w:szCs w:val="24"/>
              </w:rPr>
              <w:t>Удельный вес о</w:t>
            </w:r>
            <w:r w:rsidRPr="00D306B7">
              <w:rPr>
                <w:rFonts w:ascii="Arial" w:hAnsi="Arial" w:cs="Arial"/>
                <w:sz w:val="24"/>
                <w:szCs w:val="24"/>
              </w:rPr>
              <w:t>б</w:t>
            </w:r>
            <w:r w:rsidRPr="00D306B7">
              <w:rPr>
                <w:rFonts w:ascii="Arial" w:hAnsi="Arial" w:cs="Arial"/>
                <w:sz w:val="24"/>
                <w:szCs w:val="24"/>
              </w:rPr>
              <w:t>р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з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в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тельных у</w:t>
            </w:r>
            <w:r w:rsidRPr="00D306B7">
              <w:rPr>
                <w:rFonts w:ascii="Arial" w:hAnsi="Arial" w:cs="Arial"/>
                <w:sz w:val="24"/>
                <w:szCs w:val="24"/>
              </w:rPr>
              <w:t>ч</w:t>
            </w:r>
            <w:r w:rsidRPr="00D306B7">
              <w:rPr>
                <w:rFonts w:ascii="Arial" w:hAnsi="Arial" w:cs="Arial"/>
                <w:sz w:val="24"/>
                <w:szCs w:val="24"/>
              </w:rPr>
              <w:t>р</w:t>
            </w:r>
            <w:r w:rsidRPr="00D306B7">
              <w:rPr>
                <w:rFonts w:ascii="Arial" w:hAnsi="Arial" w:cs="Arial"/>
                <w:sz w:val="24"/>
                <w:szCs w:val="24"/>
              </w:rPr>
              <w:t>е</w:t>
            </w:r>
            <w:r w:rsidRPr="00D306B7">
              <w:rPr>
                <w:rFonts w:ascii="Arial" w:hAnsi="Arial" w:cs="Arial"/>
                <w:sz w:val="24"/>
                <w:szCs w:val="24"/>
              </w:rPr>
              <w:t>ждений Парт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за</w:t>
            </w:r>
            <w:r w:rsidRPr="00D306B7">
              <w:rPr>
                <w:rFonts w:ascii="Arial" w:hAnsi="Arial" w:cs="Arial"/>
                <w:sz w:val="24"/>
                <w:szCs w:val="24"/>
              </w:rPr>
              <w:t>н</w:t>
            </w:r>
            <w:r w:rsidRPr="00D306B7">
              <w:rPr>
                <w:rFonts w:ascii="Arial" w:hAnsi="Arial" w:cs="Arial"/>
                <w:sz w:val="24"/>
                <w:szCs w:val="24"/>
              </w:rPr>
              <w:t>ск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го района, в к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т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рых оценка де</w:t>
            </w:r>
            <w:r w:rsidRPr="00D306B7">
              <w:rPr>
                <w:rFonts w:ascii="Arial" w:hAnsi="Arial" w:cs="Arial"/>
                <w:sz w:val="24"/>
                <w:szCs w:val="24"/>
              </w:rPr>
              <w:t>я</w:t>
            </w:r>
            <w:r w:rsidRPr="00D306B7">
              <w:rPr>
                <w:rFonts w:ascii="Arial" w:hAnsi="Arial" w:cs="Arial"/>
                <w:sz w:val="24"/>
                <w:szCs w:val="24"/>
              </w:rPr>
              <w:t>тельно</w:t>
            </w:r>
            <w:r w:rsidRPr="00D306B7">
              <w:rPr>
                <w:rFonts w:ascii="Arial" w:hAnsi="Arial" w:cs="Arial"/>
                <w:sz w:val="24"/>
                <w:szCs w:val="24"/>
              </w:rPr>
              <w:t>с</w:t>
            </w:r>
            <w:r w:rsidRPr="00D306B7">
              <w:rPr>
                <w:rFonts w:ascii="Arial" w:hAnsi="Arial" w:cs="Arial"/>
                <w:sz w:val="24"/>
                <w:szCs w:val="24"/>
              </w:rPr>
              <w:t>ти у</w:t>
            </w:r>
            <w:r w:rsidRPr="00D306B7">
              <w:rPr>
                <w:rFonts w:ascii="Arial" w:hAnsi="Arial" w:cs="Arial"/>
                <w:sz w:val="24"/>
                <w:szCs w:val="24"/>
              </w:rPr>
              <w:t>ч</w:t>
            </w:r>
            <w:r w:rsidRPr="00D306B7">
              <w:rPr>
                <w:rFonts w:ascii="Arial" w:hAnsi="Arial" w:cs="Arial"/>
                <w:sz w:val="24"/>
                <w:szCs w:val="24"/>
              </w:rPr>
              <w:t>р</w:t>
            </w:r>
            <w:r w:rsidRPr="00D306B7">
              <w:rPr>
                <w:rFonts w:ascii="Arial" w:hAnsi="Arial" w:cs="Arial"/>
                <w:sz w:val="24"/>
                <w:szCs w:val="24"/>
              </w:rPr>
              <w:t>е</w:t>
            </w:r>
            <w:r w:rsidRPr="00D306B7">
              <w:rPr>
                <w:rFonts w:ascii="Arial" w:hAnsi="Arial" w:cs="Arial"/>
                <w:sz w:val="24"/>
                <w:szCs w:val="24"/>
              </w:rPr>
              <w:t>ждений д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полн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тельного о</w:t>
            </w:r>
            <w:r w:rsidRPr="00D306B7">
              <w:rPr>
                <w:rFonts w:ascii="Arial" w:hAnsi="Arial" w:cs="Arial"/>
                <w:sz w:val="24"/>
                <w:szCs w:val="24"/>
              </w:rPr>
              <w:t>б</w:t>
            </w:r>
            <w:r w:rsidRPr="00D306B7">
              <w:rPr>
                <w:rFonts w:ascii="Arial" w:hAnsi="Arial" w:cs="Arial"/>
                <w:sz w:val="24"/>
                <w:szCs w:val="24"/>
              </w:rPr>
              <w:t>р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з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в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ния, их р</w:t>
            </w:r>
            <w:r w:rsidRPr="00D306B7">
              <w:rPr>
                <w:rFonts w:ascii="Arial" w:hAnsi="Arial" w:cs="Arial"/>
                <w:sz w:val="24"/>
                <w:szCs w:val="24"/>
              </w:rPr>
              <w:t>у</w:t>
            </w:r>
            <w:r w:rsidRPr="00D306B7">
              <w:rPr>
                <w:rFonts w:ascii="Arial" w:hAnsi="Arial" w:cs="Arial"/>
                <w:sz w:val="24"/>
                <w:szCs w:val="24"/>
              </w:rPr>
              <w:t>к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в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д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т</w:t>
            </w:r>
            <w:r w:rsidRPr="00D306B7">
              <w:rPr>
                <w:rFonts w:ascii="Arial" w:hAnsi="Arial" w:cs="Arial"/>
                <w:sz w:val="24"/>
                <w:szCs w:val="24"/>
              </w:rPr>
              <w:t>е</w:t>
            </w:r>
            <w:r w:rsidRPr="00D306B7">
              <w:rPr>
                <w:rFonts w:ascii="Arial" w:hAnsi="Arial" w:cs="Arial"/>
                <w:sz w:val="24"/>
                <w:szCs w:val="24"/>
              </w:rPr>
              <w:t>лей и о</w:t>
            </w:r>
            <w:r w:rsidRPr="00D306B7">
              <w:rPr>
                <w:rFonts w:ascii="Arial" w:hAnsi="Arial" w:cs="Arial"/>
                <w:sz w:val="24"/>
                <w:szCs w:val="24"/>
              </w:rPr>
              <w:t>с</w:t>
            </w:r>
            <w:r w:rsidRPr="00D306B7">
              <w:rPr>
                <w:rFonts w:ascii="Arial" w:hAnsi="Arial" w:cs="Arial"/>
                <w:sz w:val="24"/>
                <w:szCs w:val="24"/>
              </w:rPr>
              <w:t>новных к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т</w:t>
            </w:r>
            <w:r w:rsidRPr="00D306B7">
              <w:rPr>
                <w:rFonts w:ascii="Arial" w:hAnsi="Arial" w:cs="Arial"/>
                <w:sz w:val="24"/>
                <w:szCs w:val="24"/>
              </w:rPr>
              <w:t>е</w:t>
            </w:r>
            <w:r w:rsidRPr="00D306B7">
              <w:rPr>
                <w:rFonts w:ascii="Arial" w:hAnsi="Arial" w:cs="Arial"/>
                <w:sz w:val="24"/>
                <w:szCs w:val="24"/>
              </w:rPr>
              <w:t>г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рий р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бо</w:t>
            </w:r>
            <w:r w:rsidRPr="00D306B7">
              <w:rPr>
                <w:rFonts w:ascii="Arial" w:hAnsi="Arial" w:cs="Arial"/>
                <w:sz w:val="24"/>
                <w:szCs w:val="24"/>
              </w:rPr>
              <w:t>т</w:t>
            </w:r>
            <w:r w:rsidRPr="00D306B7">
              <w:rPr>
                <w:rFonts w:ascii="Arial" w:hAnsi="Arial" w:cs="Arial"/>
                <w:sz w:val="24"/>
                <w:szCs w:val="24"/>
              </w:rPr>
              <w:t>н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ков осущ</w:t>
            </w:r>
            <w:r w:rsidRPr="00D306B7">
              <w:rPr>
                <w:rFonts w:ascii="Arial" w:hAnsi="Arial" w:cs="Arial"/>
                <w:sz w:val="24"/>
                <w:szCs w:val="24"/>
              </w:rPr>
              <w:t>е</w:t>
            </w:r>
            <w:r w:rsidRPr="00D306B7">
              <w:rPr>
                <w:rFonts w:ascii="Arial" w:hAnsi="Arial" w:cs="Arial"/>
                <w:sz w:val="24"/>
                <w:szCs w:val="24"/>
              </w:rPr>
              <w:t>ствляе</w:t>
            </w:r>
            <w:r w:rsidRPr="00D306B7">
              <w:rPr>
                <w:rFonts w:ascii="Arial" w:hAnsi="Arial" w:cs="Arial"/>
                <w:sz w:val="24"/>
                <w:szCs w:val="24"/>
              </w:rPr>
              <w:t>т</w:t>
            </w:r>
            <w:r w:rsidRPr="00D306B7">
              <w:rPr>
                <w:rFonts w:ascii="Arial" w:hAnsi="Arial" w:cs="Arial"/>
                <w:sz w:val="24"/>
                <w:szCs w:val="24"/>
              </w:rPr>
              <w:t>ся на о</w:t>
            </w:r>
            <w:r w:rsidRPr="00D306B7">
              <w:rPr>
                <w:rFonts w:ascii="Arial" w:hAnsi="Arial" w:cs="Arial"/>
                <w:sz w:val="24"/>
                <w:szCs w:val="24"/>
              </w:rPr>
              <w:t>с</w:t>
            </w:r>
            <w:r w:rsidRPr="00D306B7">
              <w:rPr>
                <w:rFonts w:ascii="Arial" w:hAnsi="Arial" w:cs="Arial"/>
                <w:sz w:val="24"/>
                <w:szCs w:val="24"/>
              </w:rPr>
              <w:t>н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в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нии п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к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з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т</w:t>
            </w:r>
            <w:r w:rsidRPr="00D306B7">
              <w:rPr>
                <w:rFonts w:ascii="Arial" w:hAnsi="Arial" w:cs="Arial"/>
                <w:sz w:val="24"/>
                <w:szCs w:val="24"/>
              </w:rPr>
              <w:t>е</w:t>
            </w:r>
            <w:r w:rsidRPr="00D306B7">
              <w:rPr>
                <w:rFonts w:ascii="Arial" w:hAnsi="Arial" w:cs="Arial"/>
                <w:sz w:val="24"/>
                <w:szCs w:val="24"/>
              </w:rPr>
              <w:t>лей э</w:t>
            </w:r>
            <w:r w:rsidRPr="00D306B7">
              <w:rPr>
                <w:rFonts w:ascii="Arial" w:hAnsi="Arial" w:cs="Arial"/>
                <w:sz w:val="24"/>
                <w:szCs w:val="24"/>
              </w:rPr>
              <w:t>ф</w:t>
            </w:r>
            <w:r w:rsidRPr="00D306B7">
              <w:rPr>
                <w:rFonts w:ascii="Arial" w:hAnsi="Arial" w:cs="Arial"/>
                <w:sz w:val="24"/>
                <w:szCs w:val="24"/>
              </w:rPr>
              <w:t>фекти</w:t>
            </w:r>
            <w:r w:rsidRPr="00D306B7">
              <w:rPr>
                <w:rFonts w:ascii="Arial" w:hAnsi="Arial" w:cs="Arial"/>
                <w:sz w:val="24"/>
                <w:szCs w:val="24"/>
              </w:rPr>
              <w:t>в</w:t>
            </w:r>
            <w:r w:rsidRPr="00D306B7">
              <w:rPr>
                <w:rFonts w:ascii="Arial" w:hAnsi="Arial" w:cs="Arial"/>
                <w:sz w:val="24"/>
                <w:szCs w:val="24"/>
              </w:rPr>
              <w:t>но</w:t>
            </w:r>
            <w:r w:rsidRPr="00D306B7">
              <w:rPr>
                <w:rFonts w:ascii="Arial" w:hAnsi="Arial" w:cs="Arial"/>
                <w:sz w:val="24"/>
                <w:szCs w:val="24"/>
              </w:rPr>
              <w:t>с</w:t>
            </w:r>
            <w:r w:rsidRPr="00D306B7">
              <w:rPr>
                <w:rFonts w:ascii="Arial" w:hAnsi="Arial" w:cs="Arial"/>
                <w:sz w:val="24"/>
                <w:szCs w:val="24"/>
              </w:rPr>
              <w:t>ти де</w:t>
            </w:r>
            <w:r w:rsidRPr="00D306B7">
              <w:rPr>
                <w:rFonts w:ascii="Arial" w:hAnsi="Arial" w:cs="Arial"/>
                <w:sz w:val="24"/>
                <w:szCs w:val="24"/>
              </w:rPr>
              <w:t>я</w:t>
            </w:r>
            <w:r w:rsidRPr="00D306B7">
              <w:rPr>
                <w:rFonts w:ascii="Arial" w:hAnsi="Arial" w:cs="Arial"/>
                <w:sz w:val="24"/>
                <w:szCs w:val="24"/>
              </w:rPr>
              <w:t>тельно</w:t>
            </w:r>
            <w:r w:rsidRPr="00D306B7">
              <w:rPr>
                <w:rFonts w:ascii="Arial" w:hAnsi="Arial" w:cs="Arial"/>
                <w:sz w:val="24"/>
                <w:szCs w:val="24"/>
              </w:rPr>
              <w:t>с</w:t>
            </w:r>
            <w:r w:rsidRPr="00D306B7">
              <w:rPr>
                <w:rFonts w:ascii="Arial" w:hAnsi="Arial" w:cs="Arial"/>
                <w:sz w:val="24"/>
                <w:szCs w:val="24"/>
              </w:rPr>
              <w:t>ти подв</w:t>
            </w:r>
            <w:r w:rsidRPr="00D306B7">
              <w:rPr>
                <w:rFonts w:ascii="Arial" w:hAnsi="Arial" w:cs="Arial"/>
                <w:sz w:val="24"/>
                <w:szCs w:val="24"/>
              </w:rPr>
              <w:t>е</w:t>
            </w:r>
            <w:r w:rsidRPr="00D306B7">
              <w:rPr>
                <w:rFonts w:ascii="Arial" w:hAnsi="Arial" w:cs="Arial"/>
                <w:sz w:val="24"/>
                <w:szCs w:val="24"/>
              </w:rPr>
              <w:t>домственных м</w:t>
            </w:r>
            <w:r w:rsidRPr="00D306B7">
              <w:rPr>
                <w:rFonts w:ascii="Arial" w:hAnsi="Arial" w:cs="Arial"/>
                <w:sz w:val="24"/>
                <w:szCs w:val="24"/>
              </w:rPr>
              <w:t>у</w:t>
            </w:r>
            <w:r w:rsidRPr="00D306B7">
              <w:rPr>
                <w:rFonts w:ascii="Arial" w:hAnsi="Arial" w:cs="Arial"/>
                <w:sz w:val="24"/>
                <w:szCs w:val="24"/>
              </w:rPr>
              <w:t>н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ц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пальных у</w:t>
            </w:r>
            <w:r w:rsidRPr="00D306B7">
              <w:rPr>
                <w:rFonts w:ascii="Arial" w:hAnsi="Arial" w:cs="Arial"/>
                <w:sz w:val="24"/>
                <w:szCs w:val="24"/>
              </w:rPr>
              <w:t>ч</w:t>
            </w:r>
            <w:r w:rsidRPr="00D306B7">
              <w:rPr>
                <w:rFonts w:ascii="Arial" w:hAnsi="Arial" w:cs="Arial"/>
                <w:sz w:val="24"/>
                <w:szCs w:val="24"/>
              </w:rPr>
              <w:t>р</w:t>
            </w:r>
            <w:r w:rsidRPr="00D306B7">
              <w:rPr>
                <w:rFonts w:ascii="Arial" w:hAnsi="Arial" w:cs="Arial"/>
                <w:sz w:val="24"/>
                <w:szCs w:val="24"/>
              </w:rPr>
              <w:t>е</w:t>
            </w:r>
            <w:r w:rsidRPr="00D306B7">
              <w:rPr>
                <w:rFonts w:ascii="Arial" w:hAnsi="Arial" w:cs="Arial"/>
                <w:sz w:val="24"/>
                <w:szCs w:val="24"/>
              </w:rPr>
              <w:t>ждений д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полн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тельного о</w:t>
            </w:r>
            <w:r w:rsidRPr="00D306B7">
              <w:rPr>
                <w:rFonts w:ascii="Arial" w:hAnsi="Arial" w:cs="Arial"/>
                <w:sz w:val="24"/>
                <w:szCs w:val="24"/>
              </w:rPr>
              <w:t>б</w:t>
            </w:r>
            <w:r w:rsidRPr="00D306B7">
              <w:rPr>
                <w:rFonts w:ascii="Arial" w:hAnsi="Arial" w:cs="Arial"/>
                <w:sz w:val="24"/>
                <w:szCs w:val="24"/>
              </w:rPr>
              <w:t>р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з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в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ния (не м</w:t>
            </w:r>
            <w:r w:rsidRPr="00D306B7">
              <w:rPr>
                <w:rFonts w:ascii="Arial" w:hAnsi="Arial" w:cs="Arial"/>
                <w:sz w:val="24"/>
                <w:szCs w:val="24"/>
              </w:rPr>
              <w:t>е</w:t>
            </w:r>
            <w:r w:rsidRPr="00D306B7">
              <w:rPr>
                <w:rFonts w:ascii="Arial" w:hAnsi="Arial" w:cs="Arial"/>
                <w:sz w:val="24"/>
                <w:szCs w:val="24"/>
              </w:rPr>
              <w:t>нее чем 80 % м</w:t>
            </w:r>
            <w:r w:rsidRPr="00D306B7">
              <w:rPr>
                <w:rFonts w:ascii="Arial" w:hAnsi="Arial" w:cs="Arial"/>
                <w:sz w:val="24"/>
                <w:szCs w:val="24"/>
              </w:rPr>
              <w:t>у</w:t>
            </w:r>
            <w:r w:rsidRPr="00D306B7">
              <w:rPr>
                <w:rFonts w:ascii="Arial" w:hAnsi="Arial" w:cs="Arial"/>
                <w:sz w:val="24"/>
                <w:szCs w:val="24"/>
              </w:rPr>
              <w:t>н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ц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пальных у</w:t>
            </w:r>
            <w:r w:rsidRPr="00D306B7">
              <w:rPr>
                <w:rFonts w:ascii="Arial" w:hAnsi="Arial" w:cs="Arial"/>
                <w:sz w:val="24"/>
                <w:szCs w:val="24"/>
              </w:rPr>
              <w:t>ч</w:t>
            </w:r>
            <w:r w:rsidRPr="00D306B7">
              <w:rPr>
                <w:rFonts w:ascii="Arial" w:hAnsi="Arial" w:cs="Arial"/>
                <w:sz w:val="24"/>
                <w:szCs w:val="24"/>
              </w:rPr>
              <w:t>р</w:t>
            </w:r>
            <w:r w:rsidRPr="00D306B7">
              <w:rPr>
                <w:rFonts w:ascii="Arial" w:hAnsi="Arial" w:cs="Arial"/>
                <w:sz w:val="24"/>
                <w:szCs w:val="24"/>
              </w:rPr>
              <w:t>е</w:t>
            </w:r>
            <w:r w:rsidRPr="00D306B7">
              <w:rPr>
                <w:rFonts w:ascii="Arial" w:hAnsi="Arial" w:cs="Arial"/>
                <w:sz w:val="24"/>
                <w:szCs w:val="24"/>
              </w:rPr>
              <w:t>ждений д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полн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тельного о</w:t>
            </w:r>
            <w:r w:rsidRPr="00D306B7">
              <w:rPr>
                <w:rFonts w:ascii="Arial" w:hAnsi="Arial" w:cs="Arial"/>
                <w:sz w:val="24"/>
                <w:szCs w:val="24"/>
              </w:rPr>
              <w:t>б</w:t>
            </w:r>
            <w:r w:rsidRPr="00D306B7">
              <w:rPr>
                <w:rFonts w:ascii="Arial" w:hAnsi="Arial" w:cs="Arial"/>
                <w:sz w:val="24"/>
                <w:szCs w:val="24"/>
              </w:rPr>
              <w:t>р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з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в</w:t>
            </w:r>
            <w:r w:rsidRPr="00D306B7">
              <w:rPr>
                <w:rFonts w:ascii="Arial" w:hAnsi="Arial" w:cs="Arial"/>
                <w:sz w:val="24"/>
                <w:szCs w:val="24"/>
              </w:rPr>
              <w:t>а</w:t>
            </w:r>
            <w:r w:rsidRPr="00D306B7">
              <w:rPr>
                <w:rFonts w:ascii="Arial" w:hAnsi="Arial" w:cs="Arial"/>
                <w:sz w:val="24"/>
                <w:szCs w:val="24"/>
              </w:rPr>
              <w:t>ния Парт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за</w:t>
            </w:r>
            <w:r w:rsidRPr="00D306B7">
              <w:rPr>
                <w:rFonts w:ascii="Arial" w:hAnsi="Arial" w:cs="Arial"/>
                <w:sz w:val="24"/>
                <w:szCs w:val="24"/>
              </w:rPr>
              <w:t>н</w:t>
            </w:r>
            <w:r w:rsidRPr="00D306B7">
              <w:rPr>
                <w:rFonts w:ascii="Arial" w:hAnsi="Arial" w:cs="Arial"/>
                <w:sz w:val="24"/>
                <w:szCs w:val="24"/>
              </w:rPr>
              <w:t>ск</w:t>
            </w:r>
            <w:r w:rsidRPr="00D306B7">
              <w:rPr>
                <w:rFonts w:ascii="Arial" w:hAnsi="Arial" w:cs="Arial"/>
                <w:sz w:val="24"/>
                <w:szCs w:val="24"/>
              </w:rPr>
              <w:t>о</w:t>
            </w:r>
            <w:r w:rsidRPr="00D306B7">
              <w:rPr>
                <w:rFonts w:ascii="Arial" w:hAnsi="Arial" w:cs="Arial"/>
                <w:sz w:val="24"/>
                <w:szCs w:val="24"/>
              </w:rPr>
              <w:t>го района)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1.16</w:t>
            </w:r>
          </w:p>
        </w:tc>
        <w:tc>
          <w:tcPr>
            <w:tcW w:w="734" w:type="dxa"/>
            <w:gridSpan w:val="2"/>
          </w:tcPr>
          <w:p w:rsidR="003738DC" w:rsidRPr="002A40AC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A40AC">
              <w:rPr>
                <w:rFonts w:ascii="Arial" w:hAnsi="Arial" w:cs="Arial"/>
                <w:sz w:val="24"/>
                <w:szCs w:val="24"/>
              </w:rPr>
              <w:t>Удельный вес численно</w:t>
            </w:r>
            <w:r w:rsidRPr="002A40AC">
              <w:rPr>
                <w:rFonts w:ascii="Arial" w:hAnsi="Arial" w:cs="Arial"/>
                <w:sz w:val="24"/>
                <w:szCs w:val="24"/>
              </w:rPr>
              <w:t>с</w:t>
            </w:r>
            <w:r w:rsidRPr="002A40AC">
              <w:rPr>
                <w:rFonts w:ascii="Arial" w:hAnsi="Arial" w:cs="Arial"/>
                <w:sz w:val="24"/>
                <w:szCs w:val="24"/>
              </w:rPr>
              <w:t>ти об</w:t>
            </w:r>
            <w:r w:rsidRPr="002A40AC">
              <w:rPr>
                <w:rFonts w:ascii="Arial" w:hAnsi="Arial" w:cs="Arial"/>
                <w:sz w:val="24"/>
                <w:szCs w:val="24"/>
              </w:rPr>
              <w:t>у</w:t>
            </w:r>
            <w:r w:rsidRPr="002A40AC">
              <w:rPr>
                <w:rFonts w:ascii="Arial" w:hAnsi="Arial" w:cs="Arial"/>
                <w:sz w:val="24"/>
                <w:szCs w:val="24"/>
              </w:rPr>
              <w:t xml:space="preserve">чающихся </w:t>
            </w:r>
          </w:p>
          <w:p w:rsidR="003738DC" w:rsidRPr="002A40AC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A40AC">
              <w:rPr>
                <w:rFonts w:ascii="Arial" w:hAnsi="Arial" w:cs="Arial"/>
                <w:sz w:val="24"/>
                <w:szCs w:val="24"/>
              </w:rPr>
              <w:t>по пр</w:t>
            </w:r>
            <w:r w:rsidRPr="002A40AC">
              <w:rPr>
                <w:rFonts w:ascii="Arial" w:hAnsi="Arial" w:cs="Arial"/>
                <w:sz w:val="24"/>
                <w:szCs w:val="24"/>
              </w:rPr>
              <w:t>о</w:t>
            </w:r>
            <w:r w:rsidRPr="002A40AC">
              <w:rPr>
                <w:rFonts w:ascii="Arial" w:hAnsi="Arial" w:cs="Arial"/>
                <w:sz w:val="24"/>
                <w:szCs w:val="24"/>
              </w:rPr>
              <w:t>граммам о</w:t>
            </w:r>
            <w:r w:rsidRPr="002A40AC">
              <w:rPr>
                <w:rFonts w:ascii="Arial" w:hAnsi="Arial" w:cs="Arial"/>
                <w:sz w:val="24"/>
                <w:szCs w:val="24"/>
              </w:rPr>
              <w:t>б</w:t>
            </w:r>
            <w:r w:rsidRPr="002A40AC">
              <w:rPr>
                <w:rFonts w:ascii="Arial" w:hAnsi="Arial" w:cs="Arial"/>
                <w:sz w:val="24"/>
                <w:szCs w:val="24"/>
              </w:rPr>
              <w:t>щ</w:t>
            </w:r>
            <w:r w:rsidRPr="002A40AC">
              <w:rPr>
                <w:rFonts w:ascii="Arial" w:hAnsi="Arial" w:cs="Arial"/>
                <w:sz w:val="24"/>
                <w:szCs w:val="24"/>
              </w:rPr>
              <w:t>е</w:t>
            </w:r>
            <w:r w:rsidRPr="002A40AC">
              <w:rPr>
                <w:rFonts w:ascii="Arial" w:hAnsi="Arial" w:cs="Arial"/>
                <w:sz w:val="24"/>
                <w:szCs w:val="24"/>
              </w:rPr>
              <w:t>го о</w:t>
            </w:r>
            <w:r w:rsidRPr="002A40AC">
              <w:rPr>
                <w:rFonts w:ascii="Arial" w:hAnsi="Arial" w:cs="Arial"/>
                <w:sz w:val="24"/>
                <w:szCs w:val="24"/>
              </w:rPr>
              <w:t>б</w:t>
            </w:r>
            <w:r w:rsidRPr="002A40AC">
              <w:rPr>
                <w:rFonts w:ascii="Arial" w:hAnsi="Arial" w:cs="Arial"/>
                <w:sz w:val="24"/>
                <w:szCs w:val="24"/>
              </w:rPr>
              <w:t>р</w:t>
            </w:r>
            <w:r w:rsidRPr="002A40AC">
              <w:rPr>
                <w:rFonts w:ascii="Arial" w:hAnsi="Arial" w:cs="Arial"/>
                <w:sz w:val="24"/>
                <w:szCs w:val="24"/>
              </w:rPr>
              <w:t>а</w:t>
            </w:r>
            <w:r w:rsidRPr="002A40AC">
              <w:rPr>
                <w:rFonts w:ascii="Arial" w:hAnsi="Arial" w:cs="Arial"/>
                <w:sz w:val="24"/>
                <w:szCs w:val="24"/>
              </w:rPr>
              <w:t>з</w:t>
            </w:r>
            <w:r w:rsidRPr="002A40AC">
              <w:rPr>
                <w:rFonts w:ascii="Arial" w:hAnsi="Arial" w:cs="Arial"/>
                <w:sz w:val="24"/>
                <w:szCs w:val="24"/>
              </w:rPr>
              <w:t>о</w:t>
            </w:r>
            <w:r w:rsidRPr="002A40AC">
              <w:rPr>
                <w:rFonts w:ascii="Arial" w:hAnsi="Arial" w:cs="Arial"/>
                <w:sz w:val="24"/>
                <w:szCs w:val="24"/>
              </w:rPr>
              <w:t>в</w:t>
            </w:r>
            <w:r w:rsidRPr="002A40AC">
              <w:rPr>
                <w:rFonts w:ascii="Arial" w:hAnsi="Arial" w:cs="Arial"/>
                <w:sz w:val="24"/>
                <w:szCs w:val="24"/>
              </w:rPr>
              <w:t>а</w:t>
            </w:r>
            <w:r w:rsidRPr="002A40AC">
              <w:rPr>
                <w:rFonts w:ascii="Arial" w:hAnsi="Arial" w:cs="Arial"/>
                <w:sz w:val="24"/>
                <w:szCs w:val="24"/>
              </w:rPr>
              <w:t>ния, уч</w:t>
            </w:r>
            <w:r w:rsidRPr="002A40AC">
              <w:rPr>
                <w:rFonts w:ascii="Arial" w:hAnsi="Arial" w:cs="Arial"/>
                <w:sz w:val="24"/>
                <w:szCs w:val="24"/>
              </w:rPr>
              <w:t>а</w:t>
            </w:r>
            <w:r w:rsidRPr="002A40AC">
              <w:rPr>
                <w:rFonts w:ascii="Arial" w:hAnsi="Arial" w:cs="Arial"/>
                <w:sz w:val="24"/>
                <w:szCs w:val="24"/>
              </w:rPr>
              <w:t xml:space="preserve">ствующих </w:t>
            </w:r>
          </w:p>
          <w:p w:rsidR="003738DC" w:rsidRPr="00E47A09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A40AC">
              <w:rPr>
                <w:rFonts w:ascii="Arial" w:hAnsi="Arial" w:cs="Arial"/>
                <w:sz w:val="24"/>
                <w:szCs w:val="24"/>
              </w:rPr>
              <w:t>в олимпиадах и ко</w:t>
            </w:r>
            <w:r w:rsidRPr="002A40AC">
              <w:rPr>
                <w:rFonts w:ascii="Arial" w:hAnsi="Arial" w:cs="Arial"/>
                <w:sz w:val="24"/>
                <w:szCs w:val="24"/>
              </w:rPr>
              <w:t>н</w:t>
            </w:r>
            <w:r w:rsidRPr="002A40AC">
              <w:rPr>
                <w:rFonts w:ascii="Arial" w:hAnsi="Arial" w:cs="Arial"/>
                <w:sz w:val="24"/>
                <w:szCs w:val="24"/>
              </w:rPr>
              <w:t>ку</w:t>
            </w:r>
            <w:r w:rsidRPr="002A40AC">
              <w:rPr>
                <w:rFonts w:ascii="Arial" w:hAnsi="Arial" w:cs="Arial"/>
                <w:sz w:val="24"/>
                <w:szCs w:val="24"/>
              </w:rPr>
              <w:t>р</w:t>
            </w:r>
            <w:r w:rsidRPr="002A40AC">
              <w:rPr>
                <w:rFonts w:ascii="Arial" w:hAnsi="Arial" w:cs="Arial"/>
                <w:sz w:val="24"/>
                <w:szCs w:val="24"/>
              </w:rPr>
              <w:t>сах ра</w:t>
            </w:r>
            <w:r w:rsidRPr="002A40AC">
              <w:rPr>
                <w:rFonts w:ascii="Arial" w:hAnsi="Arial" w:cs="Arial"/>
                <w:sz w:val="24"/>
                <w:szCs w:val="24"/>
              </w:rPr>
              <w:t>з</w:t>
            </w:r>
            <w:r w:rsidRPr="002A40AC">
              <w:rPr>
                <w:rFonts w:ascii="Arial" w:hAnsi="Arial" w:cs="Arial"/>
                <w:sz w:val="24"/>
                <w:szCs w:val="24"/>
              </w:rPr>
              <w:t>личного уровня, в о</w:t>
            </w:r>
            <w:r w:rsidRPr="002A40AC">
              <w:rPr>
                <w:rFonts w:ascii="Arial" w:hAnsi="Arial" w:cs="Arial"/>
                <w:sz w:val="24"/>
                <w:szCs w:val="24"/>
              </w:rPr>
              <w:t>б</w:t>
            </w:r>
            <w:r w:rsidRPr="002A40AC">
              <w:rPr>
                <w:rFonts w:ascii="Arial" w:hAnsi="Arial" w:cs="Arial"/>
                <w:sz w:val="24"/>
                <w:szCs w:val="24"/>
              </w:rPr>
              <w:t>щей численно</w:t>
            </w:r>
            <w:r w:rsidRPr="002A40AC">
              <w:rPr>
                <w:rFonts w:ascii="Arial" w:hAnsi="Arial" w:cs="Arial"/>
                <w:sz w:val="24"/>
                <w:szCs w:val="24"/>
              </w:rPr>
              <w:t>с</w:t>
            </w:r>
            <w:r w:rsidRPr="002A40AC">
              <w:rPr>
                <w:rFonts w:ascii="Arial" w:hAnsi="Arial" w:cs="Arial"/>
                <w:sz w:val="24"/>
                <w:szCs w:val="24"/>
              </w:rPr>
              <w:t>ти об</w:t>
            </w:r>
            <w:r w:rsidRPr="002A40AC">
              <w:rPr>
                <w:rFonts w:ascii="Arial" w:hAnsi="Arial" w:cs="Arial"/>
                <w:sz w:val="24"/>
                <w:szCs w:val="24"/>
              </w:rPr>
              <w:t>у</w:t>
            </w:r>
            <w:r w:rsidRPr="002A40AC">
              <w:rPr>
                <w:rFonts w:ascii="Arial" w:hAnsi="Arial" w:cs="Arial"/>
                <w:sz w:val="24"/>
                <w:szCs w:val="24"/>
              </w:rPr>
              <w:t>чающихся по пр</w:t>
            </w:r>
            <w:r w:rsidRPr="002A40AC">
              <w:rPr>
                <w:rFonts w:ascii="Arial" w:hAnsi="Arial" w:cs="Arial"/>
                <w:sz w:val="24"/>
                <w:szCs w:val="24"/>
              </w:rPr>
              <w:t>о</w:t>
            </w:r>
            <w:r w:rsidRPr="002A40AC">
              <w:rPr>
                <w:rFonts w:ascii="Arial" w:hAnsi="Arial" w:cs="Arial"/>
                <w:sz w:val="24"/>
                <w:szCs w:val="24"/>
              </w:rPr>
              <w:t>граммам о</w:t>
            </w:r>
            <w:r w:rsidRPr="002A40AC">
              <w:rPr>
                <w:rFonts w:ascii="Arial" w:hAnsi="Arial" w:cs="Arial"/>
                <w:sz w:val="24"/>
                <w:szCs w:val="24"/>
              </w:rPr>
              <w:t>б</w:t>
            </w:r>
            <w:r w:rsidRPr="002A40AC">
              <w:rPr>
                <w:rFonts w:ascii="Arial" w:hAnsi="Arial" w:cs="Arial"/>
                <w:sz w:val="24"/>
                <w:szCs w:val="24"/>
              </w:rPr>
              <w:t>щ</w:t>
            </w:r>
            <w:r w:rsidRPr="002A40AC">
              <w:rPr>
                <w:rFonts w:ascii="Arial" w:hAnsi="Arial" w:cs="Arial"/>
                <w:sz w:val="24"/>
                <w:szCs w:val="24"/>
              </w:rPr>
              <w:t>е</w:t>
            </w:r>
            <w:r w:rsidRPr="002A40AC">
              <w:rPr>
                <w:rFonts w:ascii="Arial" w:hAnsi="Arial" w:cs="Arial"/>
                <w:sz w:val="24"/>
                <w:szCs w:val="24"/>
              </w:rPr>
              <w:t>го о</w:t>
            </w:r>
            <w:r w:rsidRPr="002A40AC">
              <w:rPr>
                <w:rFonts w:ascii="Arial" w:hAnsi="Arial" w:cs="Arial"/>
                <w:sz w:val="24"/>
                <w:szCs w:val="24"/>
              </w:rPr>
              <w:t>б</w:t>
            </w:r>
            <w:r w:rsidRPr="002A40AC">
              <w:rPr>
                <w:rFonts w:ascii="Arial" w:hAnsi="Arial" w:cs="Arial"/>
                <w:sz w:val="24"/>
                <w:szCs w:val="24"/>
              </w:rPr>
              <w:t>р</w:t>
            </w:r>
            <w:r w:rsidRPr="002A40AC">
              <w:rPr>
                <w:rFonts w:ascii="Arial" w:hAnsi="Arial" w:cs="Arial"/>
                <w:sz w:val="24"/>
                <w:szCs w:val="24"/>
              </w:rPr>
              <w:t>а</w:t>
            </w:r>
            <w:r w:rsidRPr="002A40AC">
              <w:rPr>
                <w:rFonts w:ascii="Arial" w:hAnsi="Arial" w:cs="Arial"/>
                <w:sz w:val="24"/>
                <w:szCs w:val="24"/>
              </w:rPr>
              <w:t>з</w:t>
            </w:r>
            <w:r w:rsidRPr="002A40AC">
              <w:rPr>
                <w:rFonts w:ascii="Arial" w:hAnsi="Arial" w:cs="Arial"/>
                <w:sz w:val="24"/>
                <w:szCs w:val="24"/>
              </w:rPr>
              <w:t>о</w:t>
            </w:r>
            <w:r w:rsidRPr="002A40AC">
              <w:rPr>
                <w:rFonts w:ascii="Arial" w:hAnsi="Arial" w:cs="Arial"/>
                <w:sz w:val="24"/>
                <w:szCs w:val="24"/>
              </w:rPr>
              <w:t>в</w:t>
            </w:r>
            <w:r w:rsidRPr="002A40AC">
              <w:rPr>
                <w:rFonts w:ascii="Arial" w:hAnsi="Arial" w:cs="Arial"/>
                <w:sz w:val="24"/>
                <w:szCs w:val="24"/>
              </w:rPr>
              <w:t>а</w:t>
            </w:r>
            <w:r w:rsidRPr="002A40AC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44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77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09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08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09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41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09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38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41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72" w:type="dxa"/>
            <w:gridSpan w:val="3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05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40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840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55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888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65" w:type="dxa"/>
            <w:gridSpan w:val="2"/>
          </w:tcPr>
          <w:p w:rsidR="003738DC" w:rsidRPr="007F702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1.17</w:t>
            </w:r>
          </w:p>
        </w:tc>
        <w:tc>
          <w:tcPr>
            <w:tcW w:w="734" w:type="dxa"/>
            <w:gridSpan w:val="2"/>
          </w:tcPr>
          <w:p w:rsidR="003738DC" w:rsidRPr="003C24A5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3C24A5">
              <w:rPr>
                <w:rFonts w:ascii="Arial" w:hAnsi="Arial" w:cs="Arial"/>
                <w:sz w:val="24"/>
                <w:szCs w:val="24"/>
              </w:rPr>
              <w:t>Д</w:t>
            </w:r>
            <w:r w:rsidRPr="003C24A5">
              <w:rPr>
                <w:rFonts w:ascii="Arial" w:hAnsi="Arial" w:cs="Arial"/>
                <w:sz w:val="24"/>
                <w:szCs w:val="24"/>
              </w:rPr>
              <w:t>о</w:t>
            </w:r>
            <w:r w:rsidRPr="003C24A5">
              <w:rPr>
                <w:rFonts w:ascii="Arial" w:hAnsi="Arial" w:cs="Arial"/>
                <w:sz w:val="24"/>
                <w:szCs w:val="24"/>
              </w:rPr>
              <w:t>ля о</w:t>
            </w:r>
            <w:r w:rsidRPr="003C24A5">
              <w:rPr>
                <w:rFonts w:ascii="Arial" w:hAnsi="Arial" w:cs="Arial"/>
                <w:sz w:val="24"/>
                <w:szCs w:val="24"/>
              </w:rPr>
              <w:t>з</w:t>
            </w:r>
            <w:r w:rsidRPr="003C24A5">
              <w:rPr>
                <w:rFonts w:ascii="Arial" w:hAnsi="Arial" w:cs="Arial"/>
                <w:sz w:val="24"/>
                <w:szCs w:val="24"/>
              </w:rPr>
              <w:t>д</w:t>
            </w:r>
            <w:r w:rsidRPr="003C24A5">
              <w:rPr>
                <w:rFonts w:ascii="Arial" w:hAnsi="Arial" w:cs="Arial"/>
                <w:sz w:val="24"/>
                <w:szCs w:val="24"/>
              </w:rPr>
              <w:t>о</w:t>
            </w:r>
            <w:r w:rsidRPr="003C24A5">
              <w:rPr>
                <w:rFonts w:ascii="Arial" w:hAnsi="Arial" w:cs="Arial"/>
                <w:sz w:val="24"/>
                <w:szCs w:val="24"/>
              </w:rPr>
              <w:t>ровленных д</w:t>
            </w:r>
            <w:r w:rsidRPr="003C24A5">
              <w:rPr>
                <w:rFonts w:ascii="Arial" w:hAnsi="Arial" w:cs="Arial"/>
                <w:sz w:val="24"/>
                <w:szCs w:val="24"/>
              </w:rPr>
              <w:t>е</w:t>
            </w:r>
            <w:r w:rsidRPr="003C24A5">
              <w:rPr>
                <w:rFonts w:ascii="Arial" w:hAnsi="Arial" w:cs="Arial"/>
                <w:sz w:val="24"/>
                <w:szCs w:val="24"/>
              </w:rPr>
              <w:t>тей школьного во</w:t>
            </w:r>
            <w:r w:rsidRPr="003C24A5">
              <w:rPr>
                <w:rFonts w:ascii="Arial" w:hAnsi="Arial" w:cs="Arial"/>
                <w:sz w:val="24"/>
                <w:szCs w:val="24"/>
              </w:rPr>
              <w:t>з</w:t>
            </w:r>
            <w:r w:rsidRPr="003C24A5">
              <w:rPr>
                <w:rFonts w:ascii="Arial" w:hAnsi="Arial" w:cs="Arial"/>
                <w:sz w:val="24"/>
                <w:szCs w:val="24"/>
              </w:rPr>
              <w:t>ра</w:t>
            </w:r>
            <w:r w:rsidRPr="003C24A5">
              <w:rPr>
                <w:rFonts w:ascii="Arial" w:hAnsi="Arial" w:cs="Arial"/>
                <w:sz w:val="24"/>
                <w:szCs w:val="24"/>
              </w:rPr>
              <w:t>с</w:t>
            </w:r>
            <w:r w:rsidRPr="003C24A5">
              <w:rPr>
                <w:rFonts w:ascii="Arial" w:hAnsi="Arial" w:cs="Arial"/>
                <w:sz w:val="24"/>
                <w:szCs w:val="24"/>
              </w:rPr>
              <w:t>та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79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1.18</w:t>
            </w:r>
          </w:p>
        </w:tc>
        <w:tc>
          <w:tcPr>
            <w:tcW w:w="734" w:type="dxa"/>
            <w:gridSpan w:val="2"/>
          </w:tcPr>
          <w:p w:rsidR="003738DC" w:rsidRPr="007F7029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Обесп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ч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ние предо</w:t>
            </w:r>
            <w:r w:rsidRPr="007F7029">
              <w:rPr>
                <w:rFonts w:ascii="Arial" w:hAnsi="Arial" w:cs="Arial"/>
                <w:sz w:val="24"/>
                <w:szCs w:val="24"/>
              </w:rPr>
              <w:t>с</w:t>
            </w:r>
            <w:r w:rsidRPr="007F7029">
              <w:rPr>
                <w:rFonts w:ascii="Arial" w:hAnsi="Arial" w:cs="Arial"/>
                <w:sz w:val="24"/>
                <w:szCs w:val="24"/>
              </w:rPr>
              <w:t>та</w:t>
            </w:r>
            <w:r w:rsidRPr="007F7029">
              <w:rPr>
                <w:rFonts w:ascii="Arial" w:hAnsi="Arial" w:cs="Arial"/>
                <w:sz w:val="24"/>
                <w:szCs w:val="24"/>
              </w:rPr>
              <w:t>в</w:t>
            </w:r>
            <w:r w:rsidRPr="007F7029">
              <w:rPr>
                <w:rFonts w:ascii="Arial" w:hAnsi="Arial" w:cs="Arial"/>
                <w:sz w:val="24"/>
                <w:szCs w:val="24"/>
              </w:rPr>
              <w:t>л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ния ж</w:t>
            </w:r>
            <w:r w:rsidRPr="007F7029">
              <w:rPr>
                <w:rFonts w:ascii="Arial" w:hAnsi="Arial" w:cs="Arial"/>
                <w:sz w:val="24"/>
                <w:szCs w:val="24"/>
              </w:rPr>
              <w:t>и</w:t>
            </w:r>
            <w:r w:rsidRPr="007F7029">
              <w:rPr>
                <w:rFonts w:ascii="Arial" w:hAnsi="Arial" w:cs="Arial"/>
                <w:sz w:val="24"/>
                <w:szCs w:val="24"/>
              </w:rPr>
              <w:t>лых п</w:t>
            </w:r>
            <w:r w:rsidRPr="007F7029">
              <w:rPr>
                <w:rFonts w:ascii="Arial" w:hAnsi="Arial" w:cs="Arial"/>
                <w:sz w:val="24"/>
                <w:szCs w:val="24"/>
              </w:rPr>
              <w:t>о</w:t>
            </w:r>
            <w:r w:rsidRPr="007F7029">
              <w:rPr>
                <w:rFonts w:ascii="Arial" w:hAnsi="Arial" w:cs="Arial"/>
                <w:sz w:val="24"/>
                <w:szCs w:val="24"/>
              </w:rPr>
              <w:t>м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щ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ний д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тям-с</w:t>
            </w:r>
            <w:r w:rsidRPr="007F7029">
              <w:rPr>
                <w:rFonts w:ascii="Arial" w:hAnsi="Arial" w:cs="Arial"/>
                <w:sz w:val="24"/>
                <w:szCs w:val="24"/>
              </w:rPr>
              <w:t>и</w:t>
            </w:r>
            <w:r w:rsidRPr="007F7029">
              <w:rPr>
                <w:rFonts w:ascii="Arial" w:hAnsi="Arial" w:cs="Arial"/>
                <w:sz w:val="24"/>
                <w:szCs w:val="24"/>
              </w:rPr>
              <w:t>р</w:t>
            </w:r>
            <w:r w:rsidRPr="007F7029">
              <w:rPr>
                <w:rFonts w:ascii="Arial" w:hAnsi="Arial" w:cs="Arial"/>
                <w:sz w:val="24"/>
                <w:szCs w:val="24"/>
              </w:rPr>
              <w:t>о</w:t>
            </w:r>
            <w:r w:rsidRPr="007F7029">
              <w:rPr>
                <w:rFonts w:ascii="Arial" w:hAnsi="Arial" w:cs="Arial"/>
                <w:sz w:val="24"/>
                <w:szCs w:val="24"/>
              </w:rPr>
              <w:t>там и д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тям, о</w:t>
            </w:r>
            <w:r w:rsidRPr="007F7029">
              <w:rPr>
                <w:rFonts w:ascii="Arial" w:hAnsi="Arial" w:cs="Arial"/>
                <w:sz w:val="24"/>
                <w:szCs w:val="24"/>
              </w:rPr>
              <w:t>с</w:t>
            </w:r>
            <w:r w:rsidRPr="007F7029">
              <w:rPr>
                <w:rFonts w:ascii="Arial" w:hAnsi="Arial" w:cs="Arial"/>
                <w:sz w:val="24"/>
                <w:szCs w:val="24"/>
              </w:rPr>
              <w:t>тавшимся без п</w:t>
            </w:r>
            <w:r w:rsidRPr="007F7029">
              <w:rPr>
                <w:rFonts w:ascii="Arial" w:hAnsi="Arial" w:cs="Arial"/>
                <w:sz w:val="24"/>
                <w:szCs w:val="24"/>
              </w:rPr>
              <w:t>о</w:t>
            </w:r>
            <w:r w:rsidRPr="007F7029">
              <w:rPr>
                <w:rFonts w:ascii="Arial" w:hAnsi="Arial" w:cs="Arial"/>
                <w:sz w:val="24"/>
                <w:szCs w:val="24"/>
              </w:rPr>
              <w:t>п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ч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ния р</w:t>
            </w:r>
            <w:r w:rsidRPr="007F7029">
              <w:rPr>
                <w:rFonts w:ascii="Arial" w:hAnsi="Arial" w:cs="Arial"/>
                <w:sz w:val="24"/>
                <w:szCs w:val="24"/>
              </w:rPr>
              <w:t>о</w:t>
            </w:r>
            <w:r w:rsidRPr="007F7029">
              <w:rPr>
                <w:rFonts w:ascii="Arial" w:hAnsi="Arial" w:cs="Arial"/>
                <w:sz w:val="24"/>
                <w:szCs w:val="24"/>
              </w:rPr>
              <w:t>д</w:t>
            </w:r>
            <w:r w:rsidRPr="007F7029">
              <w:rPr>
                <w:rFonts w:ascii="Arial" w:hAnsi="Arial" w:cs="Arial"/>
                <w:sz w:val="24"/>
                <w:szCs w:val="24"/>
              </w:rPr>
              <w:t>и</w:t>
            </w:r>
            <w:r w:rsidRPr="007F7029">
              <w:rPr>
                <w:rFonts w:ascii="Arial" w:hAnsi="Arial" w:cs="Arial"/>
                <w:sz w:val="24"/>
                <w:szCs w:val="24"/>
              </w:rPr>
              <w:t>т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лей, а та</w:t>
            </w:r>
            <w:r w:rsidRPr="007F7029">
              <w:rPr>
                <w:rFonts w:ascii="Arial" w:hAnsi="Arial" w:cs="Arial"/>
                <w:sz w:val="24"/>
                <w:szCs w:val="24"/>
              </w:rPr>
              <w:t>к</w:t>
            </w:r>
            <w:r w:rsidRPr="007F7029">
              <w:rPr>
                <w:rFonts w:ascii="Arial" w:hAnsi="Arial" w:cs="Arial"/>
                <w:sz w:val="24"/>
                <w:szCs w:val="24"/>
              </w:rPr>
              <w:t>же л</w:t>
            </w:r>
            <w:r w:rsidRPr="007F7029">
              <w:rPr>
                <w:rFonts w:ascii="Arial" w:hAnsi="Arial" w:cs="Arial"/>
                <w:sz w:val="24"/>
                <w:szCs w:val="24"/>
              </w:rPr>
              <w:t>и</w:t>
            </w:r>
            <w:r w:rsidRPr="007F7029">
              <w:rPr>
                <w:rFonts w:ascii="Arial" w:hAnsi="Arial" w:cs="Arial"/>
                <w:sz w:val="24"/>
                <w:szCs w:val="24"/>
              </w:rPr>
              <w:t>цам из их числа по д</w:t>
            </w:r>
            <w:r w:rsidRPr="007F7029">
              <w:rPr>
                <w:rFonts w:ascii="Arial" w:hAnsi="Arial" w:cs="Arial"/>
                <w:sz w:val="24"/>
                <w:szCs w:val="24"/>
              </w:rPr>
              <w:t>о</w:t>
            </w:r>
            <w:r w:rsidRPr="007F7029">
              <w:rPr>
                <w:rFonts w:ascii="Arial" w:hAnsi="Arial" w:cs="Arial"/>
                <w:sz w:val="24"/>
                <w:szCs w:val="24"/>
              </w:rPr>
              <w:t>г</w:t>
            </w:r>
            <w:r w:rsidRPr="007F7029">
              <w:rPr>
                <w:rFonts w:ascii="Arial" w:hAnsi="Arial" w:cs="Arial"/>
                <w:sz w:val="24"/>
                <w:szCs w:val="24"/>
              </w:rPr>
              <w:t>о</w:t>
            </w:r>
            <w:r w:rsidRPr="007F7029">
              <w:rPr>
                <w:rFonts w:ascii="Arial" w:hAnsi="Arial" w:cs="Arial"/>
                <w:sz w:val="24"/>
                <w:szCs w:val="24"/>
              </w:rPr>
              <w:t>в</w:t>
            </w:r>
            <w:r w:rsidRPr="007F7029">
              <w:rPr>
                <w:rFonts w:ascii="Arial" w:hAnsi="Arial" w:cs="Arial"/>
                <w:sz w:val="24"/>
                <w:szCs w:val="24"/>
              </w:rPr>
              <w:t>о</w:t>
            </w:r>
            <w:r w:rsidRPr="007F7029">
              <w:rPr>
                <w:rFonts w:ascii="Arial" w:hAnsi="Arial" w:cs="Arial"/>
                <w:sz w:val="24"/>
                <w:szCs w:val="24"/>
              </w:rPr>
              <w:t>рам найма специал</w:t>
            </w:r>
            <w:r w:rsidRPr="007F7029">
              <w:rPr>
                <w:rFonts w:ascii="Arial" w:hAnsi="Arial" w:cs="Arial"/>
                <w:sz w:val="24"/>
                <w:szCs w:val="24"/>
              </w:rPr>
              <w:t>и</w:t>
            </w:r>
            <w:r w:rsidRPr="007F7029">
              <w:rPr>
                <w:rFonts w:ascii="Arial" w:hAnsi="Arial" w:cs="Arial"/>
                <w:sz w:val="24"/>
                <w:szCs w:val="24"/>
              </w:rPr>
              <w:t>з</w:t>
            </w:r>
            <w:r w:rsidRPr="007F7029">
              <w:rPr>
                <w:rFonts w:ascii="Arial" w:hAnsi="Arial" w:cs="Arial"/>
                <w:sz w:val="24"/>
                <w:szCs w:val="24"/>
              </w:rPr>
              <w:t>и</w:t>
            </w:r>
            <w:r w:rsidRPr="007F7029">
              <w:rPr>
                <w:rFonts w:ascii="Arial" w:hAnsi="Arial" w:cs="Arial"/>
                <w:sz w:val="24"/>
                <w:szCs w:val="24"/>
              </w:rPr>
              <w:t>р</w:t>
            </w:r>
            <w:r w:rsidRPr="007F7029">
              <w:rPr>
                <w:rFonts w:ascii="Arial" w:hAnsi="Arial" w:cs="Arial"/>
                <w:sz w:val="24"/>
                <w:szCs w:val="24"/>
              </w:rPr>
              <w:t>о</w:t>
            </w:r>
            <w:r w:rsidRPr="007F7029">
              <w:rPr>
                <w:rFonts w:ascii="Arial" w:hAnsi="Arial" w:cs="Arial"/>
                <w:sz w:val="24"/>
                <w:szCs w:val="24"/>
              </w:rPr>
              <w:t>ванных ж</w:t>
            </w:r>
            <w:r w:rsidRPr="007F7029">
              <w:rPr>
                <w:rFonts w:ascii="Arial" w:hAnsi="Arial" w:cs="Arial"/>
                <w:sz w:val="24"/>
                <w:szCs w:val="24"/>
              </w:rPr>
              <w:t>и</w:t>
            </w:r>
            <w:r w:rsidRPr="007F7029">
              <w:rPr>
                <w:rFonts w:ascii="Arial" w:hAnsi="Arial" w:cs="Arial"/>
                <w:sz w:val="24"/>
                <w:szCs w:val="24"/>
              </w:rPr>
              <w:t>лых п</w:t>
            </w:r>
            <w:r w:rsidRPr="007F7029">
              <w:rPr>
                <w:rFonts w:ascii="Arial" w:hAnsi="Arial" w:cs="Arial"/>
                <w:sz w:val="24"/>
                <w:szCs w:val="24"/>
              </w:rPr>
              <w:t>о</w:t>
            </w:r>
            <w:r w:rsidRPr="007F7029">
              <w:rPr>
                <w:rFonts w:ascii="Arial" w:hAnsi="Arial" w:cs="Arial"/>
                <w:sz w:val="24"/>
                <w:szCs w:val="24"/>
              </w:rPr>
              <w:t>м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щ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ний за счет средств краевого бюдж</w:t>
            </w:r>
            <w:r w:rsidRPr="007F7029">
              <w:rPr>
                <w:rFonts w:ascii="Arial" w:hAnsi="Arial" w:cs="Arial"/>
                <w:sz w:val="24"/>
                <w:szCs w:val="24"/>
              </w:rPr>
              <w:t>е</w:t>
            </w:r>
            <w:r w:rsidRPr="007F7029">
              <w:rPr>
                <w:rFonts w:ascii="Arial" w:hAnsi="Arial" w:cs="Arial"/>
                <w:sz w:val="24"/>
                <w:szCs w:val="24"/>
              </w:rPr>
              <w:t>та</w:t>
            </w:r>
          </w:p>
        </w:tc>
        <w:tc>
          <w:tcPr>
            <w:tcW w:w="706" w:type="dxa"/>
            <w:gridSpan w:val="2"/>
          </w:tcPr>
          <w:p w:rsidR="003738DC" w:rsidRPr="0042602E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844" w:type="dxa"/>
            <w:gridSpan w:val="2"/>
          </w:tcPr>
          <w:p w:rsidR="003738DC" w:rsidRPr="0042602E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1.19</w:t>
            </w:r>
          </w:p>
        </w:tc>
        <w:tc>
          <w:tcPr>
            <w:tcW w:w="734" w:type="dxa"/>
            <w:gridSpan w:val="2"/>
          </w:tcPr>
          <w:p w:rsidR="003738DC" w:rsidRPr="00450729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450729">
              <w:rPr>
                <w:rFonts w:ascii="Arial" w:hAnsi="Arial" w:cs="Arial"/>
                <w:sz w:val="24"/>
                <w:szCs w:val="24"/>
              </w:rPr>
              <w:t>Свое</w:t>
            </w:r>
            <w:r w:rsidRPr="00450729">
              <w:rPr>
                <w:rFonts w:ascii="Arial" w:hAnsi="Arial" w:cs="Arial"/>
                <w:sz w:val="24"/>
                <w:szCs w:val="24"/>
              </w:rPr>
              <w:t>в</w:t>
            </w:r>
            <w:r w:rsidRPr="00450729">
              <w:rPr>
                <w:rFonts w:ascii="Arial" w:hAnsi="Arial" w:cs="Arial"/>
                <w:sz w:val="24"/>
                <w:szCs w:val="24"/>
              </w:rPr>
              <w:t>р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менное д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в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д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ние главным ра</w:t>
            </w:r>
            <w:r w:rsidRPr="00450729">
              <w:rPr>
                <w:rFonts w:ascii="Arial" w:hAnsi="Arial" w:cs="Arial"/>
                <w:sz w:val="24"/>
                <w:szCs w:val="24"/>
              </w:rPr>
              <w:t>с</w:t>
            </w:r>
            <w:r w:rsidRPr="00450729">
              <w:rPr>
                <w:rFonts w:ascii="Arial" w:hAnsi="Arial" w:cs="Arial"/>
                <w:sz w:val="24"/>
                <w:szCs w:val="24"/>
              </w:rPr>
              <w:t>п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р</w:t>
            </w:r>
            <w:r w:rsidRPr="00450729">
              <w:rPr>
                <w:rFonts w:ascii="Arial" w:hAnsi="Arial" w:cs="Arial"/>
                <w:sz w:val="24"/>
                <w:szCs w:val="24"/>
              </w:rPr>
              <w:t>я</w:t>
            </w:r>
            <w:r w:rsidRPr="00450729">
              <w:rPr>
                <w:rFonts w:ascii="Arial" w:hAnsi="Arial" w:cs="Arial"/>
                <w:sz w:val="24"/>
                <w:szCs w:val="24"/>
              </w:rPr>
              <w:t>д</w:t>
            </w:r>
            <w:r w:rsidRPr="00450729">
              <w:rPr>
                <w:rFonts w:ascii="Arial" w:hAnsi="Arial" w:cs="Arial"/>
                <w:sz w:val="24"/>
                <w:szCs w:val="24"/>
              </w:rPr>
              <w:t>и</w:t>
            </w:r>
            <w:r w:rsidRPr="00450729">
              <w:rPr>
                <w:rFonts w:ascii="Arial" w:hAnsi="Arial" w:cs="Arial"/>
                <w:sz w:val="24"/>
                <w:szCs w:val="24"/>
              </w:rPr>
              <w:t>т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лем л</w:t>
            </w:r>
            <w:r w:rsidRPr="00450729">
              <w:rPr>
                <w:rFonts w:ascii="Arial" w:hAnsi="Arial" w:cs="Arial"/>
                <w:sz w:val="24"/>
                <w:szCs w:val="24"/>
              </w:rPr>
              <w:t>и</w:t>
            </w:r>
            <w:r w:rsidRPr="00450729">
              <w:rPr>
                <w:rFonts w:ascii="Arial" w:hAnsi="Arial" w:cs="Arial"/>
                <w:sz w:val="24"/>
                <w:szCs w:val="24"/>
              </w:rPr>
              <w:t>м</w:t>
            </w:r>
            <w:r w:rsidRPr="00450729">
              <w:rPr>
                <w:rFonts w:ascii="Arial" w:hAnsi="Arial" w:cs="Arial"/>
                <w:sz w:val="24"/>
                <w:szCs w:val="24"/>
              </w:rPr>
              <w:t>и</w:t>
            </w:r>
            <w:r w:rsidRPr="00450729">
              <w:rPr>
                <w:rFonts w:ascii="Arial" w:hAnsi="Arial" w:cs="Arial"/>
                <w:sz w:val="24"/>
                <w:szCs w:val="24"/>
              </w:rPr>
              <w:t>тов бюджетных об</w:t>
            </w:r>
            <w:r w:rsidRPr="00450729">
              <w:rPr>
                <w:rFonts w:ascii="Arial" w:hAnsi="Arial" w:cs="Arial"/>
                <w:sz w:val="24"/>
                <w:szCs w:val="24"/>
              </w:rPr>
              <w:t>я</w:t>
            </w:r>
            <w:r w:rsidRPr="00450729">
              <w:rPr>
                <w:rFonts w:ascii="Arial" w:hAnsi="Arial" w:cs="Arial"/>
                <w:sz w:val="24"/>
                <w:szCs w:val="24"/>
              </w:rPr>
              <w:t>з</w:t>
            </w:r>
            <w:r w:rsidRPr="00450729">
              <w:rPr>
                <w:rFonts w:ascii="Arial" w:hAnsi="Arial" w:cs="Arial"/>
                <w:sz w:val="24"/>
                <w:szCs w:val="24"/>
              </w:rPr>
              <w:t>а</w:t>
            </w:r>
            <w:r w:rsidRPr="00450729">
              <w:rPr>
                <w:rFonts w:ascii="Arial" w:hAnsi="Arial" w:cs="Arial"/>
                <w:sz w:val="24"/>
                <w:szCs w:val="24"/>
              </w:rPr>
              <w:t>тельств до подв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домственных у</w:t>
            </w:r>
            <w:r w:rsidRPr="00450729">
              <w:rPr>
                <w:rFonts w:ascii="Arial" w:hAnsi="Arial" w:cs="Arial"/>
                <w:sz w:val="24"/>
                <w:szCs w:val="24"/>
              </w:rPr>
              <w:t>ч</w:t>
            </w:r>
            <w:r w:rsidRPr="00450729">
              <w:rPr>
                <w:rFonts w:ascii="Arial" w:hAnsi="Arial" w:cs="Arial"/>
                <w:sz w:val="24"/>
                <w:szCs w:val="24"/>
              </w:rPr>
              <w:t>р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ждений, предусмотренных з</w:t>
            </w:r>
            <w:r w:rsidRPr="00450729">
              <w:rPr>
                <w:rFonts w:ascii="Arial" w:hAnsi="Arial" w:cs="Arial"/>
                <w:sz w:val="24"/>
                <w:szCs w:val="24"/>
              </w:rPr>
              <w:t>а</w:t>
            </w:r>
            <w:r w:rsidRPr="00450729">
              <w:rPr>
                <w:rFonts w:ascii="Arial" w:hAnsi="Arial" w:cs="Arial"/>
                <w:sz w:val="24"/>
                <w:szCs w:val="24"/>
              </w:rPr>
              <w:t>к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ном о бюдж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те за о</w:t>
            </w:r>
            <w:r w:rsidRPr="00450729">
              <w:rPr>
                <w:rFonts w:ascii="Arial" w:hAnsi="Arial" w:cs="Arial"/>
                <w:sz w:val="24"/>
                <w:szCs w:val="24"/>
              </w:rPr>
              <w:t>т</w:t>
            </w:r>
            <w:r w:rsidRPr="00450729">
              <w:rPr>
                <w:rFonts w:ascii="Arial" w:hAnsi="Arial" w:cs="Arial"/>
                <w:sz w:val="24"/>
                <w:szCs w:val="24"/>
              </w:rPr>
              <w:t>че</w:t>
            </w:r>
            <w:r w:rsidRPr="00450729">
              <w:rPr>
                <w:rFonts w:ascii="Arial" w:hAnsi="Arial" w:cs="Arial"/>
                <w:sz w:val="24"/>
                <w:szCs w:val="24"/>
              </w:rPr>
              <w:t>т</w:t>
            </w:r>
            <w:r w:rsidRPr="00450729">
              <w:rPr>
                <w:rFonts w:ascii="Arial" w:hAnsi="Arial" w:cs="Arial"/>
                <w:sz w:val="24"/>
                <w:szCs w:val="24"/>
              </w:rPr>
              <w:t>ный год в перв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н</w:t>
            </w:r>
            <w:r w:rsidRPr="00450729">
              <w:rPr>
                <w:rFonts w:ascii="Arial" w:hAnsi="Arial" w:cs="Arial"/>
                <w:sz w:val="24"/>
                <w:szCs w:val="24"/>
              </w:rPr>
              <w:t>а</w:t>
            </w:r>
            <w:r w:rsidRPr="00450729">
              <w:rPr>
                <w:rFonts w:ascii="Arial" w:hAnsi="Arial" w:cs="Arial"/>
                <w:sz w:val="24"/>
                <w:szCs w:val="24"/>
              </w:rPr>
              <w:t>чальной р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да</w:t>
            </w:r>
            <w:r w:rsidRPr="00450729">
              <w:rPr>
                <w:rFonts w:ascii="Arial" w:hAnsi="Arial" w:cs="Arial"/>
                <w:sz w:val="24"/>
                <w:szCs w:val="24"/>
              </w:rPr>
              <w:t>к</w:t>
            </w:r>
            <w:r w:rsidRPr="00450729"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  <w:tc>
          <w:tcPr>
            <w:tcW w:w="706" w:type="dxa"/>
            <w:gridSpan w:val="2"/>
          </w:tcPr>
          <w:p w:rsidR="003738DC" w:rsidRPr="0042602E" w:rsidRDefault="003738DC" w:rsidP="003C24A5">
            <w:pPr>
              <w:widowControl w:val="0"/>
              <w:ind w:left="-112" w:right="-9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балл</w:t>
            </w:r>
          </w:p>
        </w:tc>
        <w:tc>
          <w:tcPr>
            <w:tcW w:w="844" w:type="dxa"/>
            <w:gridSpan w:val="2"/>
          </w:tcPr>
          <w:p w:rsidR="003738DC" w:rsidRPr="0042602E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1.20</w:t>
            </w:r>
          </w:p>
        </w:tc>
        <w:tc>
          <w:tcPr>
            <w:tcW w:w="734" w:type="dxa"/>
            <w:gridSpan w:val="2"/>
          </w:tcPr>
          <w:p w:rsidR="003738DC" w:rsidRPr="00DF427F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450729">
              <w:rPr>
                <w:rFonts w:ascii="Arial" w:hAnsi="Arial" w:cs="Arial"/>
                <w:sz w:val="24"/>
                <w:szCs w:val="24"/>
              </w:rPr>
              <w:t>С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блюд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ние ср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ков предо</w:t>
            </w:r>
            <w:r w:rsidRPr="00450729">
              <w:rPr>
                <w:rFonts w:ascii="Arial" w:hAnsi="Arial" w:cs="Arial"/>
                <w:sz w:val="24"/>
                <w:szCs w:val="24"/>
              </w:rPr>
              <w:t>с</w:t>
            </w:r>
            <w:r w:rsidRPr="00450729">
              <w:rPr>
                <w:rFonts w:ascii="Arial" w:hAnsi="Arial" w:cs="Arial"/>
                <w:sz w:val="24"/>
                <w:szCs w:val="24"/>
              </w:rPr>
              <w:t>та</w:t>
            </w:r>
            <w:r w:rsidRPr="00450729">
              <w:rPr>
                <w:rFonts w:ascii="Arial" w:hAnsi="Arial" w:cs="Arial"/>
                <w:sz w:val="24"/>
                <w:szCs w:val="24"/>
              </w:rPr>
              <w:t>в</w:t>
            </w:r>
            <w:r w:rsidRPr="00450729">
              <w:rPr>
                <w:rFonts w:ascii="Arial" w:hAnsi="Arial" w:cs="Arial"/>
                <w:sz w:val="24"/>
                <w:szCs w:val="24"/>
              </w:rPr>
              <w:t>л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ния г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д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вой бюджетной о</w:t>
            </w:r>
            <w:r w:rsidRPr="00450729">
              <w:rPr>
                <w:rFonts w:ascii="Arial" w:hAnsi="Arial" w:cs="Arial"/>
                <w:sz w:val="24"/>
                <w:szCs w:val="24"/>
              </w:rPr>
              <w:t>т</w:t>
            </w:r>
            <w:r w:rsidRPr="00450729">
              <w:rPr>
                <w:rFonts w:ascii="Arial" w:hAnsi="Arial" w:cs="Arial"/>
                <w:sz w:val="24"/>
                <w:szCs w:val="24"/>
              </w:rPr>
              <w:t>че</w:t>
            </w:r>
            <w:r w:rsidRPr="00450729">
              <w:rPr>
                <w:rFonts w:ascii="Arial" w:hAnsi="Arial" w:cs="Arial"/>
                <w:sz w:val="24"/>
                <w:szCs w:val="24"/>
              </w:rPr>
              <w:t>т</w:t>
            </w:r>
            <w:r w:rsidRPr="00450729">
              <w:rPr>
                <w:rFonts w:ascii="Arial" w:hAnsi="Arial" w:cs="Arial"/>
                <w:sz w:val="24"/>
                <w:szCs w:val="24"/>
              </w:rPr>
              <w:t>но</w:t>
            </w:r>
            <w:r w:rsidRPr="00450729">
              <w:rPr>
                <w:rFonts w:ascii="Arial" w:hAnsi="Arial" w:cs="Arial"/>
                <w:sz w:val="24"/>
                <w:szCs w:val="24"/>
              </w:rPr>
              <w:t>с</w:t>
            </w:r>
            <w:r w:rsidRPr="00450729">
              <w:rPr>
                <w:rFonts w:ascii="Arial" w:hAnsi="Arial" w:cs="Arial"/>
                <w:sz w:val="24"/>
                <w:szCs w:val="24"/>
              </w:rPr>
              <w:t>ти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781053">
            <w:pPr>
              <w:widowControl w:val="0"/>
              <w:ind w:left="-112" w:right="-9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балл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738DC" w:rsidRPr="00AA3682" w:rsidTr="00F97A7D">
        <w:trPr>
          <w:trHeight w:val="503"/>
        </w:trPr>
        <w:tc>
          <w:tcPr>
            <w:tcW w:w="560" w:type="dxa"/>
            <w:gridSpan w:val="2"/>
          </w:tcPr>
          <w:p w:rsidR="003738DC" w:rsidRPr="00F97A7D" w:rsidRDefault="003738DC" w:rsidP="004C280C">
            <w:pPr>
              <w:widowControl w:val="0"/>
              <w:ind w:left="-248" w:right="-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7A7D">
              <w:rPr>
                <w:rFonts w:ascii="Arial" w:hAnsi="Arial" w:cs="Arial"/>
                <w:sz w:val="24"/>
                <w:szCs w:val="24"/>
              </w:rPr>
              <w:t>1.21</w:t>
            </w:r>
          </w:p>
        </w:tc>
        <w:tc>
          <w:tcPr>
            <w:tcW w:w="734" w:type="dxa"/>
            <w:gridSpan w:val="2"/>
          </w:tcPr>
          <w:p w:rsidR="003738DC" w:rsidRPr="00450729" w:rsidRDefault="003738DC" w:rsidP="00385F6E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450729">
              <w:rPr>
                <w:rFonts w:ascii="Arial" w:hAnsi="Arial" w:cs="Arial"/>
                <w:sz w:val="24"/>
                <w:szCs w:val="24"/>
              </w:rPr>
              <w:t>Свое</w:t>
            </w:r>
            <w:r w:rsidRPr="00450729">
              <w:rPr>
                <w:rFonts w:ascii="Arial" w:hAnsi="Arial" w:cs="Arial"/>
                <w:sz w:val="24"/>
                <w:szCs w:val="24"/>
              </w:rPr>
              <w:t>в</w:t>
            </w:r>
            <w:r w:rsidRPr="00450729">
              <w:rPr>
                <w:rFonts w:ascii="Arial" w:hAnsi="Arial" w:cs="Arial"/>
                <w:sz w:val="24"/>
                <w:szCs w:val="24"/>
              </w:rPr>
              <w:t>р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менность у</w:t>
            </w:r>
            <w:r w:rsidRPr="00450729">
              <w:rPr>
                <w:rFonts w:ascii="Arial" w:hAnsi="Arial" w:cs="Arial"/>
                <w:sz w:val="24"/>
                <w:szCs w:val="24"/>
              </w:rPr>
              <w:t>т</w:t>
            </w:r>
            <w:r w:rsidRPr="00450729">
              <w:rPr>
                <w:rFonts w:ascii="Arial" w:hAnsi="Arial" w:cs="Arial"/>
                <w:sz w:val="24"/>
                <w:szCs w:val="24"/>
              </w:rPr>
              <w:t>верждения м</w:t>
            </w:r>
            <w:r w:rsidRPr="00450729">
              <w:rPr>
                <w:rFonts w:ascii="Arial" w:hAnsi="Arial" w:cs="Arial"/>
                <w:sz w:val="24"/>
                <w:szCs w:val="24"/>
              </w:rPr>
              <w:t>у</w:t>
            </w:r>
            <w:r w:rsidRPr="00450729">
              <w:rPr>
                <w:rFonts w:ascii="Arial" w:hAnsi="Arial" w:cs="Arial"/>
                <w:sz w:val="24"/>
                <w:szCs w:val="24"/>
              </w:rPr>
              <w:t>н</w:t>
            </w:r>
            <w:r w:rsidRPr="00450729">
              <w:rPr>
                <w:rFonts w:ascii="Arial" w:hAnsi="Arial" w:cs="Arial"/>
                <w:sz w:val="24"/>
                <w:szCs w:val="24"/>
              </w:rPr>
              <w:t>и</w:t>
            </w:r>
            <w:r w:rsidRPr="00450729">
              <w:rPr>
                <w:rFonts w:ascii="Arial" w:hAnsi="Arial" w:cs="Arial"/>
                <w:sz w:val="24"/>
                <w:szCs w:val="24"/>
              </w:rPr>
              <w:t>ц</w:t>
            </w:r>
            <w:r w:rsidRPr="00450729">
              <w:rPr>
                <w:rFonts w:ascii="Arial" w:hAnsi="Arial" w:cs="Arial"/>
                <w:sz w:val="24"/>
                <w:szCs w:val="24"/>
              </w:rPr>
              <w:t>и</w:t>
            </w:r>
            <w:r w:rsidRPr="00450729">
              <w:rPr>
                <w:rFonts w:ascii="Arial" w:hAnsi="Arial" w:cs="Arial"/>
                <w:sz w:val="24"/>
                <w:szCs w:val="24"/>
              </w:rPr>
              <w:t>пальных з</w:t>
            </w:r>
            <w:r w:rsidRPr="00450729">
              <w:rPr>
                <w:rFonts w:ascii="Arial" w:hAnsi="Arial" w:cs="Arial"/>
                <w:sz w:val="24"/>
                <w:szCs w:val="24"/>
              </w:rPr>
              <w:t>а</w:t>
            </w:r>
            <w:r w:rsidRPr="00450729">
              <w:rPr>
                <w:rFonts w:ascii="Arial" w:hAnsi="Arial" w:cs="Arial"/>
                <w:sz w:val="24"/>
                <w:szCs w:val="24"/>
              </w:rPr>
              <w:t>д</w:t>
            </w:r>
            <w:r w:rsidRPr="00450729">
              <w:rPr>
                <w:rFonts w:ascii="Arial" w:hAnsi="Arial" w:cs="Arial"/>
                <w:sz w:val="24"/>
                <w:szCs w:val="24"/>
              </w:rPr>
              <w:t>а</w:t>
            </w:r>
            <w:r w:rsidRPr="00450729">
              <w:rPr>
                <w:rFonts w:ascii="Arial" w:hAnsi="Arial" w:cs="Arial"/>
                <w:sz w:val="24"/>
                <w:szCs w:val="24"/>
              </w:rPr>
              <w:t>ний подв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домственным у</w:t>
            </w:r>
            <w:r w:rsidRPr="00450729">
              <w:rPr>
                <w:rFonts w:ascii="Arial" w:hAnsi="Arial" w:cs="Arial"/>
                <w:sz w:val="24"/>
                <w:szCs w:val="24"/>
              </w:rPr>
              <w:t>ч</w:t>
            </w:r>
            <w:r w:rsidRPr="00450729">
              <w:rPr>
                <w:rFonts w:ascii="Arial" w:hAnsi="Arial" w:cs="Arial"/>
                <w:sz w:val="24"/>
                <w:szCs w:val="24"/>
              </w:rPr>
              <w:t>р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жден</w:t>
            </w:r>
            <w:r w:rsidRPr="00450729">
              <w:rPr>
                <w:rFonts w:ascii="Arial" w:hAnsi="Arial" w:cs="Arial"/>
                <w:sz w:val="24"/>
                <w:szCs w:val="24"/>
              </w:rPr>
              <w:t>и</w:t>
            </w:r>
            <w:r w:rsidRPr="00450729">
              <w:rPr>
                <w:rFonts w:ascii="Arial" w:hAnsi="Arial" w:cs="Arial"/>
                <w:sz w:val="24"/>
                <w:szCs w:val="24"/>
              </w:rPr>
              <w:t>ям на т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к</w:t>
            </w:r>
            <w:r w:rsidRPr="00450729">
              <w:rPr>
                <w:rFonts w:ascii="Arial" w:hAnsi="Arial" w:cs="Arial"/>
                <w:sz w:val="24"/>
                <w:szCs w:val="24"/>
              </w:rPr>
              <w:t>у</w:t>
            </w:r>
            <w:r w:rsidRPr="00450729">
              <w:rPr>
                <w:rFonts w:ascii="Arial" w:hAnsi="Arial" w:cs="Arial"/>
                <w:sz w:val="24"/>
                <w:szCs w:val="24"/>
              </w:rPr>
              <w:t>щий ф</w:t>
            </w:r>
            <w:r w:rsidRPr="00450729">
              <w:rPr>
                <w:rFonts w:ascii="Arial" w:hAnsi="Arial" w:cs="Arial"/>
                <w:sz w:val="24"/>
                <w:szCs w:val="24"/>
              </w:rPr>
              <w:t>и</w:t>
            </w:r>
            <w:r w:rsidRPr="00450729">
              <w:rPr>
                <w:rFonts w:ascii="Arial" w:hAnsi="Arial" w:cs="Arial"/>
                <w:sz w:val="24"/>
                <w:szCs w:val="24"/>
              </w:rPr>
              <w:t>нанс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вый год и план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вый п</w:t>
            </w:r>
            <w:r w:rsidRPr="00450729">
              <w:rPr>
                <w:rFonts w:ascii="Arial" w:hAnsi="Arial" w:cs="Arial"/>
                <w:sz w:val="24"/>
                <w:szCs w:val="24"/>
              </w:rPr>
              <w:t>е</w:t>
            </w:r>
            <w:r w:rsidRPr="00450729">
              <w:rPr>
                <w:rFonts w:ascii="Arial" w:hAnsi="Arial" w:cs="Arial"/>
                <w:sz w:val="24"/>
                <w:szCs w:val="24"/>
              </w:rPr>
              <w:t>р</w:t>
            </w:r>
            <w:r w:rsidRPr="00450729">
              <w:rPr>
                <w:rFonts w:ascii="Arial" w:hAnsi="Arial" w:cs="Arial"/>
                <w:sz w:val="24"/>
                <w:szCs w:val="24"/>
              </w:rPr>
              <w:t>и</w:t>
            </w:r>
            <w:r w:rsidRPr="00450729">
              <w:rPr>
                <w:rFonts w:ascii="Arial" w:hAnsi="Arial" w:cs="Arial"/>
                <w:sz w:val="24"/>
                <w:szCs w:val="24"/>
              </w:rPr>
              <w:t>од в с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т</w:t>
            </w:r>
            <w:r w:rsidRPr="00450729">
              <w:rPr>
                <w:rFonts w:ascii="Arial" w:hAnsi="Arial" w:cs="Arial"/>
                <w:sz w:val="24"/>
                <w:szCs w:val="24"/>
              </w:rPr>
              <w:t>ве</w:t>
            </w:r>
            <w:r w:rsidRPr="00450729">
              <w:rPr>
                <w:rFonts w:ascii="Arial" w:hAnsi="Arial" w:cs="Arial"/>
                <w:sz w:val="24"/>
                <w:szCs w:val="24"/>
              </w:rPr>
              <w:t>т</w:t>
            </w:r>
            <w:r w:rsidRPr="00450729">
              <w:rPr>
                <w:rFonts w:ascii="Arial" w:hAnsi="Arial" w:cs="Arial"/>
                <w:sz w:val="24"/>
                <w:szCs w:val="24"/>
              </w:rPr>
              <w:t>ствии со ср</w:t>
            </w:r>
            <w:r w:rsidRPr="00450729">
              <w:rPr>
                <w:rFonts w:ascii="Arial" w:hAnsi="Arial" w:cs="Arial"/>
                <w:sz w:val="24"/>
                <w:szCs w:val="24"/>
              </w:rPr>
              <w:t>о</w:t>
            </w:r>
            <w:r w:rsidRPr="00450729">
              <w:rPr>
                <w:rFonts w:ascii="Arial" w:hAnsi="Arial" w:cs="Arial"/>
                <w:sz w:val="24"/>
                <w:szCs w:val="24"/>
              </w:rPr>
              <w:t>к</w:t>
            </w:r>
            <w:r w:rsidRPr="00450729">
              <w:rPr>
                <w:rFonts w:ascii="Arial" w:hAnsi="Arial" w:cs="Arial"/>
                <w:sz w:val="24"/>
                <w:szCs w:val="24"/>
              </w:rPr>
              <w:t>а</w:t>
            </w:r>
            <w:r w:rsidRPr="00450729">
              <w:rPr>
                <w:rFonts w:ascii="Arial" w:hAnsi="Arial" w:cs="Arial"/>
                <w:sz w:val="24"/>
                <w:szCs w:val="24"/>
              </w:rPr>
              <w:t>ми</w:t>
            </w:r>
          </w:p>
        </w:tc>
        <w:tc>
          <w:tcPr>
            <w:tcW w:w="706" w:type="dxa"/>
            <w:gridSpan w:val="2"/>
          </w:tcPr>
          <w:p w:rsidR="003738DC" w:rsidRPr="00E47A09" w:rsidRDefault="003738DC" w:rsidP="00781053">
            <w:pPr>
              <w:widowControl w:val="0"/>
              <w:ind w:left="-112" w:right="-9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балл</w:t>
            </w:r>
          </w:p>
        </w:tc>
        <w:tc>
          <w:tcPr>
            <w:tcW w:w="844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77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3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41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72" w:type="dxa"/>
            <w:gridSpan w:val="3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40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5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88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</w:tcPr>
          <w:p w:rsidR="003738DC" w:rsidRPr="00AA3682" w:rsidRDefault="003738DC" w:rsidP="00385F6E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765" w:type="dxa"/>
            <w:gridSpan w:val="2"/>
          </w:tcPr>
          <w:p w:rsidR="003738DC" w:rsidRPr="00E47A09" w:rsidRDefault="003738DC" w:rsidP="00385F6E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Н</w:t>
      </w:r>
      <w:r w:rsidRPr="00E47A09">
        <w:rPr>
          <w:rFonts w:ascii="Arial" w:hAnsi="Arial" w:cs="Arial"/>
          <w:b w:val="0"/>
        </w:rPr>
        <w:t xml:space="preserve">ачальник отдела образования 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3738DC" w:rsidRPr="00E47A09" w:rsidSect="00BF2437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81"/>
        </w:sect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</w:t>
      </w:r>
      <w:r w:rsidRPr="00E47A09">
        <w:rPr>
          <w:rFonts w:ascii="Arial" w:hAnsi="Arial" w:cs="Arial"/>
          <w:b w:val="0"/>
          <w:color w:val="000000"/>
        </w:rPr>
        <w:t xml:space="preserve">                      </w:t>
      </w:r>
      <w:r w:rsidRPr="006A3567">
        <w:rPr>
          <w:rFonts w:ascii="Arial" w:hAnsi="Arial" w:cs="Arial"/>
          <w:b w:val="0"/>
          <w:color w:val="000000"/>
        </w:rPr>
        <w:t xml:space="preserve">    </w:t>
      </w:r>
      <w:r w:rsidRPr="00E47A09">
        <w:rPr>
          <w:rFonts w:ascii="Arial" w:hAnsi="Arial" w:cs="Arial"/>
          <w:b w:val="0"/>
          <w:color w:val="000000"/>
        </w:rPr>
        <w:t xml:space="preserve">        </w:t>
      </w:r>
      <w:r>
        <w:rPr>
          <w:rFonts w:ascii="Arial" w:hAnsi="Arial" w:cs="Arial"/>
          <w:b w:val="0"/>
          <w:color w:val="000000"/>
        </w:rPr>
        <w:t>Л.А. Козлова</w:t>
      </w:r>
    </w:p>
    <w:p w:rsidR="003738DC" w:rsidRDefault="003738DC" w:rsidP="00D9079D">
      <w:pPr>
        <w:widowControl w:val="0"/>
        <w:ind w:firstLine="602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Приложение № 1 </w:t>
      </w:r>
    </w:p>
    <w:p w:rsidR="003738DC" w:rsidRPr="00E47A09" w:rsidRDefault="003738DC" w:rsidP="00D9079D">
      <w:pPr>
        <w:widowControl w:val="0"/>
        <w:ind w:firstLine="602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3738DC" w:rsidRDefault="003738DC" w:rsidP="00D9079D">
      <w:pPr>
        <w:pStyle w:val="ConsPlusTitle"/>
        <w:tabs>
          <w:tab w:val="left" w:pos="4422"/>
        </w:tabs>
        <w:ind w:firstLine="6020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Партизанского района </w:t>
      </w:r>
    </w:p>
    <w:p w:rsidR="003738DC" w:rsidRPr="00E47A09" w:rsidRDefault="003738DC" w:rsidP="00D9079D">
      <w:pPr>
        <w:pStyle w:val="ConsPlusTitle"/>
        <w:tabs>
          <w:tab w:val="left" w:pos="4422"/>
        </w:tabs>
        <w:ind w:firstLine="6020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«Развитие образования»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Подпрограмма</w:t>
      </w:r>
      <w:r w:rsidRPr="00E47A09">
        <w:rPr>
          <w:rFonts w:ascii="Arial" w:hAnsi="Arial" w:cs="Arial"/>
          <w:kern w:val="32"/>
          <w:sz w:val="24"/>
          <w:szCs w:val="24"/>
        </w:rPr>
        <w:t xml:space="preserve"> «Развитие дошкольного, общего и дополнительного образования детей»</w:t>
      </w: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>1. Паспорт подпрограммы «Развитие дошкольного, общего и дополнительного о</w:t>
      </w:r>
      <w:r w:rsidRPr="00E47A09">
        <w:rPr>
          <w:rFonts w:ascii="Arial" w:hAnsi="Arial" w:cs="Arial"/>
          <w:kern w:val="32"/>
          <w:sz w:val="24"/>
          <w:szCs w:val="24"/>
        </w:rPr>
        <w:t>б</w:t>
      </w:r>
      <w:r w:rsidRPr="00E47A09">
        <w:rPr>
          <w:rFonts w:ascii="Arial" w:hAnsi="Arial" w:cs="Arial"/>
          <w:kern w:val="32"/>
          <w:sz w:val="24"/>
          <w:szCs w:val="24"/>
        </w:rPr>
        <w:t>разования детей»</w:t>
      </w: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</w:p>
    <w:tbl>
      <w:tblPr>
        <w:tblW w:w="9513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80"/>
        <w:gridCol w:w="6033"/>
      </w:tblGrid>
      <w:tr w:rsidR="003738DC" w:rsidRPr="00E47A09" w:rsidTr="00C62FFC">
        <w:trPr>
          <w:cantSplit/>
          <w:trHeight w:val="720"/>
        </w:trPr>
        <w:tc>
          <w:tcPr>
            <w:tcW w:w="348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подпрогра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6033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«Развитие дошкольного, общего и дополнительн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образования детей» (далее – подпрограмма)</w:t>
            </w:r>
          </w:p>
        </w:tc>
      </w:tr>
      <w:tr w:rsidR="003738DC" w:rsidRPr="00E47A09" w:rsidTr="00C62FFC">
        <w:trPr>
          <w:cantSplit/>
          <w:trHeight w:val="720"/>
        </w:trPr>
        <w:tc>
          <w:tcPr>
            <w:tcW w:w="348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программы, в рамках 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торой реализуется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</w:t>
            </w:r>
          </w:p>
        </w:tc>
        <w:tc>
          <w:tcPr>
            <w:tcW w:w="6033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«Развитие образования»</w:t>
            </w:r>
          </w:p>
        </w:tc>
      </w:tr>
      <w:tr w:rsidR="003738DC" w:rsidRPr="00E47A09" w:rsidTr="00C62FFC">
        <w:trPr>
          <w:cantSplit/>
          <w:trHeight w:val="720"/>
        </w:trPr>
        <w:tc>
          <w:tcPr>
            <w:tcW w:w="3480" w:type="dxa"/>
          </w:tcPr>
          <w:p w:rsidR="003738DC" w:rsidRPr="00D722E1" w:rsidRDefault="003738DC" w:rsidP="00BF2437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47A09">
              <w:rPr>
                <w:rFonts w:cs="Arial"/>
                <w:sz w:val="24"/>
                <w:szCs w:val="24"/>
              </w:rPr>
              <w:t>Главный распорядитель бюджетных средств</w:t>
            </w:r>
            <w:r>
              <w:rPr>
                <w:rFonts w:cs="Arial"/>
                <w:sz w:val="24"/>
                <w:szCs w:val="24"/>
              </w:rPr>
              <w:t>, отве</w:t>
            </w:r>
            <w:r>
              <w:rPr>
                <w:rFonts w:cs="Arial"/>
                <w:sz w:val="24"/>
                <w:szCs w:val="24"/>
              </w:rPr>
              <w:t>т</w:t>
            </w:r>
            <w:r>
              <w:rPr>
                <w:rFonts w:cs="Arial"/>
                <w:sz w:val="24"/>
                <w:szCs w:val="24"/>
              </w:rPr>
              <w:t>ственный за реализацию мероприятий подпрограммы</w:t>
            </w:r>
          </w:p>
        </w:tc>
        <w:tc>
          <w:tcPr>
            <w:tcW w:w="6033" w:type="dxa"/>
          </w:tcPr>
          <w:p w:rsidR="003738DC" w:rsidRPr="004C280C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4C280C">
              <w:rPr>
                <w:rFonts w:ascii="Arial" w:hAnsi="Arial" w:cs="Arial"/>
                <w:sz w:val="24"/>
                <w:szCs w:val="24"/>
              </w:rPr>
              <w:t>Отдел образования администрации Партизанского района (далее – отдел образования)</w:t>
            </w:r>
          </w:p>
        </w:tc>
      </w:tr>
      <w:tr w:rsidR="003738DC" w:rsidRPr="00E47A09" w:rsidTr="00826263">
        <w:trPr>
          <w:cantSplit/>
          <w:trHeight w:val="1390"/>
        </w:trPr>
        <w:tc>
          <w:tcPr>
            <w:tcW w:w="348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Цель </w:t>
            </w:r>
            <w:r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6033" w:type="dxa"/>
          </w:tcPr>
          <w:p w:rsidR="003738DC" w:rsidRPr="006B5656" w:rsidRDefault="003738DC" w:rsidP="00BF2437">
            <w:pPr>
              <w:pStyle w:val="11"/>
              <w:widowControl w:val="0"/>
              <w:shd w:val="clear" w:color="auto" w:fill="auto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6B5656">
              <w:rPr>
                <w:rFonts w:ascii="Arial" w:hAnsi="Arial" w:cs="Arial"/>
                <w:sz w:val="24"/>
                <w:szCs w:val="24"/>
                <w:lang w:eastAsia="en-US"/>
              </w:rPr>
              <w:t>Создание в системе дошкольного, общего и д</w:t>
            </w:r>
            <w:r w:rsidRPr="006B5656">
              <w:rPr>
                <w:rFonts w:ascii="Arial" w:hAnsi="Arial" w:cs="Arial"/>
                <w:sz w:val="24"/>
                <w:szCs w:val="24"/>
                <w:lang w:eastAsia="en-US"/>
              </w:rPr>
              <w:t>о</w:t>
            </w:r>
            <w:r w:rsidRPr="006B5656">
              <w:rPr>
                <w:rFonts w:ascii="Arial" w:hAnsi="Arial" w:cs="Arial"/>
                <w:sz w:val="24"/>
                <w:szCs w:val="24"/>
                <w:lang w:eastAsia="en-US"/>
              </w:rPr>
              <w:t>полнительного образования равных возможностей для современного качественного образования, п</w:t>
            </w:r>
            <w:r w:rsidRPr="006B5656">
              <w:rPr>
                <w:rFonts w:ascii="Arial" w:hAnsi="Arial" w:cs="Arial"/>
                <w:sz w:val="24"/>
                <w:szCs w:val="24"/>
                <w:lang w:eastAsia="en-US"/>
              </w:rPr>
              <w:t>о</w:t>
            </w:r>
            <w:r w:rsidRPr="006B5656">
              <w:rPr>
                <w:rFonts w:ascii="Arial" w:hAnsi="Arial" w:cs="Arial"/>
                <w:sz w:val="24"/>
                <w:szCs w:val="24"/>
                <w:lang w:eastAsia="en-US"/>
              </w:rPr>
              <w:t>зитивной социализации детей, отдых и досуга д</w:t>
            </w:r>
            <w:r w:rsidRPr="006B5656">
              <w:rPr>
                <w:rFonts w:ascii="Arial" w:hAnsi="Arial" w:cs="Arial"/>
                <w:sz w:val="24"/>
                <w:szCs w:val="24"/>
                <w:lang w:eastAsia="en-US"/>
              </w:rPr>
              <w:t>е</w:t>
            </w:r>
            <w:r w:rsidRPr="006B5656">
              <w:rPr>
                <w:rFonts w:ascii="Arial" w:hAnsi="Arial" w:cs="Arial"/>
                <w:sz w:val="24"/>
                <w:szCs w:val="24"/>
                <w:lang w:eastAsia="en-US"/>
              </w:rPr>
              <w:t>тей в каникулярное время</w:t>
            </w:r>
          </w:p>
        </w:tc>
      </w:tr>
      <w:tr w:rsidR="003738DC" w:rsidRPr="00E47A09" w:rsidTr="00C62FFC">
        <w:trPr>
          <w:cantSplit/>
          <w:trHeight w:val="720"/>
        </w:trPr>
        <w:tc>
          <w:tcPr>
            <w:tcW w:w="348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>адачи подпрограммы</w:t>
            </w:r>
          </w:p>
        </w:tc>
        <w:tc>
          <w:tcPr>
            <w:tcW w:w="6033" w:type="dxa"/>
          </w:tcPr>
          <w:p w:rsidR="003738DC" w:rsidRPr="00826263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1. Обеспечить доступность дошкольного образов</w:t>
            </w:r>
            <w:r w:rsidRPr="00826263">
              <w:rPr>
                <w:rFonts w:ascii="Arial" w:hAnsi="Arial" w:cs="Arial"/>
                <w:sz w:val="24"/>
                <w:szCs w:val="24"/>
              </w:rPr>
              <w:t>а</w:t>
            </w:r>
            <w:r w:rsidRPr="00826263">
              <w:rPr>
                <w:rFonts w:ascii="Arial" w:hAnsi="Arial" w:cs="Arial"/>
                <w:sz w:val="24"/>
                <w:szCs w:val="24"/>
              </w:rPr>
              <w:t>ния, соответствующего единому стандарту качес</w:t>
            </w:r>
            <w:r w:rsidRPr="00826263">
              <w:rPr>
                <w:rFonts w:ascii="Arial" w:hAnsi="Arial" w:cs="Arial"/>
                <w:sz w:val="24"/>
                <w:szCs w:val="24"/>
              </w:rPr>
              <w:t>т</w:t>
            </w:r>
            <w:r w:rsidRPr="00826263">
              <w:rPr>
                <w:rFonts w:ascii="Arial" w:hAnsi="Arial" w:cs="Arial"/>
                <w:sz w:val="24"/>
                <w:szCs w:val="24"/>
              </w:rPr>
              <w:t>ва дошкольного образования.</w:t>
            </w:r>
          </w:p>
          <w:p w:rsidR="003738DC" w:rsidRPr="00826263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2. Обеспечить условия и качество обучения, соо</w:t>
            </w:r>
            <w:r w:rsidRPr="00826263">
              <w:rPr>
                <w:rFonts w:ascii="Arial" w:hAnsi="Arial" w:cs="Arial"/>
                <w:sz w:val="24"/>
                <w:szCs w:val="24"/>
              </w:rPr>
              <w:t>т</w:t>
            </w:r>
            <w:r w:rsidRPr="00826263">
              <w:rPr>
                <w:rFonts w:ascii="Arial" w:hAnsi="Arial" w:cs="Arial"/>
                <w:sz w:val="24"/>
                <w:szCs w:val="24"/>
              </w:rPr>
              <w:t>ветствующие федеральным государственным стандартам начального общего, основного общего, среднего общего образования.</w:t>
            </w:r>
          </w:p>
          <w:p w:rsidR="003738DC" w:rsidRPr="00826263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3. Обеспечить условия для развития системы д</w:t>
            </w:r>
            <w:r w:rsidRPr="00826263">
              <w:rPr>
                <w:rFonts w:ascii="Arial" w:hAnsi="Arial" w:cs="Arial"/>
                <w:sz w:val="24"/>
                <w:szCs w:val="24"/>
              </w:rPr>
              <w:t>о</w:t>
            </w:r>
            <w:r w:rsidRPr="00826263">
              <w:rPr>
                <w:rFonts w:ascii="Arial" w:hAnsi="Arial" w:cs="Arial"/>
                <w:sz w:val="24"/>
                <w:szCs w:val="24"/>
              </w:rPr>
              <w:t>полнительного образования, в том числе за счет участия в современных образовательных пр</w:t>
            </w:r>
            <w:r w:rsidRPr="00826263">
              <w:rPr>
                <w:rFonts w:ascii="Arial" w:hAnsi="Arial" w:cs="Arial"/>
                <w:sz w:val="24"/>
                <w:szCs w:val="24"/>
              </w:rPr>
              <w:t>о</w:t>
            </w:r>
            <w:r w:rsidRPr="00826263">
              <w:rPr>
                <w:rFonts w:ascii="Arial" w:hAnsi="Arial" w:cs="Arial"/>
                <w:sz w:val="24"/>
                <w:szCs w:val="24"/>
              </w:rPr>
              <w:t>граммах, дистанционных и сетевых формах допо</w:t>
            </w:r>
            <w:r w:rsidRPr="00826263">
              <w:rPr>
                <w:rFonts w:ascii="Arial" w:hAnsi="Arial" w:cs="Arial"/>
                <w:sz w:val="24"/>
                <w:szCs w:val="24"/>
              </w:rPr>
              <w:t>л</w:t>
            </w:r>
            <w:r w:rsidRPr="00826263">
              <w:rPr>
                <w:rFonts w:ascii="Arial" w:hAnsi="Arial" w:cs="Arial"/>
                <w:sz w:val="24"/>
                <w:szCs w:val="24"/>
              </w:rPr>
              <w:t>нительного образования.</w:t>
            </w:r>
          </w:p>
          <w:p w:rsidR="003738DC" w:rsidRPr="00826263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4. Обеспечить функционирование системы перс</w:t>
            </w:r>
            <w:r w:rsidRPr="00826263">
              <w:rPr>
                <w:rFonts w:ascii="Arial" w:hAnsi="Arial" w:cs="Arial"/>
                <w:sz w:val="24"/>
                <w:szCs w:val="24"/>
              </w:rPr>
              <w:t>о</w:t>
            </w:r>
            <w:r w:rsidRPr="00826263">
              <w:rPr>
                <w:rFonts w:ascii="Arial" w:hAnsi="Arial" w:cs="Arial"/>
                <w:sz w:val="24"/>
                <w:szCs w:val="24"/>
              </w:rPr>
              <w:t>нифицированного финансирования, обеспечива</w:t>
            </w:r>
            <w:r w:rsidRPr="00826263">
              <w:rPr>
                <w:rFonts w:ascii="Arial" w:hAnsi="Arial" w:cs="Arial"/>
                <w:sz w:val="24"/>
                <w:szCs w:val="24"/>
              </w:rPr>
              <w:t>ю</w:t>
            </w:r>
            <w:r w:rsidRPr="00826263">
              <w:rPr>
                <w:rFonts w:ascii="Arial" w:hAnsi="Arial" w:cs="Arial"/>
                <w:sz w:val="24"/>
                <w:szCs w:val="24"/>
              </w:rPr>
              <w:t>щей свободу выбора образовательных программ, равенство доступа к дополнительному образов</w:t>
            </w:r>
            <w:r w:rsidRPr="00826263">
              <w:rPr>
                <w:rFonts w:ascii="Arial" w:hAnsi="Arial" w:cs="Arial"/>
                <w:sz w:val="24"/>
                <w:szCs w:val="24"/>
              </w:rPr>
              <w:t>а</w:t>
            </w:r>
            <w:r w:rsidRPr="00826263">
              <w:rPr>
                <w:rFonts w:ascii="Arial" w:hAnsi="Arial" w:cs="Arial"/>
                <w:sz w:val="24"/>
                <w:szCs w:val="24"/>
              </w:rPr>
              <w:t>нию за счет средств бюджетов бюджетной сист</w:t>
            </w:r>
            <w:r w:rsidRPr="00826263">
              <w:rPr>
                <w:rFonts w:ascii="Arial" w:hAnsi="Arial" w:cs="Arial"/>
                <w:sz w:val="24"/>
                <w:szCs w:val="24"/>
              </w:rPr>
              <w:t>е</w:t>
            </w:r>
            <w:r w:rsidRPr="00826263">
              <w:rPr>
                <w:rFonts w:ascii="Arial" w:hAnsi="Arial" w:cs="Arial"/>
                <w:sz w:val="24"/>
                <w:szCs w:val="24"/>
              </w:rPr>
              <w:t>мы, легкость и оперативность смены осваиваемых образовательных программ.</w:t>
            </w:r>
          </w:p>
          <w:p w:rsidR="003738DC" w:rsidRPr="00826263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5. Содействовать выявлению и поддержке одаре</w:t>
            </w:r>
            <w:r w:rsidRPr="00826263">
              <w:rPr>
                <w:rFonts w:ascii="Arial" w:hAnsi="Arial" w:cs="Arial"/>
                <w:sz w:val="24"/>
                <w:szCs w:val="24"/>
              </w:rPr>
              <w:t>н</w:t>
            </w:r>
            <w:r w:rsidRPr="00826263">
              <w:rPr>
                <w:rFonts w:ascii="Arial" w:hAnsi="Arial" w:cs="Arial"/>
                <w:sz w:val="24"/>
                <w:szCs w:val="24"/>
              </w:rPr>
              <w:t>ных детей.</w:t>
            </w:r>
          </w:p>
          <w:p w:rsidR="003738DC" w:rsidRPr="00826263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6. Обеспечить безопасный, качественный отдых и досуг детей в каникулярное время.</w:t>
            </w:r>
          </w:p>
        </w:tc>
      </w:tr>
      <w:tr w:rsidR="003738DC" w:rsidRPr="00E47A09" w:rsidTr="00C62FFC">
        <w:trPr>
          <w:cantSplit/>
          <w:trHeight w:val="720"/>
        </w:trPr>
        <w:tc>
          <w:tcPr>
            <w:tcW w:w="348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  <w:r>
              <w:rPr>
                <w:rFonts w:ascii="Arial" w:hAnsi="Arial" w:cs="Arial"/>
                <w:sz w:val="24"/>
                <w:szCs w:val="24"/>
              </w:rPr>
              <w:t>, с указанием динамики изм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нения показателей резул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тативности, отражающих социально-экономическую эффективность реализации подпрограммы</w:t>
            </w:r>
          </w:p>
        </w:tc>
        <w:tc>
          <w:tcPr>
            <w:tcW w:w="6033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Перечень и значения показателей результативн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сти подпрограммы приведены в приложении к па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порту подпрограммы</w:t>
            </w:r>
          </w:p>
        </w:tc>
      </w:tr>
      <w:tr w:rsidR="003738DC" w:rsidRPr="00E47A09" w:rsidTr="00C62FFC">
        <w:trPr>
          <w:cantSplit/>
          <w:trHeight w:val="720"/>
        </w:trPr>
        <w:tc>
          <w:tcPr>
            <w:tcW w:w="348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Сроки реализации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6033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2014–202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3738DC" w:rsidRPr="00E47A09" w:rsidTr="00327AD9">
        <w:trPr>
          <w:cantSplit/>
          <w:trHeight w:val="5894"/>
        </w:trPr>
        <w:tc>
          <w:tcPr>
            <w:tcW w:w="348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Информация по ресурсному обеспечению подпрогра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мы</w:t>
            </w:r>
            <w:r>
              <w:rPr>
                <w:rFonts w:ascii="Arial" w:hAnsi="Arial" w:cs="Arial"/>
                <w:iCs/>
                <w:sz w:val="24"/>
                <w:szCs w:val="24"/>
              </w:rPr>
              <w:t>, в том числе в разбивке по всем источникам фина</w:t>
            </w:r>
            <w:r>
              <w:rPr>
                <w:rFonts w:ascii="Arial" w:hAnsi="Arial" w:cs="Arial"/>
                <w:iCs/>
                <w:sz w:val="24"/>
                <w:szCs w:val="24"/>
              </w:rPr>
              <w:t>н</w:t>
            </w:r>
            <w:r>
              <w:rPr>
                <w:rFonts w:ascii="Arial" w:hAnsi="Arial" w:cs="Arial"/>
                <w:iCs/>
                <w:sz w:val="24"/>
                <w:szCs w:val="24"/>
              </w:rPr>
              <w:t>сирования на очередной финансовый год и плановый период</w:t>
            </w:r>
          </w:p>
        </w:tc>
        <w:tc>
          <w:tcPr>
            <w:tcW w:w="6033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Объем бюджетных ассигнований на реализацию подпрограммы составляет </w:t>
            </w:r>
            <w:r>
              <w:rPr>
                <w:rFonts w:ascii="Arial" w:hAnsi="Arial" w:cs="Arial"/>
                <w:sz w:val="24"/>
                <w:szCs w:val="24"/>
              </w:rPr>
              <w:t>1317504,5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рублей, в том числе по бюджетам: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федераль</w:t>
            </w:r>
            <w:r>
              <w:rPr>
                <w:rFonts w:ascii="Arial" w:hAnsi="Arial" w:cs="Arial"/>
                <w:sz w:val="24"/>
                <w:szCs w:val="24"/>
              </w:rPr>
              <w:t>ный бюджет – 7691,0 тыс. рублей;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краево</w:t>
            </w:r>
            <w:r>
              <w:rPr>
                <w:rFonts w:ascii="Arial" w:hAnsi="Arial" w:cs="Arial"/>
                <w:sz w:val="24"/>
                <w:szCs w:val="24"/>
              </w:rPr>
              <w:t>й бюджет – 799759,2 тыс. рублей;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районный бюджет – </w:t>
            </w:r>
            <w:r>
              <w:rPr>
                <w:rFonts w:ascii="Arial" w:hAnsi="Arial" w:cs="Arial"/>
                <w:sz w:val="24"/>
                <w:szCs w:val="24"/>
              </w:rPr>
              <w:t>510054,3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Объем финансирования по годам реализации по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программы: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440734,2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рублей, в том числе по бюджетам: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федеральный бюджет – </w:t>
            </w:r>
            <w:r>
              <w:rPr>
                <w:rFonts w:ascii="Arial" w:hAnsi="Arial" w:cs="Arial"/>
                <w:sz w:val="24"/>
                <w:szCs w:val="24"/>
              </w:rPr>
              <w:t>3208,2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краевой бюджет – </w:t>
            </w:r>
            <w:r>
              <w:rPr>
                <w:rFonts w:ascii="Arial" w:hAnsi="Arial" w:cs="Arial"/>
                <w:sz w:val="24"/>
                <w:szCs w:val="24"/>
              </w:rPr>
              <w:t>267507,9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районный бюджет – </w:t>
            </w:r>
            <w:r>
              <w:rPr>
                <w:rFonts w:ascii="Arial" w:hAnsi="Arial" w:cs="Arial"/>
                <w:sz w:val="24"/>
                <w:szCs w:val="24"/>
              </w:rPr>
              <w:t>170018,1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439735,0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рублей, в том числе по бюджетам: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федеральный бюджет – </w:t>
            </w:r>
            <w:r>
              <w:rPr>
                <w:rFonts w:ascii="Arial" w:hAnsi="Arial" w:cs="Arial"/>
                <w:sz w:val="24"/>
                <w:szCs w:val="24"/>
              </w:rPr>
              <w:t>3186,3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краевой бюджет – </w:t>
            </w:r>
            <w:r>
              <w:rPr>
                <w:rFonts w:ascii="Arial" w:hAnsi="Arial" w:cs="Arial"/>
                <w:sz w:val="24"/>
                <w:szCs w:val="24"/>
              </w:rPr>
              <w:t>266530,6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районный бюджет –</w:t>
            </w:r>
            <w:r>
              <w:rPr>
                <w:rFonts w:ascii="Arial" w:hAnsi="Arial" w:cs="Arial"/>
                <w:sz w:val="24"/>
                <w:szCs w:val="24"/>
              </w:rPr>
              <w:t xml:space="preserve"> 170018,1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437035,3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рублей, в том числе по бюджетам: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федеральный бюджет – </w:t>
            </w:r>
            <w:r>
              <w:rPr>
                <w:rFonts w:ascii="Arial" w:hAnsi="Arial" w:cs="Arial"/>
                <w:sz w:val="24"/>
                <w:szCs w:val="24"/>
              </w:rPr>
              <w:t>1296,5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краевой бюджет – </w:t>
            </w:r>
            <w:r>
              <w:rPr>
                <w:rFonts w:ascii="Arial" w:hAnsi="Arial" w:cs="Arial"/>
                <w:sz w:val="24"/>
                <w:szCs w:val="24"/>
              </w:rPr>
              <w:t>265720,7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районный бюджет – </w:t>
            </w:r>
            <w:r>
              <w:rPr>
                <w:rFonts w:ascii="Arial" w:hAnsi="Arial" w:cs="Arial"/>
                <w:sz w:val="24"/>
                <w:szCs w:val="24"/>
              </w:rPr>
              <w:t>170018,1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</w:tc>
      </w:tr>
    </w:tbl>
    <w:p w:rsidR="003738DC" w:rsidRPr="00E47A09" w:rsidRDefault="003738DC" w:rsidP="00BF2437">
      <w:pPr>
        <w:widowControl w:val="0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pStyle w:val="ConsPlusNormal"/>
        <w:widowControl w:val="0"/>
        <w:ind w:firstLine="0"/>
        <w:jc w:val="center"/>
        <w:outlineLvl w:val="2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2. Мероприятия подпрограммы</w:t>
      </w:r>
    </w:p>
    <w:p w:rsidR="003738DC" w:rsidRPr="00E47A09" w:rsidRDefault="003738DC" w:rsidP="00BF2437">
      <w:pPr>
        <w:pStyle w:val="ConsPlusNormal"/>
        <w:widowControl w:val="0"/>
        <w:ind w:firstLine="0"/>
        <w:jc w:val="center"/>
        <w:outlineLvl w:val="2"/>
        <w:rPr>
          <w:rFonts w:cs="Arial"/>
          <w:sz w:val="24"/>
          <w:szCs w:val="24"/>
        </w:rPr>
      </w:pPr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Перечень мероприятий подпрограммы представлен в приложении к подпр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грамме.</w:t>
      </w:r>
    </w:p>
    <w:p w:rsidR="003738DC" w:rsidRPr="00E47A09" w:rsidRDefault="003738DC" w:rsidP="00BF2437">
      <w:pPr>
        <w:pStyle w:val="ConsPlusNormal"/>
        <w:widowControl w:val="0"/>
        <w:ind w:firstLine="0"/>
        <w:jc w:val="center"/>
        <w:outlineLvl w:val="2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3. Механизмы реализации подпрограммы</w:t>
      </w:r>
    </w:p>
    <w:p w:rsidR="003738DC" w:rsidRPr="00E47A09" w:rsidRDefault="003738DC" w:rsidP="00BF2437">
      <w:pPr>
        <w:pStyle w:val="ConsPlusNormal"/>
        <w:widowControl w:val="0"/>
        <w:ind w:firstLine="0"/>
        <w:jc w:val="center"/>
        <w:outlineLvl w:val="2"/>
        <w:rPr>
          <w:rFonts w:cs="Arial"/>
          <w:sz w:val="24"/>
          <w:szCs w:val="24"/>
        </w:rPr>
      </w:pPr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 xml:space="preserve">Реализация </w:t>
      </w:r>
      <w:r w:rsidRPr="00BF12C4">
        <w:rPr>
          <w:rFonts w:cs="Arial"/>
          <w:sz w:val="24"/>
          <w:szCs w:val="24"/>
        </w:rPr>
        <w:t xml:space="preserve">мероприятий </w:t>
      </w:r>
      <w:r w:rsidRPr="006A3567">
        <w:rPr>
          <w:rFonts w:cs="Arial"/>
          <w:sz w:val="24"/>
          <w:szCs w:val="24"/>
        </w:rPr>
        <w:t>1.1-1.7</w:t>
      </w:r>
      <w:r w:rsidRPr="00BF12C4">
        <w:rPr>
          <w:rFonts w:cs="Arial"/>
          <w:sz w:val="24"/>
          <w:szCs w:val="24"/>
        </w:rPr>
        <w:t>, 2</w:t>
      </w:r>
      <w:r w:rsidRPr="004C280C">
        <w:rPr>
          <w:rFonts w:cs="Arial"/>
          <w:sz w:val="24"/>
          <w:szCs w:val="24"/>
        </w:rPr>
        <w:t>.1-2.9, 3.1,</w:t>
      </w:r>
      <w:r w:rsidRPr="00BF12C4">
        <w:rPr>
          <w:rFonts w:cs="Arial"/>
          <w:sz w:val="24"/>
          <w:szCs w:val="24"/>
        </w:rPr>
        <w:t xml:space="preserve"> 4.1, 5.1-5.4, 6.1-6.4 подпр</w:t>
      </w:r>
      <w:r w:rsidRPr="00BF12C4">
        <w:rPr>
          <w:rFonts w:cs="Arial"/>
          <w:sz w:val="24"/>
          <w:szCs w:val="24"/>
        </w:rPr>
        <w:t>о</w:t>
      </w:r>
      <w:r w:rsidRPr="00BF12C4">
        <w:rPr>
          <w:rFonts w:cs="Arial"/>
          <w:sz w:val="24"/>
          <w:szCs w:val="24"/>
        </w:rPr>
        <w:t>граммы осуществляется муниципальными казенными, бюджетными учреждени</w:t>
      </w:r>
      <w:r w:rsidRPr="00BF12C4">
        <w:rPr>
          <w:rFonts w:cs="Arial"/>
          <w:sz w:val="24"/>
          <w:szCs w:val="24"/>
        </w:rPr>
        <w:t>я</w:t>
      </w:r>
      <w:r w:rsidRPr="00BF12C4">
        <w:rPr>
          <w:rFonts w:cs="Arial"/>
          <w:sz w:val="24"/>
          <w:szCs w:val="24"/>
        </w:rPr>
        <w:t>ми</w:t>
      </w:r>
      <w:r w:rsidRPr="00E47A09">
        <w:rPr>
          <w:rFonts w:cs="Arial"/>
          <w:sz w:val="24"/>
          <w:szCs w:val="24"/>
        </w:rPr>
        <w:t>. Казенными учреждениями средства расходуются в соответствии с бюджетной сметой, утвержденной отделом образования. Бюджетным учреждениям предо</w:t>
      </w:r>
      <w:r w:rsidRPr="00E47A09">
        <w:rPr>
          <w:rFonts w:cs="Arial"/>
          <w:sz w:val="24"/>
          <w:szCs w:val="24"/>
        </w:rPr>
        <w:t>с</w:t>
      </w:r>
      <w:r w:rsidRPr="00E47A09">
        <w:rPr>
          <w:rFonts w:cs="Arial"/>
          <w:sz w:val="24"/>
          <w:szCs w:val="24"/>
        </w:rPr>
        <w:t>тавляются субсидии по соглашениям, заключенным между отделом образования и муниципальными учреждениями, о порядке и условиях предоставления субс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дии на цели, связанные с финансовым обеспечением выполнения муниципальн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го задания на оказание муниципальных услуг (выполнение работ), а также на ц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ли, не связанные с выполнением муниципального задания на оказание муниц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пальных услуг (выполнение работ).</w:t>
      </w:r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 xml:space="preserve">Реализация </w:t>
      </w:r>
      <w:hyperlink r:id="rId15" w:history="1">
        <w:r w:rsidRPr="00E47A09">
          <w:rPr>
            <w:rFonts w:cs="Arial"/>
            <w:sz w:val="24"/>
            <w:szCs w:val="24"/>
          </w:rPr>
          <w:t>мероприятий 1</w:t>
        </w:r>
      </w:hyperlink>
      <w:r w:rsidRPr="00E47A09">
        <w:rPr>
          <w:rFonts w:cs="Arial"/>
          <w:sz w:val="24"/>
          <w:szCs w:val="24"/>
        </w:rPr>
        <w:t>.3, 1.4 подпрограммы осуществляется во испо</w:t>
      </w:r>
      <w:r w:rsidRPr="00E47A09">
        <w:rPr>
          <w:rFonts w:cs="Arial"/>
          <w:sz w:val="24"/>
          <w:szCs w:val="24"/>
        </w:rPr>
        <w:t>л</w:t>
      </w:r>
      <w:r w:rsidRPr="00E47A09">
        <w:rPr>
          <w:rFonts w:cs="Arial"/>
          <w:sz w:val="24"/>
          <w:szCs w:val="24"/>
        </w:rPr>
        <w:t>нение пункта 3 части 1 статьи 8 Федерального закона от 29.12.2012 № 273-ФЗ «Об образовании в Российской Федерации»,</w:t>
      </w:r>
      <w:r w:rsidRPr="00E47A09">
        <w:rPr>
          <w:rFonts w:cs="Arial"/>
          <w:color w:val="FF0000"/>
          <w:sz w:val="24"/>
          <w:szCs w:val="24"/>
        </w:rPr>
        <w:t xml:space="preserve"> </w:t>
      </w:r>
      <w:r w:rsidRPr="00E47A09">
        <w:rPr>
          <w:rFonts w:cs="Arial"/>
          <w:sz w:val="24"/>
          <w:szCs w:val="24"/>
        </w:rPr>
        <w:t>пункта 5 статьи 8 Закона Красноярского края от 26.06.2014 № 6-2519 «Об образовании в Красноярском крае» посредством предоставления субвенций бюджетам муниципальных образований на обеспеч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ние государственных гарантий реализации прав на получение общедоступного и бесплатного дошкольного образования в муниципальных дошкольных образов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тельных учреждениях, общедоступного и бесплатного дошкольного образования в муниципальных общеобразовательных учреждениях в соответствии с Постано</w:t>
      </w:r>
      <w:r w:rsidRPr="00E47A09">
        <w:rPr>
          <w:rFonts w:cs="Arial"/>
          <w:sz w:val="24"/>
          <w:szCs w:val="24"/>
        </w:rPr>
        <w:t>в</w:t>
      </w:r>
      <w:r w:rsidRPr="00E47A09">
        <w:rPr>
          <w:rFonts w:cs="Arial"/>
          <w:sz w:val="24"/>
          <w:szCs w:val="24"/>
        </w:rPr>
        <w:t>лением Правительства Красноярского края от 23.06.2014 № 244-п «Об утвержд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нии Порядка расчета нормативов обеспечения реализации основных общеобр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зовательных программ дошкольного образования в муниципальных дошкольных образовательных организациях, расположенных на территории Красноярского края, общедоступного и бесплатного дошкольного образования в муниципальных общеобразовательных организациях, расположенных на территории Красноярск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го края, в расчете на одного воспитанника (одну группу),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организациях, расположенных на территории Красноярского края, общедоступного и бесплатного дошкольного о</w:t>
      </w:r>
      <w:r w:rsidRPr="00E47A09">
        <w:rPr>
          <w:rFonts w:cs="Arial"/>
          <w:sz w:val="24"/>
          <w:szCs w:val="24"/>
        </w:rPr>
        <w:t>б</w:t>
      </w:r>
      <w:r w:rsidRPr="00E47A09">
        <w:rPr>
          <w:rFonts w:cs="Arial"/>
          <w:sz w:val="24"/>
          <w:szCs w:val="24"/>
        </w:rPr>
        <w:t>разования в муниципальных общеобразовательных организациях, расположенных на территории Красноярского края, в расчете на одного воспитанника (одну гру</w:t>
      </w:r>
      <w:r w:rsidRPr="00E47A09">
        <w:rPr>
          <w:rFonts w:cs="Arial"/>
          <w:sz w:val="24"/>
          <w:szCs w:val="24"/>
        </w:rPr>
        <w:t>п</w:t>
      </w:r>
      <w:r w:rsidRPr="00E47A09">
        <w:rPr>
          <w:rFonts w:cs="Arial"/>
          <w:sz w:val="24"/>
          <w:szCs w:val="24"/>
        </w:rPr>
        <w:t xml:space="preserve">пу) и нормативов обеспечения </w:t>
      </w:r>
      <w:r w:rsidRPr="00770CA3">
        <w:rPr>
          <w:rFonts w:cs="Arial"/>
          <w:sz w:val="24"/>
          <w:szCs w:val="24"/>
        </w:rPr>
        <w:t>деятельности руководящего, административно-хозяйственного, учебно-вспомогательного персонала, в том числе младших во</w:t>
      </w:r>
      <w:r w:rsidRPr="00770CA3">
        <w:rPr>
          <w:rFonts w:cs="Arial"/>
          <w:sz w:val="24"/>
          <w:szCs w:val="24"/>
        </w:rPr>
        <w:t>с</w:t>
      </w:r>
      <w:r w:rsidRPr="00770CA3">
        <w:rPr>
          <w:rFonts w:cs="Arial"/>
          <w:sz w:val="24"/>
          <w:szCs w:val="24"/>
        </w:rPr>
        <w:t>питателей (помощников воспитателей), и иных категорий работников образов</w:t>
      </w:r>
      <w:r w:rsidRPr="00770CA3">
        <w:rPr>
          <w:rFonts w:cs="Arial"/>
          <w:sz w:val="24"/>
          <w:szCs w:val="24"/>
        </w:rPr>
        <w:t>а</w:t>
      </w:r>
      <w:r w:rsidRPr="00770CA3">
        <w:rPr>
          <w:rFonts w:cs="Arial"/>
          <w:sz w:val="24"/>
          <w:szCs w:val="24"/>
        </w:rPr>
        <w:t>тельных организаций, участвующих в реализации общеобразовательных пр</w:t>
      </w:r>
      <w:r w:rsidRPr="00770CA3">
        <w:rPr>
          <w:rFonts w:cs="Arial"/>
          <w:sz w:val="24"/>
          <w:szCs w:val="24"/>
        </w:rPr>
        <w:t>о</w:t>
      </w:r>
      <w:r w:rsidRPr="00770CA3">
        <w:rPr>
          <w:rFonts w:cs="Arial"/>
          <w:sz w:val="24"/>
          <w:szCs w:val="24"/>
        </w:rPr>
        <w:t>грамм в соответствии с федеральными государственными образовательными стандартами, в расчете на одного воспитанника (одну группу) указанных образ</w:t>
      </w:r>
      <w:r w:rsidRPr="00770CA3">
        <w:rPr>
          <w:rFonts w:cs="Arial"/>
          <w:sz w:val="24"/>
          <w:szCs w:val="24"/>
        </w:rPr>
        <w:t>о</w:t>
      </w:r>
      <w:r w:rsidRPr="00770CA3">
        <w:rPr>
          <w:rFonts w:cs="Arial"/>
          <w:sz w:val="24"/>
          <w:szCs w:val="24"/>
        </w:rPr>
        <w:t>вательных организаций и Порядка предоставления субвенций бюджетам муниц</w:t>
      </w:r>
      <w:r w:rsidRPr="00770CA3">
        <w:rPr>
          <w:rFonts w:cs="Arial"/>
          <w:sz w:val="24"/>
          <w:szCs w:val="24"/>
        </w:rPr>
        <w:t>и</w:t>
      </w:r>
      <w:r w:rsidRPr="00770CA3">
        <w:rPr>
          <w:rFonts w:cs="Arial"/>
          <w:sz w:val="24"/>
          <w:szCs w:val="24"/>
        </w:rPr>
        <w:t>пальных</w:t>
      </w:r>
      <w:r w:rsidRPr="00E47A09">
        <w:rPr>
          <w:rFonts w:cs="Arial"/>
          <w:sz w:val="24"/>
          <w:szCs w:val="24"/>
        </w:rPr>
        <w:t xml:space="preserve"> районов, муниципальных округов и городских округов Красноярского края на обеспечение государственных гарантий реализации прав на получение общ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доступного и бесплатного дошкольного образования в муниципальных дошкол</w:t>
      </w:r>
      <w:r w:rsidRPr="00E47A09">
        <w:rPr>
          <w:rFonts w:cs="Arial"/>
          <w:sz w:val="24"/>
          <w:szCs w:val="24"/>
        </w:rPr>
        <w:t>ь</w:t>
      </w:r>
      <w:r w:rsidRPr="00E47A09">
        <w:rPr>
          <w:rFonts w:cs="Arial"/>
          <w:sz w:val="24"/>
          <w:szCs w:val="24"/>
        </w:rPr>
        <w:t>ных образовательных организациях, расположенных на территории Красноярского края, общедоступного и бесплатного дошкольного образования в муниципальных общеобразовательных организациях, расположенных на территории Красноярск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го края».</w:t>
      </w:r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 xml:space="preserve">Реализация </w:t>
      </w:r>
      <w:hyperlink r:id="rId16" w:history="1">
        <w:r w:rsidRPr="00E47A09">
          <w:rPr>
            <w:rFonts w:cs="Arial"/>
            <w:sz w:val="24"/>
            <w:szCs w:val="24"/>
          </w:rPr>
          <w:t xml:space="preserve">мероприятия </w:t>
        </w:r>
      </w:hyperlink>
      <w:r w:rsidRPr="00E47A09">
        <w:rPr>
          <w:rFonts w:cs="Arial"/>
          <w:sz w:val="24"/>
          <w:szCs w:val="24"/>
        </w:rPr>
        <w:t>1.5 подпрограммы осуществляется во исполнение части 3 статьи 65 Федерального закона от 29.12.2012 № 273-ФЗ «Об образовании в Российской Федерации» путем предоставления субвенций бюджетам муниц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пальных образований на обеспечение выделения денежных средств на осущес</w:t>
      </w:r>
      <w:r w:rsidRPr="00E47A09">
        <w:rPr>
          <w:rFonts w:cs="Arial"/>
          <w:sz w:val="24"/>
          <w:szCs w:val="24"/>
        </w:rPr>
        <w:t>т</w:t>
      </w:r>
      <w:r w:rsidRPr="00E47A09">
        <w:rPr>
          <w:rFonts w:cs="Arial"/>
          <w:sz w:val="24"/>
          <w:szCs w:val="24"/>
        </w:rPr>
        <w:t>вление присмотра и ухода за детьми-инвалидами, детьми-сиротами и детьми, о</w:t>
      </w:r>
      <w:r w:rsidRPr="00E47A09">
        <w:rPr>
          <w:rFonts w:cs="Arial"/>
          <w:sz w:val="24"/>
          <w:szCs w:val="24"/>
        </w:rPr>
        <w:t>с</w:t>
      </w:r>
      <w:r w:rsidRPr="00E47A09">
        <w:rPr>
          <w:rFonts w:cs="Arial"/>
          <w:sz w:val="24"/>
          <w:szCs w:val="24"/>
        </w:rPr>
        <w:t>тавшимися без попечения родителей, а также детьми с туберкулезной интоксик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цией, обучающимися в муниципальных образовательных учреждениях, реал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зующих образовательную программу дошкольного образования, без взимания р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дительской платы на основании Закона Красноярского края от 27.12.2005 № 17-4379 «О наделении органов местного самоуправления муниципальных районов, муниципальных округов и городских округов края государственными полномочи</w:t>
      </w:r>
      <w:r w:rsidRPr="00E47A09">
        <w:rPr>
          <w:rFonts w:cs="Arial"/>
          <w:sz w:val="24"/>
          <w:szCs w:val="24"/>
        </w:rPr>
        <w:t>я</w:t>
      </w:r>
      <w:r w:rsidRPr="00E47A09">
        <w:rPr>
          <w:rFonts w:cs="Arial"/>
          <w:sz w:val="24"/>
          <w:szCs w:val="24"/>
        </w:rPr>
        <w:t>ми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ния, без взимания родительской платы».</w:t>
      </w:r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Реализация мероприятия 1.6 подпрограммы осуществляется во исполнение части 7 статьи 65 Федерального закона от 29.12.2012 № 273-ФЗ «Об образовании в Российской Федерации»,</w:t>
      </w:r>
      <w:r w:rsidRPr="00E47A09">
        <w:rPr>
          <w:rFonts w:cs="Arial"/>
          <w:color w:val="FF0000"/>
          <w:sz w:val="24"/>
          <w:szCs w:val="24"/>
        </w:rPr>
        <w:t xml:space="preserve"> </w:t>
      </w:r>
      <w:r w:rsidRPr="00E47A09">
        <w:rPr>
          <w:rFonts w:cs="Arial"/>
          <w:sz w:val="24"/>
          <w:szCs w:val="24"/>
        </w:rPr>
        <w:t>статьи 15 Закона Красноярского края от 26.06.2014 № 6-2519 «Об образовании в Красноярском крае» путем предоставления субвенций бюджетам муниципальных образований края на основании Закона Красноярского края от 29.03.2007 № 22-6015 «О наделении органов местного самоуправления муниципальных районов, муниципальных округов и городских округов края гос</w:t>
      </w:r>
      <w:r w:rsidRPr="00E47A09">
        <w:rPr>
          <w:rFonts w:cs="Arial"/>
          <w:sz w:val="24"/>
          <w:szCs w:val="24"/>
        </w:rPr>
        <w:t>у</w:t>
      </w:r>
      <w:r w:rsidRPr="00E47A09">
        <w:rPr>
          <w:rFonts w:cs="Arial"/>
          <w:sz w:val="24"/>
          <w:szCs w:val="24"/>
        </w:rPr>
        <w:t>дарственными полномочиями по предоставлению компенсации родителям (зако</w:t>
      </w:r>
      <w:r w:rsidRPr="00E47A09">
        <w:rPr>
          <w:rFonts w:cs="Arial"/>
          <w:sz w:val="24"/>
          <w:szCs w:val="24"/>
        </w:rPr>
        <w:t>н</w:t>
      </w:r>
      <w:r w:rsidRPr="00E47A09">
        <w:rPr>
          <w:rFonts w:cs="Arial"/>
          <w:sz w:val="24"/>
          <w:szCs w:val="24"/>
        </w:rPr>
        <w:t>ным представителям) детей, посещающих образовательные организации, реал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зующие образовательную программу дошкольного образования»</w:t>
      </w:r>
      <w:r w:rsidRPr="00E47A09">
        <w:rPr>
          <w:rFonts w:cs="Arial"/>
          <w:color w:val="FF0000"/>
          <w:sz w:val="24"/>
          <w:szCs w:val="24"/>
        </w:rPr>
        <w:t xml:space="preserve">. </w:t>
      </w:r>
      <w:hyperlink r:id="rId17" w:history="1">
        <w:r w:rsidRPr="00E47A09">
          <w:rPr>
            <w:rFonts w:cs="Arial"/>
            <w:sz w:val="24"/>
            <w:szCs w:val="24"/>
          </w:rPr>
          <w:t>Порядок</w:t>
        </w:r>
      </w:hyperlink>
      <w:r w:rsidRPr="00E47A09">
        <w:rPr>
          <w:rFonts w:cs="Arial"/>
          <w:sz w:val="24"/>
          <w:szCs w:val="24"/>
        </w:rPr>
        <w:t xml:space="preserve"> обр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щения за получением компенсации родителям (законным представителям) детей, посещающих образовательные организации, реализующие образовательную пр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 xml:space="preserve">грамму дошкольного образования, и ее предоставления, а также средний </w:t>
      </w:r>
      <w:hyperlink r:id="rId18" w:history="1">
        <w:r w:rsidRPr="00E47A09">
          <w:rPr>
            <w:rFonts w:cs="Arial"/>
            <w:sz w:val="24"/>
            <w:szCs w:val="24"/>
          </w:rPr>
          <w:t>размер</w:t>
        </w:r>
      </w:hyperlink>
      <w:r w:rsidRPr="00E47A09">
        <w:rPr>
          <w:rFonts w:cs="Arial"/>
          <w:sz w:val="24"/>
          <w:szCs w:val="24"/>
        </w:rPr>
        <w:t xml:space="preserve"> платы, взимаемой с родителей (законных представителей) за присмотр и уход за детьми в государственных и муниципальных образовательных организациях, ре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лизующих образовательную программу дошкольного образования, находящихся на территории Красноярского края, применяемый для расчета компенсации род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телям (законным представителям) детей, посещающих образовательные орган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зации, реализующие образовательную программу дошкольного образования, у</w:t>
      </w:r>
      <w:r w:rsidRPr="00E47A09">
        <w:rPr>
          <w:rFonts w:cs="Arial"/>
          <w:sz w:val="24"/>
          <w:szCs w:val="24"/>
        </w:rPr>
        <w:t>т</w:t>
      </w:r>
      <w:r w:rsidRPr="00E47A09">
        <w:rPr>
          <w:rFonts w:cs="Arial"/>
          <w:sz w:val="24"/>
          <w:szCs w:val="24"/>
        </w:rPr>
        <w:t xml:space="preserve">верждены Постановлением Правительства Красноярского края от 25.11.2014 № 561-п «О </w:t>
      </w:r>
      <w:r>
        <w:rPr>
          <w:rFonts w:cs="Arial"/>
          <w:sz w:val="24"/>
          <w:szCs w:val="24"/>
        </w:rPr>
        <w:t>предоставлении</w:t>
      </w:r>
      <w:r w:rsidRPr="00E47A09">
        <w:rPr>
          <w:rFonts w:cs="Arial"/>
          <w:sz w:val="24"/>
          <w:szCs w:val="24"/>
        </w:rPr>
        <w:t xml:space="preserve"> компенсации родителям (законным представителям) детей, посещающих образовательные организации, реализующие образовател</w:t>
      </w:r>
      <w:r w:rsidRPr="00E47A09">
        <w:rPr>
          <w:rFonts w:cs="Arial"/>
          <w:sz w:val="24"/>
          <w:szCs w:val="24"/>
        </w:rPr>
        <w:t>ь</w:t>
      </w:r>
      <w:r w:rsidRPr="00E47A09">
        <w:rPr>
          <w:rFonts w:cs="Arial"/>
          <w:sz w:val="24"/>
          <w:szCs w:val="24"/>
        </w:rPr>
        <w:t>ную программу дошкольного образования, находящиеся на территории Красноя</w:t>
      </w:r>
      <w:r w:rsidRPr="00E47A09">
        <w:rPr>
          <w:rFonts w:cs="Arial"/>
          <w:sz w:val="24"/>
          <w:szCs w:val="24"/>
        </w:rPr>
        <w:t>р</w:t>
      </w:r>
      <w:r w:rsidRPr="00E47A09">
        <w:rPr>
          <w:rFonts w:cs="Arial"/>
          <w:sz w:val="24"/>
          <w:szCs w:val="24"/>
        </w:rPr>
        <w:t>ского края» (вместе с Порядком обращения за получением компенсации родит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лям (законным представителям) детей, посещающих образовательные организ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ции, реализующие образовательную программу дошкольного образования, и п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рядком ее предоставления).</w:t>
      </w:r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bookmarkStart w:id="0" w:name="Par210"/>
      <w:bookmarkStart w:id="1" w:name="Par1650"/>
      <w:bookmarkEnd w:id="0"/>
      <w:bookmarkEnd w:id="1"/>
      <w:r w:rsidRPr="00E47A09">
        <w:rPr>
          <w:rFonts w:cs="Arial"/>
          <w:sz w:val="24"/>
          <w:szCs w:val="24"/>
        </w:rPr>
        <w:t>Реализация мероприятий 2.3, 2.4 подпрограммы осуществляется во испо</w:t>
      </w:r>
      <w:r w:rsidRPr="00E47A09">
        <w:rPr>
          <w:rFonts w:cs="Arial"/>
          <w:sz w:val="24"/>
          <w:szCs w:val="24"/>
        </w:rPr>
        <w:t>л</w:t>
      </w:r>
      <w:r w:rsidRPr="00E47A09">
        <w:rPr>
          <w:rFonts w:cs="Arial"/>
          <w:sz w:val="24"/>
          <w:szCs w:val="24"/>
        </w:rPr>
        <w:t>нение пункта 3 части 1 статьи 8 Федерального закона от 29.12.2012 № 273-ФЗ «Об образовании в Российской Федерации»,</w:t>
      </w:r>
      <w:r w:rsidRPr="00E47A09">
        <w:rPr>
          <w:rFonts w:cs="Arial"/>
          <w:color w:val="FF0000"/>
          <w:sz w:val="24"/>
          <w:szCs w:val="24"/>
        </w:rPr>
        <w:t xml:space="preserve"> </w:t>
      </w:r>
      <w:r w:rsidRPr="00E47A09">
        <w:rPr>
          <w:rFonts w:cs="Arial"/>
          <w:sz w:val="24"/>
          <w:szCs w:val="24"/>
        </w:rPr>
        <w:t>пункта 5 статьи 8 Закона Красноярского края от 26.06.2014 № 6-2519 «Об образовании в Красноярском крае»</w:t>
      </w:r>
      <w:r w:rsidRPr="00E47A09">
        <w:rPr>
          <w:rFonts w:cs="Arial"/>
          <w:color w:val="FF0000"/>
          <w:sz w:val="24"/>
          <w:szCs w:val="24"/>
        </w:rPr>
        <w:t xml:space="preserve"> </w:t>
      </w:r>
      <w:r w:rsidRPr="00E47A09">
        <w:rPr>
          <w:rFonts w:cs="Arial"/>
          <w:sz w:val="24"/>
          <w:szCs w:val="24"/>
        </w:rPr>
        <w:t>посредством предоставления субвенций бюджетам муниципальных образований края на обе</w:t>
      </w:r>
      <w:r w:rsidRPr="00E47A09">
        <w:rPr>
          <w:rFonts w:cs="Arial"/>
          <w:sz w:val="24"/>
          <w:szCs w:val="24"/>
        </w:rPr>
        <w:t>с</w:t>
      </w:r>
      <w:r w:rsidRPr="00E47A09">
        <w:rPr>
          <w:rFonts w:cs="Arial"/>
          <w:sz w:val="24"/>
          <w:szCs w:val="24"/>
        </w:rPr>
        <w:t>печение государственных гарантий реализации прав на получение общедоступн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го и бесплатного начального общего, основного общего, среднего общего образ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вания в муниципальных общеобразовательных учреждениях, обеспечение допо</w:t>
      </w:r>
      <w:r w:rsidRPr="00E47A09">
        <w:rPr>
          <w:rFonts w:cs="Arial"/>
          <w:sz w:val="24"/>
          <w:szCs w:val="24"/>
        </w:rPr>
        <w:t>л</w:t>
      </w:r>
      <w:r w:rsidRPr="00E47A09">
        <w:rPr>
          <w:rFonts w:cs="Arial"/>
          <w:sz w:val="24"/>
          <w:szCs w:val="24"/>
        </w:rPr>
        <w:t>нительного образования детей в муниципальных общеобразовательных учрежд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ниях в соответствии с Постановлением Правительства Красноярского края от 29.05.2014 № 217-п «Об утверждении Порядка расчета нормативов обеспечения реализации основных и дополнительных общеобразовательных программ в ра</w:t>
      </w:r>
      <w:r w:rsidRPr="00E47A09">
        <w:rPr>
          <w:rFonts w:cs="Arial"/>
          <w:sz w:val="24"/>
          <w:szCs w:val="24"/>
        </w:rPr>
        <w:t>с</w:t>
      </w:r>
      <w:r w:rsidRPr="00E47A09">
        <w:rPr>
          <w:rFonts w:cs="Arial"/>
          <w:sz w:val="24"/>
          <w:szCs w:val="24"/>
        </w:rPr>
        <w:t>чете на одного обучающегося (один класс, класс-комплект) муниципальных общ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образовательных организациях, расположенных на территории Красноярского края, нормативов обеспечения реализации основных и дополнительных общео</w:t>
      </w:r>
      <w:r w:rsidRPr="00E47A09">
        <w:rPr>
          <w:rFonts w:cs="Arial"/>
          <w:sz w:val="24"/>
          <w:szCs w:val="24"/>
        </w:rPr>
        <w:t>б</w:t>
      </w:r>
      <w:r w:rsidRPr="00E47A09">
        <w:rPr>
          <w:rFonts w:cs="Arial"/>
          <w:sz w:val="24"/>
          <w:szCs w:val="24"/>
        </w:rPr>
        <w:t>разовательных программ в расчете на одного обучающегося (один класс, класс-комплект) и нормативов обеспечения деятельности административно-хозяйственного, учебно-вспомогательного персонала и иных категорий работн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ков образовательных организаций, участвующих в реализации общеобразов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тельных программ в соответствии с федеральными государственными образов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тельными стандартами, в расчете на одного обучающегося муниципальных общ</w:t>
      </w:r>
      <w:r w:rsidRPr="00E47A09">
        <w:rPr>
          <w:rFonts w:cs="Arial"/>
          <w:sz w:val="24"/>
          <w:szCs w:val="24"/>
        </w:rPr>
        <w:t>е</w:t>
      </w:r>
      <w:r>
        <w:rPr>
          <w:rFonts w:cs="Arial"/>
          <w:sz w:val="24"/>
          <w:szCs w:val="24"/>
        </w:rPr>
        <w:t>образовательных организаций</w:t>
      </w:r>
      <w:r w:rsidRPr="00E47A09">
        <w:rPr>
          <w:rFonts w:cs="Arial"/>
          <w:sz w:val="24"/>
          <w:szCs w:val="24"/>
        </w:rPr>
        <w:t>, расположенных на территории Красноярского края, и Порядка предоставления субвенций бюджетам муниципальных районов, муниципальных округов и городских округов Красноярского края на обеспечение государственных гарантий реализации прав на получение общедоступного и бе</w:t>
      </w:r>
      <w:r w:rsidRPr="00E47A09">
        <w:rPr>
          <w:rFonts w:cs="Arial"/>
          <w:sz w:val="24"/>
          <w:szCs w:val="24"/>
        </w:rPr>
        <w:t>с</w:t>
      </w:r>
      <w:r w:rsidRPr="00E47A09">
        <w:rPr>
          <w:rFonts w:cs="Arial"/>
          <w:sz w:val="24"/>
          <w:szCs w:val="24"/>
        </w:rPr>
        <w:t>платного начального общего, основного общего, среднего общего образования в муниципальных общеобразовательных организациях, расположенных на террит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рии Красноярского края, обеспечение дополнительного образования детей в м</w:t>
      </w:r>
      <w:r w:rsidRPr="00E47A09">
        <w:rPr>
          <w:rFonts w:cs="Arial"/>
          <w:sz w:val="24"/>
          <w:szCs w:val="24"/>
        </w:rPr>
        <w:t>у</w:t>
      </w:r>
      <w:r w:rsidRPr="00E47A09">
        <w:rPr>
          <w:rFonts w:cs="Arial"/>
          <w:sz w:val="24"/>
          <w:szCs w:val="24"/>
        </w:rPr>
        <w:t>ниципальных общеобразовательных организациях, расположенных на территории Красноярского края».</w:t>
      </w:r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Мероприятие 2.6 подпрограммы осуществляется в соответствии с пунктом 3 статьи 11 Закона Красноярского края от 02.11.2000 № 12-961 «О защите прав р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бенка» путем предоставления субвенций бюджетам муниципальных образований края на основании Закона Красноярского края от 27.12.2005 № 17-4377 «О над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лении органов местного самоуправления муниципальных районов, муниципал</w:t>
      </w:r>
      <w:r w:rsidRPr="00E47A09">
        <w:rPr>
          <w:rFonts w:cs="Arial"/>
          <w:sz w:val="24"/>
          <w:szCs w:val="24"/>
        </w:rPr>
        <w:t>ь</w:t>
      </w:r>
      <w:r w:rsidRPr="00E47A09">
        <w:rPr>
          <w:rFonts w:cs="Arial"/>
          <w:sz w:val="24"/>
          <w:szCs w:val="24"/>
        </w:rPr>
        <w:t>ных округов и городских округов края государственными полномочиями по обе</w:t>
      </w:r>
      <w:r w:rsidRPr="00E47A09">
        <w:rPr>
          <w:rFonts w:cs="Arial"/>
          <w:sz w:val="24"/>
          <w:szCs w:val="24"/>
        </w:rPr>
        <w:t>с</w:t>
      </w:r>
      <w:r w:rsidRPr="00E47A09">
        <w:rPr>
          <w:rFonts w:cs="Arial"/>
          <w:sz w:val="24"/>
          <w:szCs w:val="24"/>
        </w:rPr>
        <w:t>печению бесплатным питанием обучающихся в муниципальных и частных общ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образовательных организациях по имеющим государственную аккредитацию о</w:t>
      </w:r>
      <w:r w:rsidRPr="00E47A09">
        <w:rPr>
          <w:rFonts w:cs="Arial"/>
          <w:sz w:val="24"/>
          <w:szCs w:val="24"/>
        </w:rPr>
        <w:t>с</w:t>
      </w:r>
      <w:r w:rsidRPr="00E47A09">
        <w:rPr>
          <w:rFonts w:cs="Arial"/>
          <w:sz w:val="24"/>
          <w:szCs w:val="24"/>
        </w:rPr>
        <w:t>новным общеобразовательным программам».</w:t>
      </w:r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Мероприятие 2.</w:t>
      </w:r>
      <w:r>
        <w:rPr>
          <w:rFonts w:cs="Arial"/>
          <w:sz w:val="24"/>
          <w:szCs w:val="24"/>
        </w:rPr>
        <w:t>7</w:t>
      </w:r>
      <w:r w:rsidRPr="00E47A09">
        <w:rPr>
          <w:rFonts w:cs="Arial"/>
          <w:sz w:val="24"/>
          <w:szCs w:val="24"/>
        </w:rPr>
        <w:t xml:space="preserve"> подпрограммы осуществляется в соответствии с пунктом 3</w:t>
      </w:r>
      <w:r>
        <w:rPr>
          <w:rFonts w:cs="Arial"/>
          <w:sz w:val="24"/>
          <w:szCs w:val="24"/>
        </w:rPr>
        <w:t xml:space="preserve"> и пунктом 5</w:t>
      </w:r>
      <w:r w:rsidRPr="00E47A09">
        <w:rPr>
          <w:rFonts w:cs="Arial"/>
          <w:sz w:val="24"/>
          <w:szCs w:val="24"/>
        </w:rPr>
        <w:t xml:space="preserve"> статьи 1</w:t>
      </w:r>
      <w:r>
        <w:rPr>
          <w:rFonts w:cs="Arial"/>
          <w:sz w:val="24"/>
          <w:szCs w:val="24"/>
        </w:rPr>
        <w:t>4</w:t>
      </w:r>
      <w:r w:rsidRPr="00E47A09">
        <w:rPr>
          <w:rFonts w:cs="Arial"/>
          <w:sz w:val="24"/>
          <w:szCs w:val="24"/>
        </w:rPr>
        <w:t xml:space="preserve"> Закона Красноярского края от 02.11.2000 № 12-961 «О з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щите прав ребенка» путем предоставления субвенций бюджетам муниципальных образований края на основании Закона Красноярского края от 27.12.2005 № 17-4377 «О наделении органов местного самоуправления муниципальных районов, муниципальных округов и городских округов края государственными полномочи</w:t>
      </w:r>
      <w:r w:rsidRPr="00E47A09">
        <w:rPr>
          <w:rFonts w:cs="Arial"/>
          <w:sz w:val="24"/>
          <w:szCs w:val="24"/>
        </w:rPr>
        <w:t>я</w:t>
      </w:r>
      <w:r w:rsidRPr="00E47A09">
        <w:rPr>
          <w:rFonts w:cs="Arial"/>
          <w:sz w:val="24"/>
          <w:szCs w:val="24"/>
        </w:rPr>
        <w:t>ми по обеспечению бесплатным питанием обучающихся в муниципальных и час</w:t>
      </w:r>
      <w:r w:rsidRPr="00E47A09">
        <w:rPr>
          <w:rFonts w:cs="Arial"/>
          <w:sz w:val="24"/>
          <w:szCs w:val="24"/>
        </w:rPr>
        <w:t>т</w:t>
      </w:r>
      <w:r w:rsidRPr="00E47A09">
        <w:rPr>
          <w:rFonts w:cs="Arial"/>
          <w:sz w:val="24"/>
          <w:szCs w:val="24"/>
        </w:rPr>
        <w:t>ных общеобразовательных организациях по имеющим государственную аккред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тацию основным общеобразовательным программам».</w:t>
      </w:r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BF12C4">
        <w:rPr>
          <w:rFonts w:cs="Arial"/>
          <w:sz w:val="24"/>
          <w:szCs w:val="24"/>
        </w:rPr>
        <w:t>Мероприятие 2.</w:t>
      </w:r>
      <w:r>
        <w:rPr>
          <w:rFonts w:cs="Arial"/>
          <w:sz w:val="24"/>
          <w:szCs w:val="24"/>
        </w:rPr>
        <w:t>8</w:t>
      </w:r>
      <w:r w:rsidRPr="00BF12C4">
        <w:rPr>
          <w:rFonts w:cs="Arial"/>
          <w:sz w:val="24"/>
          <w:szCs w:val="24"/>
        </w:rPr>
        <w:t xml:space="preserve"> подпрограммы осуществляется во исполнение части 2.1 статьи 37 Федерального закона от</w:t>
      </w:r>
      <w:r w:rsidRPr="00E47A09">
        <w:rPr>
          <w:rFonts w:cs="Arial"/>
          <w:sz w:val="24"/>
          <w:szCs w:val="24"/>
        </w:rPr>
        <w:t xml:space="preserve"> 29.12.2012 № 273-</w:t>
      </w:r>
      <w:r w:rsidRPr="00BF2158">
        <w:rPr>
          <w:rFonts w:cs="Arial"/>
          <w:sz w:val="24"/>
          <w:szCs w:val="24"/>
        </w:rPr>
        <w:t>ФЗ «Об образовании в Ро</w:t>
      </w:r>
      <w:r w:rsidRPr="00BF2158">
        <w:rPr>
          <w:rFonts w:cs="Arial"/>
          <w:sz w:val="24"/>
          <w:szCs w:val="24"/>
        </w:rPr>
        <w:t>с</w:t>
      </w:r>
      <w:r w:rsidRPr="00BF2158">
        <w:rPr>
          <w:rFonts w:cs="Arial"/>
          <w:sz w:val="24"/>
          <w:szCs w:val="24"/>
        </w:rPr>
        <w:t>сийской Федерации», статьи 14.1 Закона Красноярског</w:t>
      </w:r>
      <w:r w:rsidRPr="00E47A09">
        <w:rPr>
          <w:rFonts w:cs="Arial"/>
          <w:sz w:val="24"/>
          <w:szCs w:val="24"/>
        </w:rPr>
        <w:t>о края от 02.11.2</w:t>
      </w:r>
      <w:r>
        <w:rPr>
          <w:rFonts w:cs="Arial"/>
          <w:sz w:val="24"/>
          <w:szCs w:val="24"/>
        </w:rPr>
        <w:t>000 № 12-961 «О защите прав ребенка» путе</w:t>
      </w:r>
      <w:r w:rsidRPr="00E47A09">
        <w:rPr>
          <w:rFonts w:cs="Arial"/>
          <w:sz w:val="24"/>
          <w:szCs w:val="24"/>
        </w:rPr>
        <w:t>м предоставления субсидии бюджетам муниц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пальных образований края на основании Закона Красноярского края от 27.12.2005 № 17-4377 «О наделении органов местного самоуправления муниципальных ра</w:t>
      </w:r>
      <w:r w:rsidRPr="00E47A09">
        <w:rPr>
          <w:rFonts w:cs="Arial"/>
          <w:sz w:val="24"/>
          <w:szCs w:val="24"/>
        </w:rPr>
        <w:t>й</w:t>
      </w:r>
      <w:r w:rsidRPr="00E47A09">
        <w:rPr>
          <w:rFonts w:cs="Arial"/>
          <w:sz w:val="24"/>
          <w:szCs w:val="24"/>
        </w:rPr>
        <w:t>онов, муниципальных округов и городских округов края государственными полн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мочиями по обеспечению бесплатным питанием обучающихся в муниципальных и частных общеобразовательных организациях по имеющим государственную а</w:t>
      </w:r>
      <w:r w:rsidRPr="00E47A09">
        <w:rPr>
          <w:rFonts w:cs="Arial"/>
          <w:sz w:val="24"/>
          <w:szCs w:val="24"/>
        </w:rPr>
        <w:t>к</w:t>
      </w:r>
      <w:r w:rsidRPr="00E47A09">
        <w:rPr>
          <w:rFonts w:cs="Arial"/>
          <w:sz w:val="24"/>
          <w:szCs w:val="24"/>
        </w:rPr>
        <w:t>кредитацию основным общеобразовательным программам».</w:t>
      </w:r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bookmarkStart w:id="2" w:name="Par2533"/>
      <w:bookmarkStart w:id="3" w:name="Par3988"/>
      <w:bookmarkStart w:id="4" w:name="Par4036"/>
      <w:bookmarkEnd w:id="2"/>
      <w:bookmarkEnd w:id="3"/>
      <w:bookmarkEnd w:id="4"/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4. Управление подпрограммой и контроль над </w:t>
      </w:r>
      <w:r>
        <w:rPr>
          <w:rFonts w:ascii="Arial" w:hAnsi="Arial" w:cs="Arial"/>
          <w:sz w:val="24"/>
          <w:szCs w:val="24"/>
        </w:rPr>
        <w:t>исполнением подпрограммы</w:t>
      </w: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Организация управления подпрограммой осуществляется отделом образ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вания.</w:t>
      </w:r>
    </w:p>
    <w:p w:rsidR="003738DC" w:rsidRPr="00E47A09" w:rsidRDefault="003738DC" w:rsidP="00BF2437">
      <w:pPr>
        <w:widowControl w:val="0"/>
        <w:autoSpaceDE w:val="0"/>
        <w:autoSpaceDN w:val="0"/>
        <w:adjustRightInd w:val="0"/>
        <w:ind w:firstLine="709"/>
        <w:outlineLvl w:val="1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Реализацию подпрограммы осуществляет отдел образования, который н</w:t>
      </w:r>
      <w:r w:rsidRPr="00E47A09">
        <w:rPr>
          <w:rFonts w:ascii="Arial" w:hAnsi="Arial" w:cs="Arial"/>
          <w:sz w:val="24"/>
          <w:szCs w:val="24"/>
          <w:lang w:eastAsia="en-US"/>
        </w:rPr>
        <w:t>е</w:t>
      </w:r>
      <w:r w:rsidRPr="00E47A09">
        <w:rPr>
          <w:rFonts w:ascii="Arial" w:hAnsi="Arial" w:cs="Arial"/>
          <w:sz w:val="24"/>
          <w:szCs w:val="24"/>
          <w:lang w:eastAsia="en-US"/>
        </w:rPr>
        <w:t>сет ответственность за реализацию подпрограммы, эффективное и целевое и</w:t>
      </w:r>
      <w:r w:rsidRPr="00E47A09">
        <w:rPr>
          <w:rFonts w:ascii="Arial" w:hAnsi="Arial" w:cs="Arial"/>
          <w:sz w:val="24"/>
          <w:szCs w:val="24"/>
          <w:lang w:eastAsia="en-US"/>
        </w:rPr>
        <w:t>с</w:t>
      </w:r>
      <w:r w:rsidRPr="00E47A09">
        <w:rPr>
          <w:rFonts w:ascii="Arial" w:hAnsi="Arial" w:cs="Arial"/>
          <w:sz w:val="24"/>
          <w:szCs w:val="24"/>
          <w:lang w:eastAsia="en-US"/>
        </w:rPr>
        <w:t>пользование средств, направляемых на выполнение подпрограммы, достижение конечного результата.</w:t>
      </w:r>
    </w:p>
    <w:p w:rsidR="003738DC" w:rsidRPr="00E47A09" w:rsidRDefault="003738DC" w:rsidP="00BF2437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Контроль над ходом ис</w:t>
      </w:r>
      <w:r w:rsidRPr="00E47A09">
        <w:rPr>
          <w:rFonts w:ascii="Arial" w:hAnsi="Arial" w:cs="Arial"/>
          <w:sz w:val="24"/>
          <w:szCs w:val="24"/>
        </w:rPr>
        <w:t>полнения подпрограммы на предмет соблюдения сроков, целевого и эффективного использования бюджетных средств, достижения результатов подпрограммы осуществляет отдел образования.</w:t>
      </w:r>
    </w:p>
    <w:p w:rsidR="003738DC" w:rsidRPr="00E47A09" w:rsidRDefault="003738DC" w:rsidP="00BF2437">
      <w:pPr>
        <w:widowControl w:val="0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Н</w:t>
      </w:r>
      <w:r w:rsidRPr="00E47A09">
        <w:rPr>
          <w:rFonts w:ascii="Arial" w:hAnsi="Arial" w:cs="Arial"/>
          <w:b w:val="0"/>
        </w:rPr>
        <w:t xml:space="preserve">ачальник отдела образования 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3738DC" w:rsidRPr="00E47A09" w:rsidSect="00BF2437"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    </w:t>
      </w:r>
      <w:r w:rsidRPr="00E47A09">
        <w:rPr>
          <w:rFonts w:ascii="Arial" w:hAnsi="Arial" w:cs="Arial"/>
          <w:b w:val="0"/>
          <w:color w:val="000000"/>
        </w:rPr>
        <w:t xml:space="preserve">              </w:t>
      </w:r>
      <w:r>
        <w:rPr>
          <w:rFonts w:ascii="Arial" w:hAnsi="Arial" w:cs="Arial"/>
          <w:b w:val="0"/>
          <w:color w:val="000000"/>
        </w:rPr>
        <w:t>Л.А. Козлова</w:t>
      </w:r>
    </w:p>
    <w:p w:rsidR="003738DC" w:rsidRPr="00E47A09" w:rsidRDefault="003738DC" w:rsidP="00BF2437">
      <w:pPr>
        <w:widowControl w:val="0"/>
        <w:ind w:firstLine="8364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 xml:space="preserve">Приложение к паспорту подпрограммы «Развитие </w:t>
      </w:r>
    </w:p>
    <w:p w:rsidR="003738DC" w:rsidRPr="00E47A09" w:rsidRDefault="003738DC" w:rsidP="00BF2437">
      <w:pPr>
        <w:widowControl w:val="0"/>
        <w:ind w:firstLine="8364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 xml:space="preserve">дошкольного, общего и дополнительного </w:t>
      </w:r>
    </w:p>
    <w:p w:rsidR="003738DC" w:rsidRPr="00E47A09" w:rsidRDefault="003738DC" w:rsidP="00BF2437">
      <w:pPr>
        <w:widowControl w:val="0"/>
        <w:ind w:firstLine="8364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образования детей»</w:t>
      </w:r>
    </w:p>
    <w:p w:rsidR="003738DC" w:rsidRPr="00E47A09" w:rsidRDefault="003738DC" w:rsidP="00BF2437">
      <w:pPr>
        <w:widowControl w:val="0"/>
        <w:rPr>
          <w:rFonts w:ascii="Arial" w:hAnsi="Arial" w:cs="Arial"/>
          <w:color w:val="000000"/>
          <w:sz w:val="24"/>
          <w:szCs w:val="24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Перечень и значения показателей результативности подпрограммы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tbl>
      <w:tblPr>
        <w:tblW w:w="14349" w:type="dxa"/>
        <w:tblInd w:w="108" w:type="dxa"/>
        <w:tblLayout w:type="fixed"/>
        <w:tblLook w:val="00A0"/>
      </w:tblPr>
      <w:tblGrid>
        <w:gridCol w:w="567"/>
        <w:gridCol w:w="6662"/>
        <w:gridCol w:w="1134"/>
        <w:gridCol w:w="1985"/>
        <w:gridCol w:w="881"/>
        <w:gridCol w:w="1063"/>
        <w:gridCol w:w="1033"/>
        <w:gridCol w:w="1024"/>
      </w:tblGrid>
      <w:tr w:rsidR="003738DC" w:rsidRPr="00E47A09" w:rsidTr="00C3760A">
        <w:trPr>
          <w:trHeight w:val="5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Един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ца и</w:t>
            </w:r>
            <w:r w:rsidRPr="00E47A09"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>мер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Источник и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формации</w:t>
            </w:r>
          </w:p>
        </w:tc>
        <w:tc>
          <w:tcPr>
            <w:tcW w:w="4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3738DC" w:rsidRPr="00E47A09" w:rsidTr="00C3760A">
        <w:trPr>
          <w:trHeight w:val="51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3738DC" w:rsidRPr="00E47A09" w:rsidTr="00C3760A">
        <w:trPr>
          <w:trHeight w:val="51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C3760A">
        <w:trPr>
          <w:trHeight w:val="601"/>
        </w:trPr>
        <w:tc>
          <w:tcPr>
            <w:tcW w:w="14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</w:t>
            </w:r>
            <w:r>
              <w:rPr>
                <w:rFonts w:ascii="Arial" w:hAnsi="Arial" w:cs="Arial"/>
                <w:sz w:val="24"/>
                <w:szCs w:val="24"/>
              </w:rPr>
              <w:t xml:space="preserve"> подпрограммы</w:t>
            </w:r>
            <w:r w:rsidRPr="00E47A09">
              <w:rPr>
                <w:rFonts w:ascii="Arial" w:hAnsi="Arial" w:cs="Arial"/>
                <w:sz w:val="24"/>
                <w:szCs w:val="24"/>
              </w:rPr>
              <w:t>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 и досуг детей в каникулярное время</w:t>
            </w:r>
          </w:p>
        </w:tc>
      </w:tr>
      <w:tr w:rsidR="003738DC" w:rsidRPr="00E47A09" w:rsidTr="00236BB5">
        <w:trPr>
          <w:trHeight w:val="567"/>
        </w:trPr>
        <w:tc>
          <w:tcPr>
            <w:tcW w:w="143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4C280C" w:rsidRDefault="003738DC" w:rsidP="00236BB5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4C280C">
              <w:rPr>
                <w:rFonts w:ascii="Arial" w:hAnsi="Arial" w:cs="Arial"/>
                <w:sz w:val="24"/>
                <w:szCs w:val="24"/>
              </w:rPr>
              <w:t xml:space="preserve">Задачи подпрограммы: </w:t>
            </w:r>
          </w:p>
          <w:p w:rsidR="003738DC" w:rsidRPr="004C280C" w:rsidRDefault="003738DC" w:rsidP="00236BB5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4C280C">
              <w:rPr>
                <w:rFonts w:ascii="Arial" w:hAnsi="Arial" w:cs="Arial"/>
                <w:sz w:val="24"/>
                <w:szCs w:val="24"/>
              </w:rPr>
              <w:t>1. Обеспечить доступность дошкольного образования, соответствующего единому стандарту качества дошкольного образ</w:t>
            </w:r>
            <w:r w:rsidRPr="004C280C">
              <w:rPr>
                <w:rFonts w:ascii="Arial" w:hAnsi="Arial" w:cs="Arial"/>
                <w:sz w:val="24"/>
                <w:szCs w:val="24"/>
              </w:rPr>
              <w:t>о</w:t>
            </w:r>
            <w:r w:rsidRPr="004C280C">
              <w:rPr>
                <w:rFonts w:ascii="Arial" w:hAnsi="Arial" w:cs="Arial"/>
                <w:sz w:val="24"/>
                <w:szCs w:val="24"/>
              </w:rPr>
              <w:t>вания.</w:t>
            </w:r>
          </w:p>
          <w:p w:rsidR="003738DC" w:rsidRPr="004C280C" w:rsidRDefault="003738DC" w:rsidP="00236BB5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4C280C">
              <w:rPr>
                <w:rFonts w:ascii="Arial" w:hAnsi="Arial" w:cs="Arial"/>
                <w:sz w:val="24"/>
                <w:szCs w:val="24"/>
              </w:rPr>
              <w:t>2. Обеспечить условия и качество обучения, соответствующие федеральным государственным стандартам начального о</w:t>
            </w:r>
            <w:r w:rsidRPr="004C280C">
              <w:rPr>
                <w:rFonts w:ascii="Arial" w:hAnsi="Arial" w:cs="Arial"/>
                <w:sz w:val="24"/>
                <w:szCs w:val="24"/>
              </w:rPr>
              <w:t>б</w:t>
            </w:r>
            <w:r w:rsidRPr="004C280C">
              <w:rPr>
                <w:rFonts w:ascii="Arial" w:hAnsi="Arial" w:cs="Arial"/>
                <w:sz w:val="24"/>
                <w:szCs w:val="24"/>
              </w:rPr>
              <w:t>щего, основного общего, среднего общего образования.</w:t>
            </w:r>
          </w:p>
          <w:p w:rsidR="003738DC" w:rsidRPr="004C280C" w:rsidRDefault="003738DC" w:rsidP="00236BB5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4C280C">
              <w:rPr>
                <w:rFonts w:ascii="Arial" w:hAnsi="Arial" w:cs="Arial"/>
                <w:sz w:val="24"/>
                <w:szCs w:val="24"/>
              </w:rPr>
              <w:t>3. Обеспечить условия для развития системы дополнительного образования, в том числе за счет участия в современных образовательных программах, дистанционных и сетевых формах дополнительного образования.</w:t>
            </w:r>
          </w:p>
          <w:p w:rsidR="003738DC" w:rsidRPr="004C280C" w:rsidRDefault="003738DC" w:rsidP="00236BB5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4C280C">
              <w:rPr>
                <w:rFonts w:ascii="Arial" w:hAnsi="Arial" w:cs="Arial"/>
                <w:sz w:val="24"/>
                <w:szCs w:val="24"/>
              </w:rPr>
              <w:t>4. Обеспечить функционирование системы персонифицированного финансирования, обеспечивающей свободу выбора о</w:t>
            </w:r>
            <w:r w:rsidRPr="004C280C">
              <w:rPr>
                <w:rFonts w:ascii="Arial" w:hAnsi="Arial" w:cs="Arial"/>
                <w:sz w:val="24"/>
                <w:szCs w:val="24"/>
              </w:rPr>
              <w:t>б</w:t>
            </w:r>
            <w:r w:rsidRPr="004C280C">
              <w:rPr>
                <w:rFonts w:ascii="Arial" w:hAnsi="Arial" w:cs="Arial"/>
                <w:sz w:val="24"/>
                <w:szCs w:val="24"/>
              </w:rPr>
              <w:t>разовательных программ, равенство доступа к дополнительному образованию за счет средств бюджетов бюджетной сист</w:t>
            </w:r>
            <w:r w:rsidRPr="004C280C">
              <w:rPr>
                <w:rFonts w:ascii="Arial" w:hAnsi="Arial" w:cs="Arial"/>
                <w:sz w:val="24"/>
                <w:szCs w:val="24"/>
              </w:rPr>
              <w:t>е</w:t>
            </w:r>
            <w:r w:rsidRPr="004C280C">
              <w:rPr>
                <w:rFonts w:ascii="Arial" w:hAnsi="Arial" w:cs="Arial"/>
                <w:sz w:val="24"/>
                <w:szCs w:val="24"/>
              </w:rPr>
              <w:t>мы, легкость и оперативность смены осваиваемых образовательных программ.</w:t>
            </w:r>
          </w:p>
          <w:p w:rsidR="003738DC" w:rsidRPr="004C280C" w:rsidRDefault="003738DC" w:rsidP="00236BB5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4C280C">
              <w:rPr>
                <w:rFonts w:ascii="Arial" w:hAnsi="Arial" w:cs="Arial"/>
                <w:sz w:val="24"/>
                <w:szCs w:val="24"/>
              </w:rPr>
              <w:t>5. Содействовать выявлению и поддержке одаренных детей.</w:t>
            </w:r>
          </w:p>
          <w:p w:rsidR="003738DC" w:rsidRPr="00E47A09" w:rsidRDefault="003738DC" w:rsidP="00236BB5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4C280C">
              <w:rPr>
                <w:rFonts w:ascii="Arial" w:hAnsi="Arial" w:cs="Arial"/>
                <w:sz w:val="24"/>
                <w:szCs w:val="24"/>
              </w:rPr>
              <w:t>6. Обеспечить безопасный, качественный отдых и досуг детей в каникулярное время.</w:t>
            </w:r>
          </w:p>
        </w:tc>
      </w:tr>
      <w:tr w:rsidR="003738DC" w:rsidRPr="00E47A09" w:rsidTr="007D2E59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Обеспеченность детей дошкольного возраста местами в дошкольных образовательных учреждениях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</w:tr>
      <w:tr w:rsidR="003738DC" w:rsidRPr="00E47A09" w:rsidTr="004401B5">
        <w:trPr>
          <w:trHeight w:val="2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Отношение численности детей в возрасте от 3 до 7 лет, которым предоставлена возможность получать услуги дошкольного образования, к численности детей в во</w:t>
            </w:r>
            <w:r w:rsidRPr="00E47A09"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>расте от 3 до 7 лет, скорректированной на численность детей в возрасте от 5 до 7 лет, обучающихся в школе, проживающих на территории Партизанского района (с учетом групп кратковременного пребывания)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3738DC" w:rsidRPr="00E47A09" w:rsidTr="00C3760A">
        <w:trPr>
          <w:trHeight w:val="1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Удельный вес воспитанников дошкольных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учреждений, расположенных на территории Партизанского района, обучающихся по программам, соответствующим требованиям стандартов дошкольного образования, в общей численности воспитанников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школьных образовательных учреждений, расположе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на территории Партизанского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3738DC" w:rsidRPr="00E47A09" w:rsidTr="006D1E82">
        <w:trPr>
          <w:trHeight w:val="11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Доля муниципальных общеобразовательных учрежд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>ний, соответствующих современным требованиям об</w:t>
            </w:r>
            <w:r w:rsidRPr="00BF12C4">
              <w:rPr>
                <w:rFonts w:ascii="Arial" w:hAnsi="Arial" w:cs="Arial"/>
                <w:sz w:val="24"/>
                <w:szCs w:val="24"/>
              </w:rPr>
              <w:t>у</w:t>
            </w:r>
            <w:r w:rsidRPr="00BF12C4">
              <w:rPr>
                <w:rFonts w:ascii="Arial" w:hAnsi="Arial" w:cs="Arial"/>
                <w:sz w:val="24"/>
                <w:szCs w:val="24"/>
              </w:rPr>
              <w:t>чения, в общем количестве муниципальных общеобр</w:t>
            </w:r>
            <w:r w:rsidRPr="00BF12C4">
              <w:rPr>
                <w:rFonts w:ascii="Arial" w:hAnsi="Arial" w:cs="Arial"/>
                <w:sz w:val="24"/>
                <w:szCs w:val="24"/>
              </w:rPr>
              <w:t>а</w:t>
            </w:r>
            <w:r w:rsidRPr="00BF12C4">
              <w:rPr>
                <w:rFonts w:ascii="Arial" w:hAnsi="Arial" w:cs="Arial"/>
                <w:sz w:val="24"/>
                <w:szCs w:val="24"/>
              </w:rPr>
              <w:t>зовательных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83,33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83,33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83,33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83,33</w:t>
            </w:r>
          </w:p>
        </w:tc>
      </w:tr>
      <w:tr w:rsidR="003738DC" w:rsidRPr="00E47A09" w:rsidTr="00C3760A">
        <w:trPr>
          <w:trHeight w:val="15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Удельный вес образовательных учреждений Партиза</w:t>
            </w:r>
            <w:r w:rsidRPr="00BF12C4">
              <w:rPr>
                <w:rFonts w:ascii="Arial" w:hAnsi="Arial" w:cs="Arial"/>
                <w:sz w:val="24"/>
                <w:szCs w:val="24"/>
              </w:rPr>
              <w:t>н</w:t>
            </w:r>
            <w:r w:rsidRPr="00BF12C4">
              <w:rPr>
                <w:rFonts w:ascii="Arial" w:hAnsi="Arial" w:cs="Arial"/>
                <w:sz w:val="24"/>
                <w:szCs w:val="24"/>
              </w:rPr>
              <w:t>ского района, в которых оценка деятельности дошкол</w:t>
            </w:r>
            <w:r w:rsidRPr="00BF12C4">
              <w:rPr>
                <w:rFonts w:ascii="Arial" w:hAnsi="Arial" w:cs="Arial"/>
                <w:sz w:val="24"/>
                <w:szCs w:val="24"/>
              </w:rPr>
              <w:t>ь</w:t>
            </w:r>
            <w:r w:rsidRPr="00BF12C4">
              <w:rPr>
                <w:rFonts w:ascii="Arial" w:hAnsi="Arial" w:cs="Arial"/>
                <w:sz w:val="24"/>
                <w:szCs w:val="24"/>
              </w:rPr>
              <w:t>ных образовательных учреждений, их руководителей и основных категорий работников осуществляется на о</w:t>
            </w:r>
            <w:r w:rsidRPr="00BF12C4">
              <w:rPr>
                <w:rFonts w:ascii="Arial" w:hAnsi="Arial" w:cs="Arial"/>
                <w:sz w:val="24"/>
                <w:szCs w:val="24"/>
              </w:rPr>
              <w:t>с</w:t>
            </w:r>
            <w:r w:rsidRPr="00BF12C4">
              <w:rPr>
                <w:rFonts w:ascii="Arial" w:hAnsi="Arial" w:cs="Arial"/>
                <w:sz w:val="24"/>
                <w:szCs w:val="24"/>
              </w:rPr>
              <w:t>новании показателей эффективности деятельности по</w:t>
            </w:r>
            <w:r w:rsidRPr="00BF12C4">
              <w:rPr>
                <w:rFonts w:ascii="Arial" w:hAnsi="Arial" w:cs="Arial"/>
                <w:sz w:val="24"/>
                <w:szCs w:val="24"/>
              </w:rPr>
              <w:t>д</w:t>
            </w:r>
            <w:r w:rsidRPr="00BF12C4">
              <w:rPr>
                <w:rFonts w:ascii="Arial" w:hAnsi="Arial" w:cs="Arial"/>
                <w:sz w:val="24"/>
                <w:szCs w:val="24"/>
              </w:rPr>
              <w:t>ведомственных муниципальных дошкольных образов</w:t>
            </w:r>
            <w:r w:rsidRPr="00BF12C4">
              <w:rPr>
                <w:rFonts w:ascii="Arial" w:hAnsi="Arial" w:cs="Arial"/>
                <w:sz w:val="24"/>
                <w:szCs w:val="24"/>
              </w:rPr>
              <w:t>а</w:t>
            </w:r>
            <w:r w:rsidRPr="00BF12C4">
              <w:rPr>
                <w:rFonts w:ascii="Arial" w:hAnsi="Arial" w:cs="Arial"/>
                <w:sz w:val="24"/>
                <w:szCs w:val="24"/>
              </w:rPr>
              <w:t>тельных учреждений (не менее чем в 80 % дошкольных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  <w:tr w:rsidR="003738DC" w:rsidRPr="00E47A09" w:rsidTr="00C3760A">
        <w:trPr>
          <w:trHeight w:val="10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Доля подготовки муниципальных образовательных у</w:t>
            </w:r>
            <w:r w:rsidRPr="00BF12C4">
              <w:rPr>
                <w:rFonts w:ascii="Arial" w:hAnsi="Arial" w:cs="Arial"/>
                <w:sz w:val="24"/>
                <w:szCs w:val="24"/>
              </w:rPr>
              <w:t>ч</w:t>
            </w:r>
            <w:r w:rsidRPr="00BF12C4">
              <w:rPr>
                <w:rFonts w:ascii="Arial" w:hAnsi="Arial" w:cs="Arial"/>
                <w:sz w:val="24"/>
                <w:szCs w:val="24"/>
              </w:rPr>
              <w:t>реждений, реализующих программы общего образов</w:t>
            </w:r>
            <w:r w:rsidRPr="00BF12C4">
              <w:rPr>
                <w:rFonts w:ascii="Arial" w:hAnsi="Arial" w:cs="Arial"/>
                <w:sz w:val="24"/>
                <w:szCs w:val="24"/>
              </w:rPr>
              <w:t>а</w:t>
            </w:r>
            <w:r w:rsidRPr="00BF12C4">
              <w:rPr>
                <w:rFonts w:ascii="Arial" w:hAnsi="Arial" w:cs="Arial"/>
                <w:sz w:val="24"/>
                <w:szCs w:val="24"/>
              </w:rPr>
              <w:t>ния, к новому учебному году, в общей численности м</w:t>
            </w:r>
            <w:r w:rsidRPr="00BF12C4">
              <w:rPr>
                <w:rFonts w:ascii="Arial" w:hAnsi="Arial" w:cs="Arial"/>
                <w:sz w:val="24"/>
                <w:szCs w:val="24"/>
              </w:rPr>
              <w:t>у</w:t>
            </w:r>
            <w:r w:rsidRPr="00BF12C4">
              <w:rPr>
                <w:rFonts w:ascii="Arial" w:hAnsi="Arial" w:cs="Arial"/>
                <w:sz w:val="24"/>
                <w:szCs w:val="24"/>
              </w:rPr>
              <w:t>ниципальных образовательных учреждений, реализу</w:t>
            </w:r>
            <w:r w:rsidRPr="00BF12C4">
              <w:rPr>
                <w:rFonts w:ascii="Arial" w:hAnsi="Arial" w:cs="Arial"/>
                <w:sz w:val="24"/>
                <w:szCs w:val="24"/>
              </w:rPr>
              <w:t>ю</w:t>
            </w:r>
            <w:r w:rsidRPr="00BF12C4">
              <w:rPr>
                <w:rFonts w:ascii="Arial" w:hAnsi="Arial" w:cs="Arial"/>
                <w:sz w:val="24"/>
                <w:szCs w:val="24"/>
              </w:rPr>
              <w:t>щих программы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55</w:t>
            </w:r>
          </w:p>
        </w:tc>
      </w:tr>
      <w:tr w:rsidR="003738DC" w:rsidRPr="00E47A09" w:rsidTr="00C3760A">
        <w:trPr>
          <w:trHeight w:val="10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Доля муниципальных образовательных учреждений, реализующих программы общего образования, име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 физкультурный зал, в общей численности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образовательных учреждений, реализующих программы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67</w:t>
            </w:r>
          </w:p>
        </w:tc>
      </w:tr>
      <w:tr w:rsidR="003738DC" w:rsidRPr="00E47A09" w:rsidTr="00C3760A">
        <w:trPr>
          <w:trHeight w:val="7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Доля общеобразовательных учреждений (с числом об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чающихся более 50), в которых действуют управляющие советы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3738DC" w:rsidRPr="00E47A09" w:rsidTr="00C3760A">
        <w:trPr>
          <w:trHeight w:val="9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Отношение среднего балла ЕГЭ (в расчете на 1 пре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мет) в 10 % школ Партизанского района с лучшими 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зультатами ЕГЭ к среднему баллу ЕГЭ (в расчете на 1 предмет) в 10 % школ Партизанского района с худшими результатами ЕГЭ</w:t>
            </w:r>
            <w:r w:rsidRPr="00E47A09">
              <w:rPr>
                <w:rFonts w:ascii="Arial" w:hAnsi="Arial" w:cs="Arial"/>
                <w:sz w:val="24"/>
                <w:szCs w:val="24"/>
              </w:rPr>
              <w:br w:type="page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7F702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7F702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7F702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7F702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</w:tr>
      <w:tr w:rsidR="003738DC" w:rsidRPr="00E47A09" w:rsidTr="00C3760A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Доля выпускников муниципальных общеобразовател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учреждений, не сдавших единый государственный экзамен, в общей численности выпускников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общеобразовательных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42602E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42602E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42602E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7F702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7F702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</w:tr>
      <w:tr w:rsidR="003738DC" w:rsidRPr="00E47A09" w:rsidTr="002E76B8">
        <w:trPr>
          <w:trHeight w:hRule="exact" w:val="11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B5155B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Доля обучающихся общеобразовательных учреждений, охваченных психолого-педагогической и медико-социальной помощью, от общей численности обуча</w:t>
            </w:r>
            <w:r w:rsidRPr="007F7029">
              <w:rPr>
                <w:rFonts w:ascii="Arial" w:hAnsi="Arial" w:cs="Arial"/>
                <w:sz w:val="24"/>
                <w:szCs w:val="24"/>
              </w:rPr>
              <w:t>ю</w:t>
            </w:r>
            <w:r w:rsidRPr="007F7029">
              <w:rPr>
                <w:rFonts w:ascii="Arial" w:hAnsi="Arial" w:cs="Arial"/>
                <w:sz w:val="24"/>
                <w:szCs w:val="24"/>
              </w:rPr>
              <w:t>щихся общеобразовательных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</w:tr>
      <w:tr w:rsidR="003738DC" w:rsidRPr="00E47A09" w:rsidTr="00C3760A">
        <w:trPr>
          <w:trHeight w:val="19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B5155B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7F7029">
              <w:rPr>
                <w:rFonts w:ascii="Arial" w:hAnsi="Arial" w:cs="Arial"/>
                <w:sz w:val="24"/>
                <w:szCs w:val="24"/>
              </w:rPr>
              <w:t>Удельный вес образовательных учреждений Партиза</w:t>
            </w:r>
            <w:r w:rsidRPr="007F7029">
              <w:rPr>
                <w:rFonts w:ascii="Arial" w:hAnsi="Arial" w:cs="Arial"/>
                <w:sz w:val="24"/>
                <w:szCs w:val="24"/>
              </w:rPr>
              <w:t>н</w:t>
            </w:r>
            <w:r w:rsidRPr="007F7029">
              <w:rPr>
                <w:rFonts w:ascii="Arial" w:hAnsi="Arial" w:cs="Arial"/>
                <w:sz w:val="24"/>
                <w:szCs w:val="24"/>
              </w:rPr>
              <w:t>ского района, в которых оценка деятельности общео</w:t>
            </w:r>
            <w:r w:rsidRPr="007F7029">
              <w:rPr>
                <w:rFonts w:ascii="Arial" w:hAnsi="Arial" w:cs="Arial"/>
                <w:sz w:val="24"/>
                <w:szCs w:val="24"/>
              </w:rPr>
              <w:t>б</w:t>
            </w:r>
            <w:r w:rsidRPr="007F7029">
              <w:rPr>
                <w:rFonts w:ascii="Arial" w:hAnsi="Arial" w:cs="Arial"/>
                <w:sz w:val="24"/>
                <w:szCs w:val="24"/>
              </w:rPr>
              <w:t>разовательных учреждений, их руководителей и осно</w:t>
            </w:r>
            <w:r w:rsidRPr="007F7029">
              <w:rPr>
                <w:rFonts w:ascii="Arial" w:hAnsi="Arial" w:cs="Arial"/>
                <w:sz w:val="24"/>
                <w:szCs w:val="24"/>
              </w:rPr>
              <w:t>в</w:t>
            </w:r>
            <w:r w:rsidRPr="007F7029">
              <w:rPr>
                <w:rFonts w:ascii="Arial" w:hAnsi="Arial" w:cs="Arial"/>
                <w:sz w:val="24"/>
                <w:szCs w:val="24"/>
              </w:rPr>
              <w:t>ных категорий работников осуществляется на основании показателей эффективности деятельности подведомс</w:t>
            </w:r>
            <w:r w:rsidRPr="007F7029">
              <w:rPr>
                <w:rFonts w:ascii="Arial" w:hAnsi="Arial" w:cs="Arial"/>
                <w:sz w:val="24"/>
                <w:szCs w:val="24"/>
              </w:rPr>
              <w:t>т</w:t>
            </w:r>
            <w:r w:rsidRPr="007F7029">
              <w:rPr>
                <w:rFonts w:ascii="Arial" w:hAnsi="Arial" w:cs="Arial"/>
                <w:sz w:val="24"/>
                <w:szCs w:val="24"/>
              </w:rPr>
              <w:t>венных муниципальных учреждений общего образов</w:t>
            </w:r>
            <w:r w:rsidRPr="007F7029">
              <w:rPr>
                <w:rFonts w:ascii="Arial" w:hAnsi="Arial" w:cs="Arial"/>
                <w:sz w:val="24"/>
                <w:szCs w:val="24"/>
              </w:rPr>
              <w:t>а</w:t>
            </w:r>
            <w:r w:rsidRPr="007F7029">
              <w:rPr>
                <w:rFonts w:ascii="Arial" w:hAnsi="Arial" w:cs="Arial"/>
                <w:sz w:val="24"/>
                <w:szCs w:val="24"/>
              </w:rPr>
              <w:t>ния, расположенных на территории Партизанского ра</w:t>
            </w:r>
            <w:r w:rsidRPr="007F7029">
              <w:rPr>
                <w:rFonts w:ascii="Arial" w:hAnsi="Arial" w:cs="Arial"/>
                <w:sz w:val="24"/>
                <w:szCs w:val="24"/>
              </w:rPr>
              <w:t>й</w:t>
            </w:r>
            <w:r w:rsidRPr="007F7029">
              <w:rPr>
                <w:rFonts w:ascii="Arial" w:hAnsi="Arial" w:cs="Arial"/>
                <w:sz w:val="24"/>
                <w:szCs w:val="24"/>
              </w:rPr>
              <w:t>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3738DC" w:rsidRPr="00ED6C79" w:rsidTr="00C3760A">
        <w:trPr>
          <w:trHeight w:val="10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Охват детей в возрасте 5 – </w:t>
            </w:r>
            <w:r w:rsidRPr="00E47A09">
              <w:rPr>
                <w:rFonts w:ascii="Arial" w:hAnsi="Arial" w:cs="Arial"/>
                <w:sz w:val="24"/>
                <w:szCs w:val="24"/>
              </w:rPr>
              <w:t>18 лет программами допо</w:t>
            </w:r>
            <w:r w:rsidRPr="00E47A09">
              <w:rPr>
                <w:rFonts w:ascii="Arial" w:hAnsi="Arial" w:cs="Arial"/>
                <w:sz w:val="24"/>
                <w:szCs w:val="24"/>
              </w:rPr>
              <w:t>л</w:t>
            </w:r>
            <w:r w:rsidRPr="00E47A09">
              <w:rPr>
                <w:rFonts w:ascii="Arial" w:hAnsi="Arial" w:cs="Arial"/>
                <w:sz w:val="24"/>
                <w:szCs w:val="24"/>
              </w:rPr>
              <w:t>нительного образования (удельный вес численности 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тей, получающих услуги дополнительного образования, в общей численности детей в возрасте 5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7A09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7A09">
              <w:rPr>
                <w:rFonts w:ascii="Arial" w:hAnsi="Arial" w:cs="Arial"/>
                <w:sz w:val="24"/>
                <w:szCs w:val="24"/>
              </w:rPr>
              <w:t>18 лет)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1E2C2E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1E2C2E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1E2C2E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1E2C2E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E2C2E"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3738DC" w:rsidRPr="00E47A09" w:rsidTr="00C3760A">
        <w:trPr>
          <w:trHeight w:val="10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D306B7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306B7">
              <w:rPr>
                <w:rFonts w:ascii="Arial" w:hAnsi="Arial" w:cs="Arial"/>
                <w:sz w:val="24"/>
                <w:szCs w:val="24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</w:tr>
      <w:tr w:rsidR="003738DC" w:rsidRPr="00E47A09" w:rsidTr="00C3760A">
        <w:trPr>
          <w:trHeight w:val="1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D306B7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D306B7">
              <w:rPr>
                <w:rFonts w:ascii="Arial" w:hAnsi="Arial" w:cs="Arial"/>
                <w:sz w:val="24"/>
                <w:szCs w:val="24"/>
              </w:rPr>
              <w:t>Удельный вес образовательных учреждений Партиза</w:t>
            </w:r>
            <w:r w:rsidRPr="00D306B7">
              <w:rPr>
                <w:rFonts w:ascii="Arial" w:hAnsi="Arial" w:cs="Arial"/>
                <w:sz w:val="24"/>
                <w:szCs w:val="24"/>
              </w:rPr>
              <w:t>н</w:t>
            </w:r>
            <w:r w:rsidRPr="00D306B7">
              <w:rPr>
                <w:rFonts w:ascii="Arial" w:hAnsi="Arial" w:cs="Arial"/>
                <w:sz w:val="24"/>
                <w:szCs w:val="24"/>
              </w:rPr>
              <w:t>ского района, в которых оценка деятельности учрежд</w:t>
            </w:r>
            <w:r w:rsidRPr="00D306B7">
              <w:rPr>
                <w:rFonts w:ascii="Arial" w:hAnsi="Arial" w:cs="Arial"/>
                <w:sz w:val="24"/>
                <w:szCs w:val="24"/>
              </w:rPr>
              <w:t>е</w:t>
            </w:r>
            <w:r w:rsidRPr="00D306B7">
              <w:rPr>
                <w:rFonts w:ascii="Arial" w:hAnsi="Arial" w:cs="Arial"/>
                <w:sz w:val="24"/>
                <w:szCs w:val="24"/>
              </w:rPr>
              <w:t>ний дополнительного образования, их руководителей и основных категорий работников осуществляется на о</w:t>
            </w:r>
            <w:r w:rsidRPr="00D306B7">
              <w:rPr>
                <w:rFonts w:ascii="Arial" w:hAnsi="Arial" w:cs="Arial"/>
                <w:sz w:val="24"/>
                <w:szCs w:val="24"/>
              </w:rPr>
              <w:t>с</w:t>
            </w:r>
            <w:r w:rsidRPr="00D306B7">
              <w:rPr>
                <w:rFonts w:ascii="Arial" w:hAnsi="Arial" w:cs="Arial"/>
                <w:sz w:val="24"/>
                <w:szCs w:val="24"/>
              </w:rPr>
              <w:t>новании показателей эффективности деятельности по</w:t>
            </w:r>
            <w:r w:rsidRPr="00D306B7">
              <w:rPr>
                <w:rFonts w:ascii="Arial" w:hAnsi="Arial" w:cs="Arial"/>
                <w:sz w:val="24"/>
                <w:szCs w:val="24"/>
              </w:rPr>
              <w:t>д</w:t>
            </w:r>
            <w:r w:rsidRPr="00D306B7">
              <w:rPr>
                <w:rFonts w:ascii="Arial" w:hAnsi="Arial" w:cs="Arial"/>
                <w:sz w:val="24"/>
                <w:szCs w:val="24"/>
              </w:rPr>
              <w:t>ведомственных муниципальных учреждений дополн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тельного образования (не менее чем 80 % муниципал</w:t>
            </w:r>
            <w:r w:rsidRPr="00D306B7">
              <w:rPr>
                <w:rFonts w:ascii="Arial" w:hAnsi="Arial" w:cs="Arial"/>
                <w:sz w:val="24"/>
                <w:szCs w:val="24"/>
              </w:rPr>
              <w:t>ь</w:t>
            </w:r>
            <w:r w:rsidRPr="00D306B7">
              <w:rPr>
                <w:rFonts w:ascii="Arial" w:hAnsi="Arial" w:cs="Arial"/>
                <w:sz w:val="24"/>
                <w:szCs w:val="24"/>
              </w:rPr>
              <w:t>ных учреждений дополнительного образования Парт</w:t>
            </w:r>
            <w:r w:rsidRPr="00D306B7">
              <w:rPr>
                <w:rFonts w:ascii="Arial" w:hAnsi="Arial" w:cs="Arial"/>
                <w:sz w:val="24"/>
                <w:szCs w:val="24"/>
              </w:rPr>
              <w:t>и</w:t>
            </w:r>
            <w:r w:rsidRPr="00D306B7">
              <w:rPr>
                <w:rFonts w:ascii="Arial" w:hAnsi="Arial" w:cs="Arial"/>
                <w:sz w:val="24"/>
                <w:szCs w:val="24"/>
              </w:rPr>
              <w:t>занского района)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3738DC" w:rsidRPr="00E47A09" w:rsidTr="00DB4797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Удельный вес численности обучающихся по программам общего образования, участвующих в олимпиадах и ко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курсах различного уровня, в общей численности об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чающихся по программам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3738DC" w:rsidRPr="00E47A09" w:rsidTr="00DB4797">
        <w:trPr>
          <w:trHeight w:val="5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Доля оздоровленных детей школьного возраста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65</w:t>
            </w:r>
          </w:p>
        </w:tc>
      </w:tr>
    </w:tbl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Н</w:t>
      </w:r>
      <w:r w:rsidRPr="00E47A09">
        <w:rPr>
          <w:rFonts w:ascii="Arial" w:hAnsi="Arial" w:cs="Arial"/>
          <w:b w:val="0"/>
        </w:rPr>
        <w:t xml:space="preserve">ачальник отдела образования 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   </w:t>
      </w:r>
      <w:r w:rsidRPr="00E47A09">
        <w:rPr>
          <w:rFonts w:ascii="Arial" w:hAnsi="Arial" w:cs="Arial"/>
          <w:b w:val="0"/>
          <w:color w:val="000000"/>
        </w:rPr>
        <w:t xml:space="preserve">                            </w:t>
      </w:r>
      <w:r>
        <w:rPr>
          <w:rFonts w:ascii="Arial" w:hAnsi="Arial" w:cs="Arial"/>
          <w:b w:val="0"/>
          <w:color w:val="000000"/>
        </w:rPr>
        <w:t>Л.А. Козлова</w:t>
      </w:r>
    </w:p>
    <w:p w:rsidR="003738DC" w:rsidRPr="00E47A09" w:rsidRDefault="003738DC" w:rsidP="007565DA">
      <w:pPr>
        <w:pStyle w:val="ConsPlusTitle"/>
        <w:tabs>
          <w:tab w:val="left" w:pos="4422"/>
        </w:tabs>
        <w:ind w:firstLine="9781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 xml:space="preserve">Приложение к подпрограмме </w:t>
      </w:r>
    </w:p>
    <w:p w:rsidR="003738DC" w:rsidRPr="00E47A09" w:rsidRDefault="003738DC" w:rsidP="007565DA">
      <w:pPr>
        <w:pStyle w:val="ConsPlusTitle"/>
        <w:tabs>
          <w:tab w:val="left" w:pos="4422"/>
        </w:tabs>
        <w:ind w:firstLine="9781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 xml:space="preserve">«Развитие дошкольного, общего </w:t>
      </w:r>
    </w:p>
    <w:p w:rsidR="003738DC" w:rsidRPr="00E47A09" w:rsidRDefault="003738DC" w:rsidP="007565DA">
      <w:pPr>
        <w:pStyle w:val="ConsPlusTitle"/>
        <w:tabs>
          <w:tab w:val="left" w:pos="4422"/>
        </w:tabs>
        <w:ind w:firstLine="9781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>и дополнительного образования детей»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  <w:color w:val="000000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Перечень мероприятий подпрограммы</w:t>
      </w:r>
    </w:p>
    <w:p w:rsidR="003738DC" w:rsidRPr="00E47A09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</w:p>
    <w:tbl>
      <w:tblPr>
        <w:tblW w:w="14280" w:type="dxa"/>
        <w:tblInd w:w="108" w:type="dxa"/>
        <w:tblLayout w:type="fixed"/>
        <w:tblLook w:val="00A0"/>
      </w:tblPr>
      <w:tblGrid>
        <w:gridCol w:w="600"/>
        <w:gridCol w:w="1812"/>
        <w:gridCol w:w="1276"/>
        <w:gridCol w:w="850"/>
        <w:gridCol w:w="851"/>
        <w:gridCol w:w="1558"/>
        <w:gridCol w:w="990"/>
        <w:gridCol w:w="1127"/>
        <w:gridCol w:w="1134"/>
        <w:gridCol w:w="1134"/>
        <w:gridCol w:w="1379"/>
        <w:gridCol w:w="1569"/>
      </w:tblGrid>
      <w:tr w:rsidR="003738DC" w:rsidRPr="00E47A09" w:rsidTr="006E64FF">
        <w:trPr>
          <w:trHeight w:val="495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7565D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7565D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Цели, задачи, мероприятия подпрогра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7565D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4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7565D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7565D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по годам реализации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 (тыс. руб.)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7565D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Ожида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мый неп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средстве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ный 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зультат (краткое описание) </w:t>
            </w:r>
          </w:p>
          <w:p w:rsidR="003738DC" w:rsidRPr="00000AA4" w:rsidRDefault="003738DC" w:rsidP="00000AA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 реал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зации по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програм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мер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приятия (в том числе в натурал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ном выр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жении)</w:t>
            </w:r>
          </w:p>
        </w:tc>
      </w:tr>
      <w:tr w:rsidR="003738DC" w:rsidRPr="00E47A09" w:rsidTr="006E64FF">
        <w:trPr>
          <w:trHeight w:val="84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7565D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7565D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3738DC" w:rsidRPr="00E47A09" w:rsidRDefault="003738DC" w:rsidP="007565D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7565D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  <w:p w:rsidR="003738DC" w:rsidRPr="00E47A09" w:rsidRDefault="003738DC" w:rsidP="007565D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7565D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итого за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период</w:t>
            </w:r>
          </w:p>
          <w:p w:rsidR="003738DC" w:rsidRPr="00E47A09" w:rsidRDefault="003738DC" w:rsidP="007565D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годов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6E64FF">
        <w:trPr>
          <w:trHeight w:val="527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000AA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</w:t>
            </w:r>
            <w:r w:rsidRPr="00BF12C4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>отдых</w:t>
            </w:r>
            <w:r w:rsidRPr="00BF12C4">
              <w:rPr>
                <w:rFonts w:ascii="Arial" w:hAnsi="Arial" w:cs="Arial"/>
                <w:sz w:val="24"/>
                <w:szCs w:val="24"/>
              </w:rPr>
              <w:t xml:space="preserve"> и</w:t>
            </w:r>
            <w:r>
              <w:rPr>
                <w:rFonts w:ascii="Arial" w:hAnsi="Arial" w:cs="Arial"/>
                <w:sz w:val="24"/>
                <w:szCs w:val="24"/>
              </w:rPr>
              <w:t xml:space="preserve"> досуг</w:t>
            </w:r>
            <w:r w:rsidRPr="00BF12C4">
              <w:rPr>
                <w:rFonts w:ascii="Arial" w:hAnsi="Arial" w:cs="Arial"/>
                <w:sz w:val="24"/>
                <w:szCs w:val="24"/>
              </w:rPr>
              <w:t xml:space="preserve"> детей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в каникулярное время</w:t>
            </w:r>
          </w:p>
        </w:tc>
      </w:tr>
      <w:tr w:rsidR="003738DC" w:rsidRPr="00E47A09" w:rsidTr="006E64FF">
        <w:trPr>
          <w:trHeight w:val="535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000AA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Задача 1: обеспечить доступность дошкольного образования, соответствующего единому стандарту качества дошкольного образования</w:t>
            </w:r>
          </w:p>
        </w:tc>
      </w:tr>
      <w:tr w:rsidR="003738DC" w:rsidRPr="00E47A09" w:rsidTr="006E64FF">
        <w:trPr>
          <w:trHeight w:val="55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луг) подв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0110004200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28683,7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28683,7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28683,7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86051,1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3C5A9C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Получат услуги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 в мун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ципальных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учрежден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ях в 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годах 305 детей ежегодно</w:t>
            </w:r>
          </w:p>
        </w:tc>
      </w:tr>
      <w:tr w:rsidR="003738DC" w:rsidRPr="00E47A09" w:rsidTr="006E64FF">
        <w:trPr>
          <w:trHeight w:val="12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луг) подв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домственных учреждений за счет средств от приносящей доход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0110008100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501,0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1503,0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3C5A9C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Будут о</w:t>
            </w: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  <w:r w:rsidRPr="00E47A09">
              <w:rPr>
                <w:rFonts w:ascii="Arial" w:hAnsi="Arial" w:cs="Arial"/>
                <w:sz w:val="24"/>
                <w:szCs w:val="24"/>
              </w:rPr>
              <w:t>вачены п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танием за счет средств от принос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щей доход деятельн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сти (род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тельская плата) 77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 еж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годно</w:t>
            </w:r>
          </w:p>
        </w:tc>
      </w:tr>
      <w:tr w:rsidR="003738DC" w:rsidRPr="00E47A09" w:rsidTr="00054828">
        <w:trPr>
          <w:trHeight w:val="112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234EA0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государс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венных г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рантий ре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лизации прав на получение общедосту</w:t>
            </w:r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и бе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платного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образования в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школьных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ных </w:t>
            </w:r>
            <w:r>
              <w:rPr>
                <w:rFonts w:ascii="Arial" w:hAnsi="Arial" w:cs="Arial"/>
                <w:sz w:val="24"/>
                <w:szCs w:val="24"/>
              </w:rPr>
              <w:t>орган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зациях</w:t>
            </w:r>
            <w:r w:rsidRPr="00E47A09">
              <w:rPr>
                <w:rFonts w:ascii="Arial" w:hAnsi="Arial" w:cs="Arial"/>
                <w:sz w:val="24"/>
                <w:szCs w:val="24"/>
              </w:rPr>
              <w:t>,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щедоступного и бесплатного дошкольного образования в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щеобразов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тельных 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ганизациях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в части обе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печения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тельности администр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тивно</w:t>
            </w:r>
            <w:r>
              <w:rPr>
                <w:rFonts w:ascii="Arial" w:hAnsi="Arial" w:cs="Arial"/>
                <w:sz w:val="24"/>
                <w:szCs w:val="24"/>
              </w:rPr>
              <w:t>-хозяйстве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 xml:space="preserve">ного, </w:t>
            </w:r>
            <w:r w:rsidRPr="00E47A09">
              <w:rPr>
                <w:rFonts w:ascii="Arial" w:hAnsi="Arial" w:cs="Arial"/>
                <w:sz w:val="24"/>
                <w:szCs w:val="24"/>
              </w:rPr>
              <w:t>учебно-вспомог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тельного пе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сонала </w:t>
            </w:r>
            <w:r>
              <w:rPr>
                <w:rFonts w:ascii="Arial" w:hAnsi="Arial" w:cs="Arial"/>
                <w:sz w:val="24"/>
                <w:szCs w:val="24"/>
              </w:rPr>
              <w:t>и иных катег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рий работн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ков образов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тельных 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ганизаций, участвующих в реализации общеобраз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вательных программ в соответствии с федерал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ными гос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>дарственн</w:t>
            </w:r>
            <w:r>
              <w:rPr>
                <w:rFonts w:ascii="Arial" w:hAnsi="Arial" w:cs="Arial"/>
                <w:sz w:val="24"/>
                <w:szCs w:val="24"/>
              </w:rPr>
              <w:t>ы</w:t>
            </w:r>
            <w:r>
              <w:rPr>
                <w:rFonts w:ascii="Arial" w:hAnsi="Arial" w:cs="Arial"/>
                <w:sz w:val="24"/>
                <w:szCs w:val="24"/>
              </w:rPr>
              <w:t>ми образов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 xml:space="preserve">тельными стандартами </w:t>
            </w:r>
          </w:p>
          <w:p w:rsidR="003738DC" w:rsidRPr="00234EA0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0110074080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16126,4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16126,4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16126,4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48379,2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Получат услуги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 в мун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ципальных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учрежден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ях в 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годах 305 детей ежегодно</w:t>
            </w:r>
          </w:p>
        </w:tc>
      </w:tr>
      <w:tr w:rsidR="003738DC" w:rsidRPr="00E47A09" w:rsidTr="006E64FF">
        <w:trPr>
          <w:trHeight w:val="142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234EA0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государс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венных г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рантий ре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лизации прав на получение общедосту</w:t>
            </w:r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и бе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платного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образования в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школьных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ных </w:t>
            </w:r>
            <w:r>
              <w:rPr>
                <w:rFonts w:ascii="Arial" w:hAnsi="Arial" w:cs="Arial"/>
                <w:sz w:val="24"/>
                <w:szCs w:val="24"/>
              </w:rPr>
              <w:t>орган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 xml:space="preserve">зациях, 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щедоступного и бесплатного дошкольного образования в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щеобразов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тельных 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ганизациях</w:t>
            </w:r>
          </w:p>
          <w:p w:rsidR="003738DC" w:rsidRPr="00234EA0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0110075880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20791,4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20791,4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20791,4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62374,2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Получат услуги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 в мун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ципальных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учрежден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ях в 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годах 305 детей ежегодно</w:t>
            </w:r>
          </w:p>
        </w:tc>
      </w:tr>
      <w:tr w:rsidR="003738DC" w:rsidRPr="00E47A09" w:rsidTr="00400094">
        <w:trPr>
          <w:trHeight w:val="14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Расходы на </w:t>
            </w:r>
            <w:r>
              <w:rPr>
                <w:rFonts w:ascii="Arial" w:hAnsi="Arial" w:cs="Arial"/>
                <w:sz w:val="24"/>
                <w:szCs w:val="24"/>
              </w:rPr>
              <w:t>исполне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государс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венных по</w:t>
            </w:r>
            <w:r>
              <w:rPr>
                <w:rFonts w:ascii="Arial" w:hAnsi="Arial" w:cs="Arial"/>
                <w:sz w:val="24"/>
                <w:szCs w:val="24"/>
              </w:rPr>
              <w:t>л</w:t>
            </w:r>
            <w:r>
              <w:rPr>
                <w:rFonts w:ascii="Arial" w:hAnsi="Arial" w:cs="Arial"/>
                <w:sz w:val="24"/>
                <w:szCs w:val="24"/>
              </w:rPr>
              <w:t>номочий по осуществл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нию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присмо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ра и ухода за детьми-инвалидами, детьми-сиротами, детьми, о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тавшимися без попеч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 родит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лей, а также детьми с т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беркулезной интоксикац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ей,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щимися в м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ниципальных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тельных 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ганизациях</w:t>
            </w:r>
            <w:r w:rsidRPr="00E47A09">
              <w:rPr>
                <w:rFonts w:ascii="Arial" w:hAnsi="Arial" w:cs="Arial"/>
                <w:sz w:val="24"/>
                <w:szCs w:val="24"/>
              </w:rPr>
              <w:t>, реализующих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тельную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грамму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без взимания родительской платы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0110075540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539,9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1619,7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Присмотр и уход будет осущест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лен за 4 детьми-инвалид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ми и 24 детьми-сиротами и детьми, о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тавшимися без поп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чения 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дителей</w:t>
            </w:r>
          </w:p>
        </w:tc>
      </w:tr>
      <w:tr w:rsidR="003738DC" w:rsidRPr="00E47A09" w:rsidTr="006E64FF">
        <w:trPr>
          <w:trHeight w:val="3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по предоставл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нию компе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сации род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телям (зако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ным предст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вителям) 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тей, пос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щающих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ные </w:t>
            </w:r>
            <w:r>
              <w:rPr>
                <w:rFonts w:ascii="Arial" w:hAnsi="Arial" w:cs="Arial"/>
                <w:sz w:val="24"/>
                <w:szCs w:val="24"/>
              </w:rPr>
              <w:t>орган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зации,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реал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зующие 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зовательную программу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0110075560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320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1068,8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1068,8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1068,8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3206,4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Компенс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цию части родител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ской платы получат 106 чел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век в 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годах ежегодно</w:t>
            </w:r>
          </w:p>
        </w:tc>
      </w:tr>
      <w:tr w:rsidR="003738DC" w:rsidRPr="00E47A09" w:rsidTr="006E64FF">
        <w:trPr>
          <w:trHeight w:val="3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на приведение зданий и с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оружений о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>ганизаций, реализующих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тельные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образования, в соответс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вие с треб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ваниями 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конодател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E705A1">
            <w:pPr>
              <w:widowControl w:val="0"/>
              <w:ind w:left="-110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E47A09">
              <w:rPr>
                <w:rFonts w:ascii="Arial" w:hAnsi="Arial" w:cs="Arial"/>
                <w:sz w:val="24"/>
                <w:szCs w:val="24"/>
              </w:rPr>
              <w:t>5820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1103,0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3309,0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Будут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ведены в соответс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вие треб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ваниям 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жарной безопасн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сти, сан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тарным нормам и правилам, строител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ным но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>мам и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вилам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школьные общеобр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ные учре</w:t>
            </w:r>
            <w:r w:rsidRPr="00E47A09">
              <w:rPr>
                <w:rFonts w:ascii="Arial" w:hAnsi="Arial" w:cs="Arial"/>
                <w:sz w:val="24"/>
                <w:szCs w:val="24"/>
              </w:rPr>
              <w:t>ж</w:t>
            </w:r>
            <w:r w:rsidRPr="00E47A09">
              <w:rPr>
                <w:rFonts w:ascii="Arial" w:hAnsi="Arial" w:cs="Arial"/>
                <w:sz w:val="24"/>
                <w:szCs w:val="24"/>
              </w:rPr>
              <w:t>дения</w:t>
            </w:r>
          </w:p>
        </w:tc>
      </w:tr>
      <w:tr w:rsidR="003738DC" w:rsidRPr="00E47A09" w:rsidTr="006E64FF">
        <w:trPr>
          <w:trHeight w:val="415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Итого по задаче </w:t>
            </w:r>
            <w:r w:rsidRPr="00BF12C4">
              <w:rPr>
                <w:rFonts w:ascii="Arial" w:hAnsi="Arial" w:cs="Arial"/>
                <w:sz w:val="24"/>
                <w:szCs w:val="24"/>
              </w:rPr>
              <w:t>1: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68814,2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68814,2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68814,2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206442,6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6E64FF">
        <w:trPr>
          <w:trHeight w:val="435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705A1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Задача 2: обеспечить условия и качество обучения, соответствующие федеральным государственным стандартам начал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общего, основного общего, среднего общего образования</w:t>
            </w:r>
          </w:p>
        </w:tc>
      </w:tr>
      <w:tr w:rsidR="003738DC" w:rsidRPr="00E47A09" w:rsidTr="006E64FF">
        <w:trPr>
          <w:trHeight w:val="132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луг) подв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0110004210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1F40BD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129648,6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1F40BD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129648,6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1F40BD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129648,6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ind w:hanging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388945,8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Получат услуги н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чального общего, о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новного общего, среднего общего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разования в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учрежден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ях </w:t>
            </w:r>
            <w:r w:rsidRPr="00E47A09">
              <w:rPr>
                <w:rFonts w:ascii="Arial" w:hAnsi="Arial" w:cs="Arial"/>
                <w:sz w:val="24"/>
                <w:szCs w:val="24"/>
              </w:rPr>
              <w:br w:type="page"/>
              <w:t>в 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годах 11</w:t>
            </w:r>
            <w:r>
              <w:rPr>
                <w:rFonts w:ascii="Arial" w:hAnsi="Arial" w:cs="Arial"/>
                <w:sz w:val="24"/>
                <w:szCs w:val="24"/>
              </w:rPr>
              <w:t>48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об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чающихся ежегодно</w:t>
            </w:r>
            <w:r w:rsidRPr="00E47A09">
              <w:rPr>
                <w:rFonts w:ascii="Arial" w:hAnsi="Arial" w:cs="Arial"/>
                <w:sz w:val="24"/>
                <w:szCs w:val="24"/>
              </w:rPr>
              <w:br w:type="page"/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6E64FF">
        <w:trPr>
          <w:trHeight w:val="102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луг) подв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домственных учреждений за счет средств от приносящей доход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0110008100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1047,8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3143,4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Будут о</w:t>
            </w: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  <w:r w:rsidRPr="00E47A09">
              <w:rPr>
                <w:rFonts w:ascii="Arial" w:hAnsi="Arial" w:cs="Arial"/>
                <w:sz w:val="24"/>
                <w:szCs w:val="24"/>
              </w:rPr>
              <w:t>вачены п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танием за счет средств от принос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щей доход деятельн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сти (род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тельская плата) 316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 еж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годно</w:t>
            </w:r>
          </w:p>
        </w:tc>
      </w:tr>
      <w:tr w:rsidR="003738DC" w:rsidRPr="00E47A09" w:rsidTr="006E64FF">
        <w:trPr>
          <w:trHeight w:val="154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2.3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государс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венных г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рантий ре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лизации прав на получение общедосту</w:t>
            </w:r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и бе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платного н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чального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щего, осно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общего, среднего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щего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в м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ниципальных общеобраз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вательных </w:t>
            </w:r>
            <w:r>
              <w:rPr>
                <w:rFonts w:ascii="Arial" w:hAnsi="Arial" w:cs="Arial"/>
                <w:sz w:val="24"/>
                <w:szCs w:val="24"/>
              </w:rPr>
              <w:t>организациях</w:t>
            </w:r>
            <w:r w:rsidRPr="00E47A09">
              <w:rPr>
                <w:rFonts w:ascii="Arial" w:hAnsi="Arial" w:cs="Arial"/>
                <w:sz w:val="24"/>
                <w:szCs w:val="24"/>
              </w:rPr>
              <w:t>, обеспечение дополнител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детей в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ных </w:t>
            </w:r>
            <w:r>
              <w:rPr>
                <w:rFonts w:ascii="Arial" w:hAnsi="Arial" w:cs="Arial"/>
                <w:sz w:val="24"/>
                <w:szCs w:val="24"/>
              </w:rPr>
              <w:t>орган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зациях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в ча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ти обеспеч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 деятел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ности адм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нистративн</w:t>
            </w:r>
            <w:r>
              <w:rPr>
                <w:rFonts w:ascii="Arial" w:hAnsi="Arial" w:cs="Arial"/>
                <w:sz w:val="24"/>
                <w:szCs w:val="24"/>
              </w:rPr>
              <w:t>о-хозяйстве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>ного,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учебно-вспомог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тельного пе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сонала </w:t>
            </w:r>
            <w:r>
              <w:rPr>
                <w:rFonts w:ascii="Arial" w:hAnsi="Arial" w:cs="Arial"/>
                <w:sz w:val="24"/>
                <w:szCs w:val="24"/>
              </w:rPr>
              <w:t>и иных катег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рий работн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ков образов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тельных 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 xml:space="preserve">ганизаций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0110074090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38398,3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38398,3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38398,3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115194,9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Услуги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щего 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зования в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общеобр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E47A09">
              <w:rPr>
                <w:rFonts w:ascii="Arial" w:hAnsi="Arial" w:cs="Arial"/>
                <w:sz w:val="24"/>
                <w:szCs w:val="24"/>
              </w:rPr>
              <w:t>ж</w:t>
            </w:r>
            <w:r w:rsidRPr="00E47A09">
              <w:rPr>
                <w:rFonts w:ascii="Arial" w:hAnsi="Arial" w:cs="Arial"/>
                <w:sz w:val="24"/>
                <w:szCs w:val="24"/>
              </w:rPr>
              <w:t>дениях в 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годах еж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годно пол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чат 11</w:t>
            </w:r>
            <w:r>
              <w:rPr>
                <w:rFonts w:ascii="Arial" w:hAnsi="Arial" w:cs="Arial"/>
                <w:sz w:val="24"/>
                <w:szCs w:val="24"/>
              </w:rPr>
              <w:t>48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человека. Все вып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скники м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общ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учреждений будут обе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печены д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пломами и свидетел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ствами у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тановле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обра</w:t>
            </w:r>
            <w:r w:rsidRPr="00E47A09"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>ца</w:t>
            </w:r>
          </w:p>
        </w:tc>
      </w:tr>
      <w:tr w:rsidR="003738DC" w:rsidRPr="00E47A09" w:rsidTr="006E64FF">
        <w:trPr>
          <w:trHeight w:val="148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2.4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государс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венных г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рантий ре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лизации прав на получение общедосту</w:t>
            </w:r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и бе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платного (н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чального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щего, осно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общего, среднего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щего) 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зования в м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ниципальных общеобраз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вательных </w:t>
            </w:r>
            <w:r>
              <w:rPr>
                <w:rFonts w:ascii="Arial" w:hAnsi="Arial" w:cs="Arial"/>
                <w:sz w:val="24"/>
                <w:szCs w:val="24"/>
              </w:rPr>
              <w:t>организациях</w:t>
            </w:r>
            <w:r w:rsidRPr="00E47A09">
              <w:rPr>
                <w:rFonts w:ascii="Arial" w:hAnsi="Arial" w:cs="Arial"/>
                <w:sz w:val="24"/>
                <w:szCs w:val="24"/>
              </w:rPr>
              <w:t>, обеспечение дополнител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детей в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ных </w:t>
            </w:r>
            <w:r>
              <w:rPr>
                <w:rFonts w:ascii="Arial" w:hAnsi="Arial" w:cs="Arial"/>
                <w:sz w:val="24"/>
                <w:szCs w:val="24"/>
              </w:rPr>
              <w:t>орган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0702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0110075640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55291E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173474,8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55291E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172507,0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55291E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172507,0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55291E">
            <w:pPr>
              <w:widowControl w:val="0"/>
              <w:ind w:left="-107" w:right="-116" w:hanging="9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518488,8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6E64FF">
        <w:trPr>
          <w:trHeight w:val="15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2.5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Приведение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учрежд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ний в соо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ветствие тр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бованиям правил 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жарной без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пасности, с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нитарным нормам и правилам, строител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ным нормам 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 правилам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0110079150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2752,0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8250,6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Будут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ведены в соответс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вие треб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ваниям 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жарной безопасн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сти, сан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тарным нормам и правилам, строител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ным но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мам 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 правилам 12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учреждений</w:t>
            </w:r>
          </w:p>
        </w:tc>
      </w:tr>
      <w:tr w:rsidR="003738DC" w:rsidRPr="00BF12C4" w:rsidTr="004B063D">
        <w:trPr>
          <w:trHeight w:val="84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2.6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бесплатным питанием обучающихся в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пальных и частных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щеобразов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тельных 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ганизациях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по имеющим г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сударстве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ную аккред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тацию осно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ным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ным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0110075660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7127,3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21381,9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Будут о</w:t>
            </w:r>
            <w:r w:rsidRPr="00BF12C4">
              <w:rPr>
                <w:rFonts w:ascii="Arial" w:hAnsi="Arial" w:cs="Arial"/>
                <w:sz w:val="24"/>
                <w:szCs w:val="24"/>
              </w:rPr>
              <w:t>х</w:t>
            </w:r>
            <w:r w:rsidRPr="00BF12C4">
              <w:rPr>
                <w:rFonts w:ascii="Arial" w:hAnsi="Arial" w:cs="Arial"/>
                <w:sz w:val="24"/>
                <w:szCs w:val="24"/>
              </w:rPr>
              <w:t>вачены п</w:t>
            </w:r>
            <w:r w:rsidRPr="00BF12C4">
              <w:rPr>
                <w:rFonts w:ascii="Arial" w:hAnsi="Arial" w:cs="Arial"/>
                <w:sz w:val="24"/>
                <w:szCs w:val="24"/>
              </w:rPr>
              <w:t>и</w:t>
            </w:r>
            <w:r w:rsidRPr="00BF12C4">
              <w:rPr>
                <w:rFonts w:ascii="Arial" w:hAnsi="Arial" w:cs="Arial"/>
                <w:sz w:val="24"/>
                <w:szCs w:val="24"/>
              </w:rPr>
              <w:t>танием без взимания родител</w:t>
            </w:r>
            <w:r w:rsidRPr="00BF12C4">
              <w:rPr>
                <w:rFonts w:ascii="Arial" w:hAnsi="Arial" w:cs="Arial"/>
                <w:sz w:val="24"/>
                <w:szCs w:val="24"/>
              </w:rPr>
              <w:t>ь</w:t>
            </w:r>
            <w:r w:rsidRPr="00BF12C4">
              <w:rPr>
                <w:rFonts w:ascii="Arial" w:hAnsi="Arial" w:cs="Arial"/>
                <w:sz w:val="24"/>
                <w:szCs w:val="24"/>
              </w:rPr>
              <w:t xml:space="preserve">ской платы </w:t>
            </w:r>
            <w:r>
              <w:rPr>
                <w:rFonts w:ascii="Arial" w:hAnsi="Arial" w:cs="Arial"/>
                <w:sz w:val="24"/>
                <w:szCs w:val="24"/>
              </w:rPr>
              <w:t>610</w:t>
            </w:r>
            <w:r w:rsidRPr="00BF12C4">
              <w:rPr>
                <w:rFonts w:ascii="Arial" w:hAnsi="Arial" w:cs="Arial"/>
                <w:sz w:val="24"/>
                <w:szCs w:val="24"/>
              </w:rPr>
              <w:t xml:space="preserve"> об</w:t>
            </w:r>
            <w:r w:rsidRPr="00BF12C4">
              <w:rPr>
                <w:rFonts w:ascii="Arial" w:hAnsi="Arial" w:cs="Arial"/>
                <w:sz w:val="24"/>
                <w:szCs w:val="24"/>
              </w:rPr>
              <w:t>у</w:t>
            </w:r>
            <w:r w:rsidRPr="00BF12C4">
              <w:rPr>
                <w:rFonts w:ascii="Arial" w:hAnsi="Arial" w:cs="Arial"/>
                <w:sz w:val="24"/>
                <w:szCs w:val="24"/>
              </w:rPr>
              <w:t>чающихся ежегодно</w:t>
            </w:r>
          </w:p>
        </w:tc>
      </w:tr>
      <w:tr w:rsidR="003738DC" w:rsidRPr="00BF12C4" w:rsidTr="004B063D">
        <w:trPr>
          <w:trHeight w:val="84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2.7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Расходы на cофинансиро</w:t>
            </w:r>
            <w:r w:rsidRPr="009C5611">
              <w:rPr>
                <w:rFonts w:ascii="Arial" w:hAnsi="Arial" w:cs="Arial"/>
                <w:sz w:val="24"/>
                <w:szCs w:val="24"/>
              </w:rPr>
              <w:t>вание орган</w:t>
            </w:r>
            <w:r w:rsidRPr="009C5611">
              <w:rPr>
                <w:rFonts w:ascii="Arial" w:hAnsi="Arial" w:cs="Arial"/>
                <w:sz w:val="24"/>
                <w:szCs w:val="24"/>
              </w:rPr>
              <w:t>и</w:t>
            </w:r>
            <w:r w:rsidRPr="009C5611">
              <w:rPr>
                <w:rFonts w:ascii="Arial" w:hAnsi="Arial" w:cs="Arial"/>
                <w:sz w:val="24"/>
                <w:szCs w:val="24"/>
              </w:rPr>
              <w:t>зации и обе</w:t>
            </w:r>
            <w:r w:rsidRPr="009C5611">
              <w:rPr>
                <w:rFonts w:ascii="Arial" w:hAnsi="Arial" w:cs="Arial"/>
                <w:sz w:val="24"/>
                <w:szCs w:val="24"/>
              </w:rPr>
              <w:t>с</w:t>
            </w:r>
            <w:r w:rsidRPr="009C5611">
              <w:rPr>
                <w:rFonts w:ascii="Arial" w:hAnsi="Arial" w:cs="Arial"/>
                <w:sz w:val="24"/>
                <w:szCs w:val="24"/>
              </w:rPr>
              <w:t>печения бе</w:t>
            </w:r>
            <w:r w:rsidRPr="009C5611">
              <w:rPr>
                <w:rFonts w:ascii="Arial" w:hAnsi="Arial" w:cs="Arial"/>
                <w:sz w:val="24"/>
                <w:szCs w:val="24"/>
              </w:rPr>
              <w:t>с</w:t>
            </w:r>
            <w:r w:rsidRPr="009C5611">
              <w:rPr>
                <w:rFonts w:ascii="Arial" w:hAnsi="Arial" w:cs="Arial"/>
                <w:sz w:val="24"/>
                <w:szCs w:val="24"/>
              </w:rPr>
              <w:t>платным п</w:t>
            </w:r>
            <w:r w:rsidRPr="009C5611">
              <w:rPr>
                <w:rFonts w:ascii="Arial" w:hAnsi="Arial" w:cs="Arial"/>
                <w:sz w:val="24"/>
                <w:szCs w:val="24"/>
              </w:rPr>
              <w:t>и</w:t>
            </w:r>
            <w:r w:rsidRPr="009C5611">
              <w:rPr>
                <w:rFonts w:ascii="Arial" w:hAnsi="Arial" w:cs="Arial"/>
                <w:sz w:val="24"/>
                <w:szCs w:val="24"/>
              </w:rPr>
              <w:t>танием об</w:t>
            </w:r>
            <w:r w:rsidRPr="009C5611">
              <w:rPr>
                <w:rFonts w:ascii="Arial" w:hAnsi="Arial" w:cs="Arial"/>
                <w:sz w:val="24"/>
                <w:szCs w:val="24"/>
              </w:rPr>
              <w:t>у</w:t>
            </w:r>
            <w:r w:rsidRPr="009C5611">
              <w:rPr>
                <w:rFonts w:ascii="Arial" w:hAnsi="Arial" w:cs="Arial"/>
                <w:sz w:val="24"/>
                <w:szCs w:val="24"/>
              </w:rPr>
              <w:t>чающихся с ограниче</w:t>
            </w:r>
            <w:r w:rsidRPr="009C5611">
              <w:rPr>
                <w:rFonts w:ascii="Arial" w:hAnsi="Arial" w:cs="Arial"/>
                <w:sz w:val="24"/>
                <w:szCs w:val="24"/>
              </w:rPr>
              <w:t>н</w:t>
            </w:r>
            <w:r w:rsidRPr="009C5611">
              <w:rPr>
                <w:rFonts w:ascii="Arial" w:hAnsi="Arial" w:cs="Arial"/>
                <w:sz w:val="24"/>
                <w:szCs w:val="24"/>
              </w:rPr>
              <w:t>ными во</w:t>
            </w:r>
            <w:r w:rsidRPr="009C5611">
              <w:rPr>
                <w:rFonts w:ascii="Arial" w:hAnsi="Arial" w:cs="Arial"/>
                <w:sz w:val="24"/>
                <w:szCs w:val="24"/>
              </w:rPr>
              <w:t>з</w:t>
            </w:r>
            <w:r w:rsidRPr="009C5611">
              <w:rPr>
                <w:rFonts w:ascii="Arial" w:hAnsi="Arial" w:cs="Arial"/>
                <w:sz w:val="24"/>
                <w:szCs w:val="24"/>
              </w:rPr>
              <w:t>можностями здоровья в муниципал</w:t>
            </w:r>
            <w:r w:rsidRPr="009C5611">
              <w:rPr>
                <w:rFonts w:ascii="Arial" w:hAnsi="Arial" w:cs="Arial"/>
                <w:sz w:val="24"/>
                <w:szCs w:val="24"/>
              </w:rPr>
              <w:t>ь</w:t>
            </w:r>
            <w:r w:rsidRPr="009C5611">
              <w:rPr>
                <w:rFonts w:ascii="Arial" w:hAnsi="Arial" w:cs="Arial"/>
                <w:sz w:val="24"/>
                <w:szCs w:val="24"/>
              </w:rPr>
              <w:t>ных образ</w:t>
            </w:r>
            <w:r w:rsidRPr="009C5611">
              <w:rPr>
                <w:rFonts w:ascii="Arial" w:hAnsi="Arial" w:cs="Arial"/>
                <w:sz w:val="24"/>
                <w:szCs w:val="24"/>
              </w:rPr>
              <w:t>о</w:t>
            </w:r>
            <w:r w:rsidRPr="009C5611">
              <w:rPr>
                <w:rFonts w:ascii="Arial" w:hAnsi="Arial" w:cs="Arial"/>
                <w:sz w:val="24"/>
                <w:szCs w:val="24"/>
              </w:rPr>
              <w:t>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007A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01100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S5830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320,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007A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3029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007A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3029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007A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3029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9089,4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Бесплатное горячее п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тание 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лучат </w:t>
            </w:r>
            <w:r>
              <w:rPr>
                <w:rFonts w:ascii="Arial" w:hAnsi="Arial" w:cs="Arial"/>
                <w:sz w:val="24"/>
                <w:szCs w:val="24"/>
              </w:rPr>
              <w:t>153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лучающих начальное общее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разование</w:t>
            </w:r>
            <w:r>
              <w:rPr>
                <w:rFonts w:ascii="Arial" w:hAnsi="Arial" w:cs="Arial"/>
                <w:sz w:val="24"/>
                <w:szCs w:val="24"/>
              </w:rPr>
              <w:t>, и 10 об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>чающихся по состо</w:t>
            </w:r>
            <w:r>
              <w:rPr>
                <w:rFonts w:ascii="Arial" w:hAnsi="Arial" w:cs="Arial"/>
                <w:sz w:val="24"/>
                <w:szCs w:val="24"/>
              </w:rPr>
              <w:t>я</w:t>
            </w:r>
            <w:r>
              <w:rPr>
                <w:rFonts w:ascii="Arial" w:hAnsi="Arial" w:cs="Arial"/>
                <w:sz w:val="24"/>
                <w:szCs w:val="24"/>
              </w:rPr>
              <w:t>нию здор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вья на дому</w:t>
            </w:r>
          </w:p>
        </w:tc>
      </w:tr>
      <w:tr w:rsidR="003738DC" w:rsidRPr="00E47A09" w:rsidTr="006E64FF">
        <w:trPr>
          <w:trHeight w:val="4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Расходы на софинанс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рование 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ганизации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и обеспечени</w:t>
            </w:r>
            <w:r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обучающихся по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тельным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граммам н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чального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щего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в м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ниципальных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тельных 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 xml:space="preserve">ганизациях </w:t>
            </w:r>
            <w:r w:rsidRPr="00E47A09">
              <w:rPr>
                <w:rFonts w:ascii="Arial" w:hAnsi="Arial" w:cs="Arial"/>
                <w:sz w:val="24"/>
                <w:szCs w:val="24"/>
              </w:rPr>
              <w:t>бесплатным горячим п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танием,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дусматр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вающим н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личие горяч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го блюда, не считая гор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чего напитка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 w:rsidRPr="00E47A09">
              <w:rPr>
                <w:rFonts w:ascii="Arial" w:hAnsi="Arial" w:cs="Arial"/>
                <w:sz w:val="24"/>
                <w:szCs w:val="24"/>
              </w:rPr>
              <w:t>3040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240, 610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4556,4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1854,0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10998,2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Бесплатное горячее п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тание 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лучат 376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лучающих начальное общее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разование</w:t>
            </w:r>
          </w:p>
        </w:tc>
      </w:tr>
      <w:tr w:rsidR="003738DC" w:rsidRPr="00E47A09" w:rsidTr="006E64FF">
        <w:trPr>
          <w:trHeight w:val="4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9C5611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на приведение зданий и с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оружений общеобраз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вательных </w:t>
            </w:r>
            <w:r>
              <w:rPr>
                <w:rFonts w:ascii="Arial" w:hAnsi="Arial" w:cs="Arial"/>
                <w:sz w:val="24"/>
                <w:szCs w:val="24"/>
              </w:rPr>
              <w:t>организаций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в соответс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вие с треб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ваниями 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конодател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5C336B">
            <w:pPr>
              <w:widowControl w:val="0"/>
              <w:ind w:left="-110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</w:t>
            </w:r>
            <w:r w:rsidRPr="00E47A09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E47A09">
              <w:rPr>
                <w:rFonts w:ascii="Arial" w:hAnsi="Arial" w:cs="Arial"/>
                <w:sz w:val="24"/>
                <w:szCs w:val="24"/>
              </w:rPr>
              <w:t>5630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2058,1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6174,3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Будут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ведены в соответс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вие треб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ваниям 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конод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тельства 4 общеобр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учре</w:t>
            </w:r>
            <w:r w:rsidRPr="00E47A09">
              <w:rPr>
                <w:rFonts w:ascii="Arial" w:hAnsi="Arial" w:cs="Arial"/>
                <w:sz w:val="24"/>
                <w:szCs w:val="24"/>
              </w:rPr>
              <w:t>ж</w:t>
            </w:r>
            <w:r w:rsidRPr="00E47A09">
              <w:rPr>
                <w:rFonts w:ascii="Arial" w:hAnsi="Arial" w:cs="Arial"/>
                <w:sz w:val="24"/>
                <w:szCs w:val="24"/>
              </w:rPr>
              <w:t>дения</w:t>
            </w:r>
          </w:p>
        </w:tc>
      </w:tr>
      <w:tr w:rsidR="003738DC" w:rsidRPr="00E47A09" w:rsidTr="006E64FF">
        <w:trPr>
          <w:trHeight w:val="435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Итого по задаче 2: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E818AF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362121,8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E818AF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361122,6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E818AF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358422,9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1081667,3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4B063D" w:rsidTr="006E64FF">
        <w:trPr>
          <w:trHeight w:val="585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Задача 3: обеспечить условия для развития системы дополнительного образования, в том числе за счет участия в совр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>менных образовательных программах, дистанционных и сетевых формах дополнительного образования</w:t>
            </w:r>
          </w:p>
        </w:tc>
      </w:tr>
      <w:tr w:rsidR="003738DC" w:rsidRPr="00E47A09" w:rsidTr="006E64FF">
        <w:trPr>
          <w:trHeight w:val="192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</w:t>
            </w:r>
            <w:r w:rsidRPr="00BF12C4">
              <w:rPr>
                <w:rFonts w:ascii="Arial" w:hAnsi="Arial" w:cs="Arial"/>
                <w:sz w:val="24"/>
                <w:szCs w:val="24"/>
              </w:rPr>
              <w:t>с</w:t>
            </w:r>
            <w:r w:rsidRPr="00BF12C4">
              <w:rPr>
                <w:rFonts w:ascii="Arial" w:hAnsi="Arial" w:cs="Arial"/>
                <w:sz w:val="24"/>
                <w:szCs w:val="24"/>
              </w:rPr>
              <w:t>луг) подв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0110004230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3249,4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3249,4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3249,4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9748,2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125 чел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век получат услуги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полнител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зования</w:t>
            </w:r>
          </w:p>
        </w:tc>
      </w:tr>
      <w:tr w:rsidR="003738DC" w:rsidRPr="00E47A09" w:rsidTr="0087330D">
        <w:trPr>
          <w:trHeight w:val="343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Итого по </w:t>
            </w:r>
            <w:r w:rsidRPr="00BF12C4">
              <w:rPr>
                <w:rFonts w:ascii="Arial" w:hAnsi="Arial" w:cs="Arial"/>
                <w:sz w:val="24"/>
                <w:szCs w:val="24"/>
              </w:rPr>
              <w:t>задаче 3: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3249,4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Default="003738DC" w:rsidP="00BF2437">
            <w:pPr>
              <w:widowControl w:val="0"/>
              <w:jc w:val="center"/>
            </w:pPr>
            <w:r w:rsidRPr="00E106BC">
              <w:rPr>
                <w:rFonts w:ascii="Arial" w:hAnsi="Arial" w:cs="Arial"/>
                <w:sz w:val="24"/>
                <w:szCs w:val="24"/>
              </w:rPr>
              <w:t>3249,4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Default="003738DC" w:rsidP="00BF2437">
            <w:pPr>
              <w:widowControl w:val="0"/>
              <w:jc w:val="center"/>
            </w:pPr>
            <w:r w:rsidRPr="00E106BC">
              <w:rPr>
                <w:rFonts w:ascii="Arial" w:hAnsi="Arial" w:cs="Arial"/>
                <w:sz w:val="24"/>
                <w:szCs w:val="24"/>
              </w:rPr>
              <w:t>3249,4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9748,2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D91E17">
        <w:trPr>
          <w:trHeight w:val="343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Задача 4: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беспечить функционирование системы персонифицированного финансирования, обеспечивающей свободу в</w:t>
            </w:r>
            <w:r w:rsidRPr="00E47A09">
              <w:rPr>
                <w:rFonts w:ascii="Arial" w:hAnsi="Arial" w:cs="Arial"/>
                <w:sz w:val="24"/>
                <w:szCs w:val="24"/>
              </w:rPr>
              <w:t>ы</w:t>
            </w:r>
            <w:r w:rsidRPr="00E47A09">
              <w:rPr>
                <w:rFonts w:ascii="Arial" w:hAnsi="Arial" w:cs="Arial"/>
                <w:sz w:val="24"/>
                <w:szCs w:val="24"/>
              </w:rPr>
              <w:t>бора образовательных программ, равенство доступа к дополнительному образованию за счет средств бюджетов бюдже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системы, легкость и оперативность смены осваиваемых образовательных программ</w:t>
            </w:r>
          </w:p>
        </w:tc>
      </w:tr>
      <w:tr w:rsidR="003738DC" w:rsidRPr="00E47A09" w:rsidTr="00864667">
        <w:trPr>
          <w:trHeight w:val="41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функцион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рования м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дели перс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нифицир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ванного ф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нансирования дополнител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детей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0110004260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610,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620,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630,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3664,0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10992,0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A21F5C">
              <w:rPr>
                <w:rFonts w:ascii="Arial" w:hAnsi="Arial" w:cs="Arial"/>
                <w:sz w:val="24"/>
                <w:szCs w:val="24"/>
              </w:rPr>
              <w:t>188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детей получат сертификат на получ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допо</w:t>
            </w:r>
            <w:r w:rsidRPr="00E47A09">
              <w:rPr>
                <w:rFonts w:ascii="Arial" w:hAnsi="Arial" w:cs="Arial"/>
                <w:sz w:val="24"/>
                <w:szCs w:val="24"/>
              </w:rPr>
              <w:t>л</w:t>
            </w:r>
            <w:r w:rsidRPr="00E47A09">
              <w:rPr>
                <w:rFonts w:ascii="Arial" w:hAnsi="Arial" w:cs="Arial"/>
                <w:sz w:val="24"/>
                <w:szCs w:val="24"/>
              </w:rPr>
              <w:t>нительного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</w:tr>
      <w:tr w:rsidR="003738DC" w:rsidRPr="00E47A09" w:rsidTr="006E64FF">
        <w:trPr>
          <w:trHeight w:val="420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Итого по задаче 4: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3664,0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10992,0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6E64FF">
        <w:trPr>
          <w:trHeight w:val="323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Задача 5: содействовать выявлению и поддержке одаренных детей</w:t>
            </w:r>
          </w:p>
        </w:tc>
      </w:tr>
      <w:tr w:rsidR="003738DC" w:rsidRPr="00E47A09" w:rsidTr="006E64FF">
        <w:trPr>
          <w:trHeight w:val="10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Проведение районных м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роприятий для одаре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ных детей (олимпиады, фестивали, научная ко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ференция, спортивные мероприятия)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0110079210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38,7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116,1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Будет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ведено 4 меропри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тия с чи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ленностью участников 270 чел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век еж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годно</w:t>
            </w:r>
          </w:p>
        </w:tc>
      </w:tr>
      <w:tr w:rsidR="003738DC" w:rsidRPr="00E47A09" w:rsidTr="00BE6C15">
        <w:trPr>
          <w:trHeight w:val="69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Поддержка одаренных детей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0110079220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350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63,3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189,9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Предоста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ление 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нежных премий 25 лучшим учащимся в учебе, спорте, творчестве ежегодно</w:t>
            </w:r>
          </w:p>
        </w:tc>
      </w:tr>
      <w:tr w:rsidR="003738DC" w:rsidRPr="00E47A09" w:rsidTr="006E64FF">
        <w:trPr>
          <w:trHeight w:val="87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5.3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Проведение летних пр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фильных смен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0110079230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36,0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Ежегодно проведение 4 летних профил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смен с привлеч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нием 50 учащихся</w:t>
            </w:r>
          </w:p>
        </w:tc>
      </w:tr>
      <w:tr w:rsidR="003738DC" w:rsidRPr="00E47A09" w:rsidTr="006E64FF">
        <w:trPr>
          <w:trHeight w:val="70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5.4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Участие од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ренных детей в меропри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тиях зонал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ного, краев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го уровней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0110079240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46,0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138,0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Участие не менее 80 одаренных учащихся в меропри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тиях</w:t>
            </w:r>
          </w:p>
        </w:tc>
      </w:tr>
      <w:tr w:rsidR="003738DC" w:rsidRPr="00E47A09" w:rsidTr="006E64FF">
        <w:trPr>
          <w:trHeight w:val="352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Итого по задаче 5: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160,0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480,0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6E64FF">
        <w:trPr>
          <w:trHeight w:val="495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iCs/>
                <w:sz w:val="24"/>
                <w:szCs w:val="24"/>
              </w:rPr>
              <w:t>Задача 6: обеспечить безопасный, качественный отдых и досуг детей в каникулярное время</w:t>
            </w:r>
          </w:p>
        </w:tc>
      </w:tr>
      <w:tr w:rsidR="003738DC" w:rsidRPr="00E47A09" w:rsidTr="006E64FF">
        <w:trPr>
          <w:trHeight w:val="75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BF12C4">
              <w:rPr>
                <w:rFonts w:ascii="Arial" w:hAnsi="Arial" w:cs="Arial"/>
                <w:iCs/>
                <w:sz w:val="24"/>
                <w:szCs w:val="24"/>
              </w:rPr>
              <w:t>6.1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Осуществл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>ние госуда</w:t>
            </w:r>
            <w:r w:rsidRPr="00BF12C4">
              <w:rPr>
                <w:rFonts w:ascii="Arial" w:hAnsi="Arial" w:cs="Arial"/>
                <w:sz w:val="24"/>
                <w:szCs w:val="24"/>
              </w:rPr>
              <w:t>р</w:t>
            </w:r>
            <w:r w:rsidRPr="00BF12C4">
              <w:rPr>
                <w:rFonts w:ascii="Arial" w:hAnsi="Arial" w:cs="Arial"/>
                <w:sz w:val="24"/>
                <w:szCs w:val="24"/>
              </w:rPr>
              <w:t>ственных полномочий по организ</w:t>
            </w:r>
            <w:r w:rsidRPr="00BF12C4">
              <w:rPr>
                <w:rFonts w:ascii="Arial" w:hAnsi="Arial" w:cs="Arial"/>
                <w:sz w:val="24"/>
                <w:szCs w:val="24"/>
              </w:rPr>
              <w:t>а</w:t>
            </w:r>
            <w:r w:rsidRPr="00BF12C4">
              <w:rPr>
                <w:rFonts w:ascii="Arial" w:hAnsi="Arial" w:cs="Arial"/>
                <w:sz w:val="24"/>
                <w:szCs w:val="24"/>
              </w:rPr>
              <w:t>ции и обесп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 xml:space="preserve">чению отдыха </w:t>
            </w:r>
          </w:p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и оздоровл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>ния детей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iCs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708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0709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0110076490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240,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320,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610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2449,8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2449,8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>2449,8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7349,4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226 детей ежегодно отдыхают в лагерях;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30 детей ежегодно отдыхают 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 путе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кам</w:t>
            </w:r>
          </w:p>
        </w:tc>
      </w:tr>
      <w:tr w:rsidR="003738DC" w:rsidRPr="00E47A09" w:rsidTr="006E64FF">
        <w:trPr>
          <w:trHeight w:val="285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6E64FF">
        <w:trPr>
          <w:trHeight w:val="39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6E64FF">
        <w:trPr>
          <w:trHeight w:val="6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6.2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Проведение районных м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>роприятий для детей в каникулярное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0110079100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105,0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7D1D8E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D1D8E">
              <w:rPr>
                <w:rFonts w:ascii="Arial" w:hAnsi="Arial" w:cs="Arial"/>
                <w:sz w:val="24"/>
                <w:szCs w:val="24"/>
              </w:rPr>
              <w:t>12 мер</w:t>
            </w:r>
            <w:r w:rsidRPr="007D1D8E">
              <w:rPr>
                <w:rFonts w:ascii="Arial" w:hAnsi="Arial" w:cs="Arial"/>
                <w:sz w:val="24"/>
                <w:szCs w:val="24"/>
              </w:rPr>
              <w:t>о</w:t>
            </w:r>
            <w:r w:rsidRPr="007D1D8E">
              <w:rPr>
                <w:rFonts w:ascii="Arial" w:hAnsi="Arial" w:cs="Arial"/>
                <w:sz w:val="24"/>
                <w:szCs w:val="24"/>
              </w:rPr>
              <w:t>приятий в 2025 году, 14 мер</w:t>
            </w:r>
            <w:r w:rsidRPr="007D1D8E">
              <w:rPr>
                <w:rFonts w:ascii="Arial" w:hAnsi="Arial" w:cs="Arial"/>
                <w:sz w:val="24"/>
                <w:szCs w:val="24"/>
              </w:rPr>
              <w:t>о</w:t>
            </w:r>
            <w:r w:rsidRPr="007D1D8E">
              <w:rPr>
                <w:rFonts w:ascii="Arial" w:hAnsi="Arial" w:cs="Arial"/>
                <w:sz w:val="24"/>
                <w:szCs w:val="24"/>
              </w:rPr>
              <w:t>приятий в 2026 году, 18 мер</w:t>
            </w:r>
            <w:r w:rsidRPr="007D1D8E">
              <w:rPr>
                <w:rFonts w:ascii="Arial" w:hAnsi="Arial" w:cs="Arial"/>
                <w:sz w:val="24"/>
                <w:szCs w:val="24"/>
              </w:rPr>
              <w:t>о</w:t>
            </w:r>
            <w:r w:rsidRPr="007D1D8E">
              <w:rPr>
                <w:rFonts w:ascii="Arial" w:hAnsi="Arial" w:cs="Arial"/>
                <w:sz w:val="24"/>
                <w:szCs w:val="24"/>
              </w:rPr>
              <w:t>приятий в 2027 году</w:t>
            </w:r>
          </w:p>
        </w:tc>
      </w:tr>
      <w:tr w:rsidR="003738DC" w:rsidRPr="00E47A09" w:rsidTr="006E64FF">
        <w:trPr>
          <w:trHeight w:val="64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6.3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Участие в мероприятиях межрайонн</w:t>
            </w:r>
            <w:r w:rsidRPr="00BF12C4">
              <w:rPr>
                <w:rFonts w:ascii="Arial" w:hAnsi="Arial" w:cs="Arial"/>
                <w:sz w:val="24"/>
                <w:szCs w:val="24"/>
              </w:rPr>
              <w:t>о</w:t>
            </w:r>
            <w:r w:rsidRPr="00BF12C4">
              <w:rPr>
                <w:rFonts w:ascii="Arial" w:hAnsi="Arial" w:cs="Arial"/>
                <w:sz w:val="24"/>
                <w:szCs w:val="24"/>
              </w:rPr>
              <w:t>го, зональн</w:t>
            </w:r>
            <w:r w:rsidRPr="00BF12C4">
              <w:rPr>
                <w:rFonts w:ascii="Arial" w:hAnsi="Arial" w:cs="Arial"/>
                <w:sz w:val="24"/>
                <w:szCs w:val="24"/>
              </w:rPr>
              <w:t>о</w:t>
            </w:r>
            <w:r w:rsidRPr="00BF12C4">
              <w:rPr>
                <w:rFonts w:ascii="Arial" w:hAnsi="Arial" w:cs="Arial"/>
                <w:sz w:val="24"/>
                <w:szCs w:val="24"/>
              </w:rPr>
              <w:t>го, краевого уровней, в каникулярное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0110079110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74,4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223,2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7D1D8E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D1D8E">
              <w:rPr>
                <w:rFonts w:ascii="Arial" w:hAnsi="Arial" w:cs="Arial"/>
                <w:sz w:val="24"/>
                <w:szCs w:val="24"/>
              </w:rPr>
              <w:t>615 уч</w:t>
            </w:r>
            <w:r w:rsidRPr="007D1D8E">
              <w:rPr>
                <w:rFonts w:ascii="Arial" w:hAnsi="Arial" w:cs="Arial"/>
                <w:sz w:val="24"/>
                <w:szCs w:val="24"/>
              </w:rPr>
              <w:t>а</w:t>
            </w:r>
            <w:r w:rsidRPr="007D1D8E">
              <w:rPr>
                <w:rFonts w:ascii="Arial" w:hAnsi="Arial" w:cs="Arial"/>
                <w:sz w:val="24"/>
                <w:szCs w:val="24"/>
              </w:rPr>
              <w:t>щихся пр</w:t>
            </w:r>
            <w:r w:rsidRPr="007D1D8E">
              <w:rPr>
                <w:rFonts w:ascii="Arial" w:hAnsi="Arial" w:cs="Arial"/>
                <w:sz w:val="24"/>
                <w:szCs w:val="24"/>
              </w:rPr>
              <w:t>и</w:t>
            </w:r>
            <w:r w:rsidRPr="007D1D8E">
              <w:rPr>
                <w:rFonts w:ascii="Arial" w:hAnsi="Arial" w:cs="Arial"/>
                <w:sz w:val="24"/>
                <w:szCs w:val="24"/>
              </w:rPr>
              <w:t>мут участие в 2025 году, 617 уч</w:t>
            </w:r>
            <w:r w:rsidRPr="007D1D8E">
              <w:rPr>
                <w:rFonts w:ascii="Arial" w:hAnsi="Arial" w:cs="Arial"/>
                <w:sz w:val="24"/>
                <w:szCs w:val="24"/>
              </w:rPr>
              <w:t>а</w:t>
            </w:r>
            <w:r w:rsidRPr="007D1D8E">
              <w:rPr>
                <w:rFonts w:ascii="Arial" w:hAnsi="Arial" w:cs="Arial"/>
                <w:sz w:val="24"/>
                <w:szCs w:val="24"/>
              </w:rPr>
              <w:t>щихся пр</w:t>
            </w:r>
            <w:r w:rsidRPr="007D1D8E">
              <w:rPr>
                <w:rFonts w:ascii="Arial" w:hAnsi="Arial" w:cs="Arial"/>
                <w:sz w:val="24"/>
                <w:szCs w:val="24"/>
              </w:rPr>
              <w:t>и</w:t>
            </w:r>
            <w:r w:rsidRPr="007D1D8E">
              <w:rPr>
                <w:rFonts w:ascii="Arial" w:hAnsi="Arial" w:cs="Arial"/>
                <w:sz w:val="24"/>
                <w:szCs w:val="24"/>
              </w:rPr>
              <w:t>мут участие в 2026 году, 616 уч</w:t>
            </w:r>
            <w:r w:rsidRPr="007D1D8E">
              <w:rPr>
                <w:rFonts w:ascii="Arial" w:hAnsi="Arial" w:cs="Arial"/>
                <w:sz w:val="24"/>
                <w:szCs w:val="24"/>
              </w:rPr>
              <w:t>а</w:t>
            </w:r>
            <w:r w:rsidRPr="007D1D8E">
              <w:rPr>
                <w:rFonts w:ascii="Arial" w:hAnsi="Arial" w:cs="Arial"/>
                <w:sz w:val="24"/>
                <w:szCs w:val="24"/>
              </w:rPr>
              <w:t>щихся пр</w:t>
            </w:r>
            <w:r w:rsidRPr="007D1D8E">
              <w:rPr>
                <w:rFonts w:ascii="Arial" w:hAnsi="Arial" w:cs="Arial"/>
                <w:sz w:val="24"/>
                <w:szCs w:val="24"/>
              </w:rPr>
              <w:t>и</w:t>
            </w:r>
            <w:r w:rsidRPr="007D1D8E">
              <w:rPr>
                <w:rFonts w:ascii="Arial" w:hAnsi="Arial" w:cs="Arial"/>
                <w:sz w:val="24"/>
                <w:szCs w:val="24"/>
              </w:rPr>
              <w:t>мут участие в 2027 году</w:t>
            </w:r>
          </w:p>
        </w:tc>
      </w:tr>
      <w:tr w:rsidR="003738DC" w:rsidRPr="00E47A09" w:rsidTr="006E64FF">
        <w:trPr>
          <w:trHeight w:val="6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BF12C4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6.4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 xml:space="preserve">Расходы </w:t>
            </w:r>
          </w:p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на различные формы отд</w:t>
            </w:r>
            <w:r w:rsidRPr="00BF12C4">
              <w:rPr>
                <w:rFonts w:ascii="Arial" w:hAnsi="Arial" w:cs="Arial"/>
                <w:sz w:val="24"/>
                <w:szCs w:val="24"/>
              </w:rPr>
              <w:t>ы</w:t>
            </w:r>
            <w:r w:rsidRPr="00BF12C4">
              <w:rPr>
                <w:rFonts w:ascii="Arial" w:hAnsi="Arial" w:cs="Arial"/>
                <w:sz w:val="24"/>
                <w:szCs w:val="24"/>
              </w:rPr>
              <w:t>ха детей (эк</w:t>
            </w:r>
            <w:r w:rsidRPr="00BF12C4">
              <w:rPr>
                <w:rFonts w:ascii="Arial" w:hAnsi="Arial" w:cs="Arial"/>
                <w:sz w:val="24"/>
                <w:szCs w:val="24"/>
              </w:rPr>
              <w:t>с</w:t>
            </w:r>
            <w:r w:rsidRPr="00BF12C4">
              <w:rPr>
                <w:rFonts w:ascii="Arial" w:hAnsi="Arial" w:cs="Arial"/>
                <w:sz w:val="24"/>
                <w:szCs w:val="24"/>
              </w:rPr>
              <w:t>курсии, пох</w:t>
            </w:r>
            <w:r w:rsidRPr="00BF12C4">
              <w:rPr>
                <w:rFonts w:ascii="Arial" w:hAnsi="Arial" w:cs="Arial"/>
                <w:sz w:val="24"/>
                <w:szCs w:val="24"/>
              </w:rPr>
              <w:t>о</w:t>
            </w:r>
            <w:r w:rsidRPr="00BF12C4">
              <w:rPr>
                <w:rFonts w:ascii="Arial" w:hAnsi="Arial" w:cs="Arial"/>
                <w:sz w:val="24"/>
                <w:szCs w:val="24"/>
              </w:rPr>
              <w:t>ды, культу</w:t>
            </w:r>
            <w:r w:rsidRPr="00BF12C4">
              <w:rPr>
                <w:rFonts w:ascii="Arial" w:hAnsi="Arial" w:cs="Arial"/>
                <w:sz w:val="24"/>
                <w:szCs w:val="24"/>
              </w:rPr>
              <w:t>р</w:t>
            </w:r>
            <w:r w:rsidRPr="00BF12C4">
              <w:rPr>
                <w:rFonts w:ascii="Arial" w:hAnsi="Arial" w:cs="Arial"/>
                <w:sz w:val="24"/>
                <w:szCs w:val="24"/>
              </w:rPr>
              <w:t>но-массовая работа) в к</w:t>
            </w:r>
            <w:r w:rsidRPr="00BF12C4">
              <w:rPr>
                <w:rFonts w:ascii="Arial" w:hAnsi="Arial" w:cs="Arial"/>
                <w:sz w:val="24"/>
                <w:szCs w:val="24"/>
              </w:rPr>
              <w:t>а</w:t>
            </w:r>
            <w:r w:rsidRPr="00BF12C4">
              <w:rPr>
                <w:rFonts w:ascii="Arial" w:hAnsi="Arial" w:cs="Arial"/>
                <w:sz w:val="24"/>
                <w:szCs w:val="24"/>
              </w:rPr>
              <w:t>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0110079120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165,6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496,8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7D1D8E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D1D8E">
              <w:rPr>
                <w:rFonts w:ascii="Arial" w:hAnsi="Arial" w:cs="Arial"/>
                <w:sz w:val="24"/>
                <w:szCs w:val="24"/>
              </w:rPr>
              <w:t>679 уч</w:t>
            </w:r>
            <w:r w:rsidRPr="007D1D8E">
              <w:rPr>
                <w:rFonts w:ascii="Arial" w:hAnsi="Arial" w:cs="Arial"/>
                <w:sz w:val="24"/>
                <w:szCs w:val="24"/>
              </w:rPr>
              <w:t>а</w:t>
            </w:r>
            <w:r w:rsidRPr="007D1D8E">
              <w:rPr>
                <w:rFonts w:ascii="Arial" w:hAnsi="Arial" w:cs="Arial"/>
                <w:sz w:val="24"/>
                <w:szCs w:val="24"/>
              </w:rPr>
              <w:t>щихся – в 2025 году, 681 уч</w:t>
            </w:r>
            <w:r w:rsidRPr="007D1D8E">
              <w:rPr>
                <w:rFonts w:ascii="Arial" w:hAnsi="Arial" w:cs="Arial"/>
                <w:sz w:val="24"/>
                <w:szCs w:val="24"/>
              </w:rPr>
              <w:t>а</w:t>
            </w:r>
            <w:r w:rsidRPr="007D1D8E">
              <w:rPr>
                <w:rFonts w:ascii="Arial" w:hAnsi="Arial" w:cs="Arial"/>
                <w:sz w:val="24"/>
                <w:szCs w:val="24"/>
              </w:rPr>
              <w:t>щийся – в 2026 году, 681 уч</w:t>
            </w:r>
            <w:r w:rsidRPr="007D1D8E">
              <w:rPr>
                <w:rFonts w:ascii="Arial" w:hAnsi="Arial" w:cs="Arial"/>
                <w:sz w:val="24"/>
                <w:szCs w:val="24"/>
              </w:rPr>
              <w:t>а</w:t>
            </w:r>
            <w:r w:rsidRPr="007D1D8E">
              <w:rPr>
                <w:rFonts w:ascii="Arial" w:hAnsi="Arial" w:cs="Arial"/>
                <w:sz w:val="24"/>
                <w:szCs w:val="24"/>
              </w:rPr>
              <w:t>щийся – в 2027 году</w:t>
            </w:r>
          </w:p>
        </w:tc>
      </w:tr>
      <w:tr w:rsidR="003738DC" w:rsidRPr="00E47A09" w:rsidTr="006E64FF">
        <w:trPr>
          <w:trHeight w:val="375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42602E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Итого по задаче 6: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42602E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2724,8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Default="003738DC" w:rsidP="00BF2437">
            <w:pPr>
              <w:widowControl w:val="0"/>
              <w:jc w:val="center"/>
            </w:pPr>
            <w:r w:rsidRPr="002D6C0E">
              <w:rPr>
                <w:rFonts w:ascii="Arial" w:hAnsi="Arial" w:cs="Arial"/>
                <w:sz w:val="24"/>
                <w:szCs w:val="24"/>
              </w:rPr>
              <w:t>2724,8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Default="003738DC" w:rsidP="00BF2437">
            <w:pPr>
              <w:widowControl w:val="0"/>
              <w:jc w:val="center"/>
            </w:pPr>
            <w:r w:rsidRPr="002D6C0E">
              <w:rPr>
                <w:rFonts w:ascii="Arial" w:hAnsi="Arial" w:cs="Arial"/>
                <w:sz w:val="24"/>
                <w:szCs w:val="24"/>
              </w:rPr>
              <w:t>2724,8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8174,4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6E64FF">
        <w:trPr>
          <w:trHeight w:val="405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Всего по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DE727F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440734,2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DE727F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439735,0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38DC" w:rsidRPr="00E47A09" w:rsidRDefault="003738DC" w:rsidP="00DE727F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437035,3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1317504,5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Начальник отдела образования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3738DC" w:rsidRPr="00E47A09" w:rsidSect="00BF2437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81"/>
        </w:sect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     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</w:t>
      </w:r>
      <w:r>
        <w:rPr>
          <w:rFonts w:ascii="Arial" w:hAnsi="Arial" w:cs="Arial"/>
          <w:b w:val="0"/>
          <w:color w:val="000000"/>
        </w:rPr>
        <w:t>Л.А. Козлова</w:t>
      </w:r>
    </w:p>
    <w:p w:rsidR="003738DC" w:rsidRPr="00E47A09" w:rsidRDefault="003738DC" w:rsidP="00BF2437">
      <w:pPr>
        <w:widowControl w:val="0"/>
        <w:ind w:firstLine="3828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 xml:space="preserve">Приложение № 2 к муниципальной программе </w:t>
      </w:r>
    </w:p>
    <w:p w:rsidR="003738DC" w:rsidRPr="00E47A09" w:rsidRDefault="003738DC" w:rsidP="00BF2437">
      <w:pPr>
        <w:widowControl w:val="0"/>
        <w:ind w:firstLine="3828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Партизанского района «Развитие образования»</w:t>
      </w:r>
    </w:p>
    <w:p w:rsidR="003738DC" w:rsidRPr="00E47A09" w:rsidRDefault="003738DC" w:rsidP="00BF2437">
      <w:pPr>
        <w:widowControl w:val="0"/>
        <w:ind w:firstLine="4111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>Подпрограмма «</w:t>
      </w:r>
      <w:r w:rsidRPr="00E47A09">
        <w:rPr>
          <w:rFonts w:ascii="Arial" w:hAnsi="Arial" w:cs="Arial"/>
          <w:sz w:val="24"/>
          <w:szCs w:val="24"/>
        </w:rPr>
        <w:t>Приобретение жилья детям-сиротам и детям, оставшимся без п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печения родителей, а также лицам из их числа»</w:t>
      </w: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>1. Паспорт подпрограммы «</w:t>
      </w:r>
      <w:r w:rsidRPr="00E47A09">
        <w:rPr>
          <w:rFonts w:ascii="Arial" w:hAnsi="Arial" w:cs="Arial"/>
          <w:sz w:val="24"/>
          <w:szCs w:val="24"/>
        </w:rPr>
        <w:t>Приобретение жилья детям-сиротам и детям, оста</w:t>
      </w:r>
      <w:r w:rsidRPr="00E47A09">
        <w:rPr>
          <w:rFonts w:ascii="Arial" w:hAnsi="Arial" w:cs="Arial"/>
          <w:sz w:val="24"/>
          <w:szCs w:val="24"/>
        </w:rPr>
        <w:t>в</w:t>
      </w:r>
      <w:r w:rsidRPr="00E47A09">
        <w:rPr>
          <w:rFonts w:ascii="Arial" w:hAnsi="Arial" w:cs="Arial"/>
          <w:sz w:val="24"/>
          <w:szCs w:val="24"/>
        </w:rPr>
        <w:t>шимся без попечения родителей, а также лицам из их числа»</w:t>
      </w:r>
    </w:p>
    <w:p w:rsidR="003738DC" w:rsidRPr="00E47A09" w:rsidRDefault="003738DC" w:rsidP="00BF2437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3665"/>
        <w:gridCol w:w="5797"/>
      </w:tblGrid>
      <w:tr w:rsidR="003738DC" w:rsidRPr="00E47A09" w:rsidTr="00540ADB">
        <w:trPr>
          <w:cantSplit/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«Приобретение жилья детям-сиротам и детям, оставшимся без попечения родителей, а также лицам из их числа» (далее – подпрограмма)</w:t>
            </w:r>
          </w:p>
        </w:tc>
      </w:tr>
      <w:tr w:rsidR="003738DC" w:rsidRPr="00E47A09" w:rsidTr="00540ADB">
        <w:trPr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программы, в рамках 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торой реализуется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«Развитие образования»</w:t>
            </w:r>
          </w:p>
        </w:tc>
      </w:tr>
      <w:tr w:rsidR="003738DC" w:rsidRPr="00E47A09" w:rsidTr="00540ADB">
        <w:trPr>
          <w:trHeight w:val="653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B60604" w:rsidRDefault="003738DC" w:rsidP="00BF2437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B60604">
              <w:rPr>
                <w:rFonts w:cs="Arial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B6060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60604">
              <w:rPr>
                <w:rFonts w:ascii="Arial" w:hAnsi="Arial" w:cs="Arial"/>
                <w:sz w:val="24"/>
                <w:szCs w:val="24"/>
              </w:rPr>
              <w:t>Отдел образования администрации Партиза</w:t>
            </w:r>
            <w:r w:rsidRPr="00B60604">
              <w:rPr>
                <w:rFonts w:ascii="Arial" w:hAnsi="Arial" w:cs="Arial"/>
                <w:sz w:val="24"/>
                <w:szCs w:val="24"/>
              </w:rPr>
              <w:t>н</w:t>
            </w:r>
            <w:r w:rsidRPr="00B60604">
              <w:rPr>
                <w:rFonts w:ascii="Arial" w:hAnsi="Arial" w:cs="Arial"/>
                <w:sz w:val="24"/>
                <w:szCs w:val="24"/>
              </w:rPr>
              <w:t>ского района (далее – отдел образования)</w:t>
            </w:r>
          </w:p>
        </w:tc>
      </w:tr>
      <w:tr w:rsidR="003738DC" w:rsidRPr="00E47A09" w:rsidTr="00540ADB">
        <w:trPr>
          <w:trHeight w:val="649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B60604" w:rsidRDefault="003738DC" w:rsidP="00BF2437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B60604">
              <w:rPr>
                <w:rFonts w:cs="Arial"/>
                <w:sz w:val="24"/>
                <w:szCs w:val="24"/>
              </w:rPr>
              <w:t>Соисполнитель подпрогра</w:t>
            </w:r>
            <w:r w:rsidRPr="00B60604">
              <w:rPr>
                <w:rFonts w:cs="Arial"/>
                <w:sz w:val="24"/>
                <w:szCs w:val="24"/>
              </w:rPr>
              <w:t>м</w:t>
            </w:r>
            <w:r w:rsidRPr="00B60604">
              <w:rPr>
                <w:rFonts w:cs="Arial"/>
                <w:sz w:val="24"/>
                <w:szCs w:val="24"/>
              </w:rPr>
              <w:t>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B6060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60604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</w:t>
            </w:r>
            <w:r w:rsidRPr="00B60604">
              <w:rPr>
                <w:rFonts w:ascii="Arial" w:hAnsi="Arial" w:cs="Arial"/>
                <w:sz w:val="24"/>
                <w:szCs w:val="24"/>
              </w:rPr>
              <w:t>н</w:t>
            </w:r>
            <w:r w:rsidRPr="00B60604">
              <w:rPr>
                <w:rFonts w:ascii="Arial" w:hAnsi="Arial" w:cs="Arial"/>
                <w:sz w:val="24"/>
                <w:szCs w:val="24"/>
              </w:rPr>
              <w:t>ского района (далее – комитет по управлению имуществом района)</w:t>
            </w:r>
          </w:p>
        </w:tc>
      </w:tr>
      <w:tr w:rsidR="003738DC" w:rsidRPr="00E47A09" w:rsidTr="00B60604">
        <w:trPr>
          <w:trHeight w:val="107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E47A09" w:rsidRDefault="003738DC" w:rsidP="00BF2437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47A09">
              <w:rPr>
                <w:rFonts w:cs="Arial"/>
                <w:sz w:val="24"/>
                <w:szCs w:val="24"/>
              </w:rPr>
              <w:t>Главный распорядитель бю</w:t>
            </w:r>
            <w:r w:rsidRPr="00E47A09">
              <w:rPr>
                <w:rFonts w:cs="Arial"/>
                <w:sz w:val="24"/>
                <w:szCs w:val="24"/>
              </w:rPr>
              <w:t>д</w:t>
            </w:r>
            <w:r w:rsidRPr="00E47A09">
              <w:rPr>
                <w:rFonts w:cs="Arial"/>
                <w:sz w:val="24"/>
                <w:szCs w:val="24"/>
              </w:rPr>
              <w:t>жетных средств, ответстве</w:t>
            </w:r>
            <w:r w:rsidRPr="00E47A09">
              <w:rPr>
                <w:rFonts w:cs="Arial"/>
                <w:sz w:val="24"/>
                <w:szCs w:val="24"/>
              </w:rPr>
              <w:t>н</w:t>
            </w:r>
            <w:r w:rsidRPr="00E47A09">
              <w:rPr>
                <w:rFonts w:cs="Arial"/>
                <w:sz w:val="24"/>
                <w:szCs w:val="24"/>
              </w:rPr>
              <w:t>ный за реализацию мер</w:t>
            </w:r>
            <w:r w:rsidRPr="00E47A09">
              <w:rPr>
                <w:rFonts w:cs="Arial"/>
                <w:sz w:val="24"/>
                <w:szCs w:val="24"/>
              </w:rPr>
              <w:t>о</w:t>
            </w:r>
            <w:r w:rsidRPr="00E47A09">
              <w:rPr>
                <w:rFonts w:cs="Arial"/>
                <w:sz w:val="24"/>
                <w:szCs w:val="24"/>
              </w:rPr>
              <w:t>приятий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Комитет по управлению имуществом района</w:t>
            </w:r>
          </w:p>
        </w:tc>
      </w:tr>
      <w:tr w:rsidR="003738DC" w:rsidRPr="00E47A09" w:rsidTr="00540ADB">
        <w:trPr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E47A09" w:rsidRDefault="003738DC" w:rsidP="0033158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BF12C4">
              <w:rPr>
                <w:rFonts w:ascii="Arial" w:hAnsi="Arial" w:cs="Arial"/>
                <w:sz w:val="24"/>
                <w:szCs w:val="24"/>
              </w:rPr>
              <w:t>казание поддержки детям-сиротам и детям, о</w:t>
            </w:r>
            <w:r w:rsidRPr="00BF12C4">
              <w:rPr>
                <w:rFonts w:ascii="Arial" w:hAnsi="Arial" w:cs="Arial"/>
                <w:sz w:val="24"/>
                <w:szCs w:val="24"/>
              </w:rPr>
              <w:t>с</w:t>
            </w:r>
            <w:r w:rsidRPr="00BF12C4">
              <w:rPr>
                <w:rFonts w:ascii="Arial" w:hAnsi="Arial" w:cs="Arial"/>
                <w:sz w:val="24"/>
                <w:szCs w:val="24"/>
              </w:rPr>
              <w:t>тавшимся без попечения родителей, а также л</w:t>
            </w:r>
            <w:r w:rsidRPr="00BF12C4">
              <w:rPr>
                <w:rFonts w:ascii="Arial" w:hAnsi="Arial" w:cs="Arial"/>
                <w:sz w:val="24"/>
                <w:szCs w:val="24"/>
              </w:rPr>
              <w:t>и</w:t>
            </w:r>
            <w:r w:rsidRPr="00BF12C4">
              <w:rPr>
                <w:rFonts w:ascii="Arial" w:hAnsi="Arial" w:cs="Arial"/>
                <w:sz w:val="24"/>
                <w:szCs w:val="24"/>
              </w:rPr>
              <w:t>цам из их числа</w:t>
            </w:r>
          </w:p>
        </w:tc>
      </w:tr>
      <w:tr w:rsidR="003738DC" w:rsidRPr="00E47A09" w:rsidTr="00540ADB">
        <w:trPr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>адача</w:t>
            </w:r>
            <w:r>
              <w:rPr>
                <w:rFonts w:ascii="Arial" w:hAnsi="Arial" w:cs="Arial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BF12C4">
              <w:rPr>
                <w:rFonts w:ascii="Arial" w:hAnsi="Arial" w:cs="Arial"/>
                <w:sz w:val="24"/>
                <w:szCs w:val="24"/>
              </w:rPr>
              <w:t>беспечить приобретение жилых помещений для их предоставления по договору найма д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>тям-сиротам и детям, оставшимся без попечения родителей, а также лицам из их числа</w:t>
            </w:r>
          </w:p>
        </w:tc>
      </w:tr>
      <w:tr w:rsidR="003738DC" w:rsidRPr="00E47A09" w:rsidTr="00540ADB">
        <w:trPr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E47A09" w:rsidRDefault="003738DC" w:rsidP="00236BB5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  <w:r>
              <w:rPr>
                <w:rFonts w:ascii="Arial" w:hAnsi="Arial" w:cs="Arial"/>
                <w:sz w:val="24"/>
                <w:szCs w:val="24"/>
              </w:rPr>
              <w:t>, с указанием динамики измен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ния показателей результати</w:t>
            </w:r>
            <w:r>
              <w:rPr>
                <w:rFonts w:ascii="Arial" w:hAnsi="Arial" w:cs="Arial"/>
                <w:sz w:val="24"/>
                <w:szCs w:val="24"/>
              </w:rPr>
              <w:t>в</w:t>
            </w:r>
            <w:r>
              <w:rPr>
                <w:rFonts w:ascii="Arial" w:hAnsi="Arial" w:cs="Arial"/>
                <w:sz w:val="24"/>
                <w:szCs w:val="24"/>
              </w:rPr>
              <w:t>ности, отражающих социал</w:t>
            </w:r>
            <w:r>
              <w:rPr>
                <w:rFonts w:ascii="Arial" w:hAnsi="Arial" w:cs="Arial"/>
                <w:sz w:val="24"/>
                <w:szCs w:val="24"/>
              </w:rPr>
              <w:t>ь</w:t>
            </w:r>
            <w:r>
              <w:rPr>
                <w:rFonts w:ascii="Arial" w:hAnsi="Arial" w:cs="Arial"/>
                <w:sz w:val="24"/>
                <w:szCs w:val="24"/>
              </w:rPr>
              <w:t>но-экономическую эффекти</w:t>
            </w:r>
            <w:r>
              <w:rPr>
                <w:rFonts w:ascii="Arial" w:hAnsi="Arial" w:cs="Arial"/>
                <w:sz w:val="24"/>
                <w:szCs w:val="24"/>
              </w:rPr>
              <w:t>в</w:t>
            </w:r>
            <w:r>
              <w:rPr>
                <w:rFonts w:ascii="Arial" w:hAnsi="Arial" w:cs="Arial"/>
                <w:sz w:val="24"/>
                <w:szCs w:val="24"/>
              </w:rPr>
              <w:t>ность реализации подпр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E47A09" w:rsidRDefault="003738DC" w:rsidP="00236BB5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Перечень и значения показателей результати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ности подпрограммы приведены в приложении к паспорту подпрограммы</w:t>
            </w:r>
          </w:p>
        </w:tc>
      </w:tr>
      <w:tr w:rsidR="003738DC" w:rsidRPr="00E47A09" w:rsidTr="00540ADB">
        <w:trPr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Сроки реализации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2014 – 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BF12C4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3738DC" w:rsidRPr="00C73969" w:rsidTr="00540ADB">
        <w:trPr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C7396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C73969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подпрограммы, в том числе в разбивке по всем источникам финансир</w:t>
            </w:r>
            <w:r w:rsidRPr="00C73969">
              <w:rPr>
                <w:rFonts w:ascii="Arial" w:hAnsi="Arial" w:cs="Arial"/>
                <w:sz w:val="24"/>
                <w:szCs w:val="24"/>
              </w:rPr>
              <w:t>о</w:t>
            </w:r>
            <w:r w:rsidRPr="00C73969">
              <w:rPr>
                <w:rFonts w:ascii="Arial" w:hAnsi="Arial" w:cs="Arial"/>
                <w:sz w:val="24"/>
                <w:szCs w:val="24"/>
              </w:rPr>
              <w:t>вания на очередной финанс</w:t>
            </w:r>
            <w:r w:rsidRPr="00C73969">
              <w:rPr>
                <w:rFonts w:ascii="Arial" w:hAnsi="Arial" w:cs="Arial"/>
                <w:sz w:val="24"/>
                <w:szCs w:val="24"/>
              </w:rPr>
              <w:t>о</w:t>
            </w:r>
            <w:r w:rsidRPr="00C73969">
              <w:rPr>
                <w:rFonts w:ascii="Arial" w:hAnsi="Arial" w:cs="Arial"/>
                <w:sz w:val="24"/>
                <w:szCs w:val="24"/>
              </w:rPr>
              <w:t>вый год и плановый период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738DC" w:rsidRPr="00C73969" w:rsidRDefault="003738DC" w:rsidP="00B6060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C73969">
              <w:rPr>
                <w:rFonts w:ascii="Arial" w:hAnsi="Arial" w:cs="Arial"/>
                <w:sz w:val="24"/>
                <w:szCs w:val="24"/>
              </w:rPr>
              <w:t>Объем бюджетных ассигнований на реализацию подпрограммы составляет 13102,9 тыс. рублей, в том числе по бюджетам:</w:t>
            </w:r>
          </w:p>
          <w:p w:rsidR="003738DC" w:rsidRPr="00C7396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C73969">
              <w:rPr>
                <w:rFonts w:ascii="Arial" w:hAnsi="Arial" w:cs="Arial"/>
                <w:sz w:val="24"/>
                <w:szCs w:val="24"/>
              </w:rPr>
              <w:t>районный бюджет – 13102,9 тыс. рублей.</w:t>
            </w:r>
          </w:p>
          <w:p w:rsidR="003738DC" w:rsidRPr="00C7396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C73969">
              <w:rPr>
                <w:rFonts w:ascii="Arial" w:hAnsi="Arial" w:cs="Arial"/>
                <w:sz w:val="24"/>
                <w:szCs w:val="24"/>
              </w:rPr>
              <w:t>Объем финансирования по годам реализации подпрограммы:</w:t>
            </w:r>
          </w:p>
          <w:p w:rsidR="003738DC" w:rsidRPr="00C7396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C73969">
              <w:rPr>
                <w:rFonts w:ascii="Arial" w:hAnsi="Arial" w:cs="Arial"/>
                <w:sz w:val="24"/>
                <w:szCs w:val="24"/>
              </w:rPr>
              <w:t>2025 год – 4438,1 тыс. рублей, в том числе:</w:t>
            </w:r>
          </w:p>
          <w:p w:rsidR="003738DC" w:rsidRPr="00C7396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C73969">
              <w:rPr>
                <w:rFonts w:ascii="Arial" w:hAnsi="Arial" w:cs="Arial"/>
                <w:sz w:val="24"/>
                <w:szCs w:val="24"/>
              </w:rPr>
              <w:t>районный бюджет – 4438,1 тыс. рублей:</w:t>
            </w:r>
          </w:p>
          <w:p w:rsidR="003738DC" w:rsidRPr="00C73969" w:rsidRDefault="003738DC" w:rsidP="00CE3F7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C73969">
              <w:rPr>
                <w:rFonts w:ascii="Arial" w:hAnsi="Arial" w:cs="Arial"/>
                <w:sz w:val="24"/>
                <w:szCs w:val="24"/>
              </w:rPr>
              <w:t>2026 год – 4438,1 тыс. рублей, в том числе:</w:t>
            </w:r>
          </w:p>
          <w:p w:rsidR="003738DC" w:rsidRPr="00C7396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C73969">
              <w:rPr>
                <w:rFonts w:ascii="Arial" w:hAnsi="Arial" w:cs="Arial"/>
                <w:sz w:val="24"/>
                <w:szCs w:val="24"/>
              </w:rPr>
              <w:t>районный бюджет – 4438,1 тыс. рублей:</w:t>
            </w:r>
          </w:p>
          <w:p w:rsidR="003738DC" w:rsidRPr="00C73969" w:rsidRDefault="003738DC" w:rsidP="00CE3F7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C73969">
              <w:rPr>
                <w:rFonts w:ascii="Arial" w:hAnsi="Arial" w:cs="Arial"/>
                <w:sz w:val="24"/>
                <w:szCs w:val="24"/>
              </w:rPr>
              <w:t>2027 год – 4226,7 тыс. рублей, в том числе:</w:t>
            </w:r>
          </w:p>
          <w:p w:rsidR="003738DC" w:rsidRPr="00C7396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C73969">
              <w:rPr>
                <w:rFonts w:ascii="Arial" w:hAnsi="Arial" w:cs="Arial"/>
                <w:sz w:val="24"/>
                <w:szCs w:val="24"/>
              </w:rPr>
              <w:t>районный бюджет – 4226,7 тыс. рублей.</w:t>
            </w:r>
          </w:p>
        </w:tc>
      </w:tr>
    </w:tbl>
    <w:p w:rsidR="003738DC" w:rsidRPr="00C73969" w:rsidRDefault="003738DC" w:rsidP="00BF2437">
      <w:pPr>
        <w:widowControl w:val="0"/>
        <w:ind w:firstLine="709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ind w:firstLine="709"/>
        <w:rPr>
          <w:rFonts w:ascii="Arial" w:hAnsi="Arial" w:cs="Arial"/>
          <w:sz w:val="24"/>
          <w:szCs w:val="24"/>
        </w:rPr>
      </w:pPr>
      <w:r w:rsidRPr="00C73969">
        <w:rPr>
          <w:rFonts w:ascii="Arial" w:hAnsi="Arial" w:cs="Arial"/>
          <w:sz w:val="24"/>
          <w:szCs w:val="24"/>
        </w:rPr>
        <w:t>Разработка данной подпрограммы обусловлена необходимостью</w:t>
      </w:r>
      <w:r w:rsidRPr="00E47A09">
        <w:rPr>
          <w:rFonts w:ascii="Arial" w:hAnsi="Arial" w:cs="Arial"/>
          <w:sz w:val="24"/>
          <w:szCs w:val="24"/>
        </w:rPr>
        <w:t xml:space="preserve"> разреш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ния проблемы с целью упорядочить соблюдение мер социальной поддержки д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тей-сирот и детей, оставшихся без попечения родителей.</w:t>
      </w:r>
    </w:p>
    <w:p w:rsidR="003738DC" w:rsidRPr="00E47A09" w:rsidRDefault="003738DC" w:rsidP="00BF2437">
      <w:pPr>
        <w:widowControl w:val="0"/>
        <w:ind w:firstLine="709"/>
        <w:rPr>
          <w:rFonts w:ascii="Arial" w:hAnsi="Arial" w:cs="Arial"/>
          <w:sz w:val="24"/>
          <w:szCs w:val="24"/>
        </w:rPr>
      </w:pPr>
    </w:p>
    <w:p w:rsidR="003738DC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Мероприятия подпрограммы</w:t>
      </w: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3738DC" w:rsidRDefault="003738DC" w:rsidP="00BF2437">
      <w:pPr>
        <w:widowControl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Перечень мероприятий подпрограммы представлен в приложении к подпр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 xml:space="preserve">грамме. </w:t>
      </w:r>
    </w:p>
    <w:p w:rsidR="003738DC" w:rsidRPr="00E47A09" w:rsidRDefault="003738DC" w:rsidP="00BF2437">
      <w:pPr>
        <w:widowControl w:val="0"/>
        <w:ind w:firstLine="709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3. Механизм реализации подпрограммы </w:t>
      </w: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3738DC" w:rsidRPr="00770CA3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 xml:space="preserve">Расходы на </w:t>
      </w:r>
      <w:hyperlink r:id="rId19" w:history="1">
        <w:r w:rsidRPr="00E47A09">
          <w:rPr>
            <w:rFonts w:cs="Arial"/>
            <w:sz w:val="24"/>
            <w:szCs w:val="24"/>
          </w:rPr>
          <w:t>мероприятие</w:t>
        </w:r>
      </w:hyperlink>
      <w:r w:rsidRPr="00E47A09">
        <w:rPr>
          <w:rFonts w:cs="Arial"/>
          <w:sz w:val="24"/>
          <w:szCs w:val="24"/>
        </w:rPr>
        <w:t xml:space="preserve"> подпрограммы выделяются из средств краевого бюджета на основании </w:t>
      </w:r>
      <w:r w:rsidRPr="00770CA3">
        <w:rPr>
          <w:rFonts w:cs="Arial"/>
          <w:sz w:val="24"/>
          <w:szCs w:val="24"/>
        </w:rPr>
        <w:t>статьи 17 Закона Красноярского края от 02.11.2000 № 12-961 «О защите прав ребенка», реализация мероприятия осуществляется путем предоставления субвенций бюджетам муниципальных образований края на осн</w:t>
      </w:r>
      <w:r w:rsidRPr="00770CA3">
        <w:rPr>
          <w:rFonts w:cs="Arial"/>
          <w:sz w:val="24"/>
          <w:szCs w:val="24"/>
        </w:rPr>
        <w:t>о</w:t>
      </w:r>
      <w:r w:rsidRPr="00770CA3">
        <w:rPr>
          <w:rFonts w:cs="Arial"/>
          <w:sz w:val="24"/>
          <w:szCs w:val="24"/>
        </w:rPr>
        <w:t>вании Закона Красноярского края от 24.12.2009 № 9-4225 «О наделении органов местного самоуправления муниципальных районов, муниципальных округов и г</w:t>
      </w:r>
      <w:r w:rsidRPr="00770CA3">
        <w:rPr>
          <w:rFonts w:cs="Arial"/>
          <w:sz w:val="24"/>
          <w:szCs w:val="24"/>
        </w:rPr>
        <w:t>о</w:t>
      </w:r>
      <w:r w:rsidRPr="00770CA3">
        <w:rPr>
          <w:rFonts w:cs="Arial"/>
          <w:sz w:val="24"/>
          <w:szCs w:val="24"/>
        </w:rPr>
        <w:t>родских округов края государственными полномочиями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родителей».</w:t>
      </w:r>
    </w:p>
    <w:p w:rsidR="003738DC" w:rsidRPr="00770CA3" w:rsidRDefault="003738DC" w:rsidP="00BF2437">
      <w:pPr>
        <w:widowControl w:val="0"/>
        <w:ind w:firstLine="709"/>
        <w:rPr>
          <w:rFonts w:ascii="Arial" w:hAnsi="Arial" w:cs="Arial"/>
          <w:sz w:val="24"/>
          <w:szCs w:val="24"/>
          <w:lang w:eastAsia="en-US"/>
        </w:rPr>
      </w:pPr>
      <w:r w:rsidRPr="00770CA3">
        <w:rPr>
          <w:rFonts w:ascii="Arial" w:hAnsi="Arial" w:cs="Arial"/>
          <w:sz w:val="24"/>
          <w:szCs w:val="24"/>
        </w:rPr>
        <w:t>Реализация подпрограммы осуществляется отделом образования, комит</w:t>
      </w:r>
      <w:r w:rsidRPr="00770CA3">
        <w:rPr>
          <w:rFonts w:ascii="Arial" w:hAnsi="Arial" w:cs="Arial"/>
          <w:sz w:val="24"/>
          <w:szCs w:val="24"/>
        </w:rPr>
        <w:t>е</w:t>
      </w:r>
      <w:r w:rsidRPr="00770CA3">
        <w:rPr>
          <w:rFonts w:ascii="Arial" w:hAnsi="Arial" w:cs="Arial"/>
          <w:sz w:val="24"/>
          <w:szCs w:val="24"/>
        </w:rPr>
        <w:t>том по управлению имуществом района.</w:t>
      </w:r>
    </w:p>
    <w:p w:rsidR="003738DC" w:rsidRPr="00E47A09" w:rsidRDefault="003738DC" w:rsidP="00BF2437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Источником финансирования подпрограммы является краевой бюджет.</w:t>
      </w:r>
    </w:p>
    <w:p w:rsidR="003738DC" w:rsidRPr="00E47A09" w:rsidRDefault="003738DC" w:rsidP="00BF2437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Приобретение жилых помещений в муниципальную собственность, перевод их в специализированный жилищный фонд и предоставление по договорам найма лицам из числа детей-сирот и детей, оставшихся без попечения родителей, за счет средств краевого бюджета.</w:t>
      </w:r>
    </w:p>
    <w:p w:rsidR="003738DC" w:rsidRPr="00E47A09" w:rsidRDefault="003738DC" w:rsidP="00BF2437">
      <w:pPr>
        <w:widowControl w:val="0"/>
        <w:ind w:firstLine="709"/>
        <w:jc w:val="center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4. Управление подпрогр</w:t>
      </w:r>
      <w:r>
        <w:rPr>
          <w:rFonts w:ascii="Arial" w:hAnsi="Arial" w:cs="Arial"/>
          <w:sz w:val="24"/>
          <w:szCs w:val="24"/>
        </w:rPr>
        <w:t>аммой и контроль над исполнением подпрограммы</w:t>
      </w: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Организация управления подпрограммой осуществляется отделом образ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вания, комитетом по управлению имуществом района.</w:t>
      </w:r>
    </w:p>
    <w:p w:rsidR="003738DC" w:rsidRPr="00E47A09" w:rsidRDefault="003738DC" w:rsidP="00BF2437">
      <w:pPr>
        <w:widowControl w:val="0"/>
        <w:autoSpaceDE w:val="0"/>
        <w:autoSpaceDN w:val="0"/>
        <w:adjustRightInd w:val="0"/>
        <w:ind w:firstLine="709"/>
        <w:outlineLvl w:val="1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Реализацию подпрограммы осуществляют отдел образования, комитет по управлению имуществом района, которые несут ответственность за реализацию подпрограммы, эффективное и целевое использование средств, направляемых на выполнение подпрограммы, достижение конечного результата.</w:t>
      </w:r>
    </w:p>
    <w:p w:rsidR="003738DC" w:rsidRPr="00E47A09" w:rsidRDefault="003738DC" w:rsidP="00BF2437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Контроль над ходом выполнения подпрограммы на предмет соблюдения сроков, целевого и эффективного использования бюджетных средств, достижения результатов подпрограммы осуществляют отдел образования, комитет по упра</w:t>
      </w:r>
      <w:r w:rsidRPr="00E47A09">
        <w:rPr>
          <w:rFonts w:ascii="Arial" w:hAnsi="Arial" w:cs="Arial"/>
          <w:sz w:val="24"/>
          <w:szCs w:val="24"/>
        </w:rPr>
        <w:t>в</w:t>
      </w:r>
      <w:r w:rsidRPr="00E47A09">
        <w:rPr>
          <w:rFonts w:ascii="Arial" w:hAnsi="Arial" w:cs="Arial"/>
          <w:sz w:val="24"/>
          <w:szCs w:val="24"/>
        </w:rPr>
        <w:t>лению имуществом района.</w:t>
      </w:r>
    </w:p>
    <w:p w:rsidR="003738DC" w:rsidRPr="00E47A09" w:rsidRDefault="003738DC" w:rsidP="00BF2437">
      <w:pPr>
        <w:widowControl w:val="0"/>
        <w:ind w:firstLine="709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Н</w:t>
      </w:r>
      <w:r w:rsidRPr="00E47A09">
        <w:rPr>
          <w:rFonts w:ascii="Arial" w:hAnsi="Arial" w:cs="Arial"/>
          <w:b w:val="0"/>
        </w:rPr>
        <w:t xml:space="preserve">ачальник отдела образования 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3738DC" w:rsidRPr="00E47A09" w:rsidSect="00BF2437"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   </w:t>
      </w:r>
      <w:r w:rsidRPr="00E47A09">
        <w:rPr>
          <w:rFonts w:ascii="Arial" w:hAnsi="Arial" w:cs="Arial"/>
          <w:b w:val="0"/>
          <w:color w:val="000000"/>
        </w:rPr>
        <w:t xml:space="preserve">                    </w:t>
      </w:r>
      <w:r>
        <w:rPr>
          <w:rFonts w:ascii="Arial" w:hAnsi="Arial" w:cs="Arial"/>
          <w:b w:val="0"/>
          <w:color w:val="000000"/>
        </w:rPr>
        <w:t>Л.А. Козлова</w:t>
      </w:r>
    </w:p>
    <w:p w:rsidR="003738DC" w:rsidRPr="00E47A09" w:rsidRDefault="003738DC" w:rsidP="00C27E49">
      <w:pPr>
        <w:pStyle w:val="ConsPlusTitle"/>
        <w:tabs>
          <w:tab w:val="left" w:pos="4422"/>
        </w:tabs>
        <w:ind w:firstLine="8931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Приложение к паспорту подпрограммы </w:t>
      </w:r>
    </w:p>
    <w:p w:rsidR="003738DC" w:rsidRPr="00E47A09" w:rsidRDefault="003738DC" w:rsidP="00C27E49">
      <w:pPr>
        <w:pStyle w:val="ConsPlusTitle"/>
        <w:tabs>
          <w:tab w:val="left" w:pos="4422"/>
        </w:tabs>
        <w:ind w:firstLine="8931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«Приобретение жилья детям-сиротам и детям, </w:t>
      </w:r>
    </w:p>
    <w:p w:rsidR="003738DC" w:rsidRPr="00E47A09" w:rsidRDefault="003738DC" w:rsidP="00C27E49">
      <w:pPr>
        <w:pStyle w:val="ConsPlusTitle"/>
        <w:tabs>
          <w:tab w:val="left" w:pos="4422"/>
        </w:tabs>
        <w:ind w:firstLine="8931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оставшимся без попечения родителей, а также </w:t>
      </w:r>
    </w:p>
    <w:p w:rsidR="003738DC" w:rsidRPr="00E47A09" w:rsidRDefault="003738DC" w:rsidP="00C27E49">
      <w:pPr>
        <w:pStyle w:val="ConsPlusTitle"/>
        <w:tabs>
          <w:tab w:val="left" w:pos="4422"/>
        </w:tabs>
        <w:ind w:firstLine="8931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лицам из их числа»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Перечень и значения показателей результативности подпрограммы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tbl>
      <w:tblPr>
        <w:tblW w:w="141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6095"/>
        <w:gridCol w:w="1494"/>
        <w:gridCol w:w="1968"/>
        <w:gridCol w:w="933"/>
        <w:gridCol w:w="992"/>
        <w:gridCol w:w="993"/>
        <w:gridCol w:w="992"/>
      </w:tblGrid>
      <w:tr w:rsidR="003738DC" w:rsidRPr="00E47A09" w:rsidTr="001B4BC9">
        <w:trPr>
          <w:trHeight w:val="510"/>
        </w:trPr>
        <w:tc>
          <w:tcPr>
            <w:tcW w:w="709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494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968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Источник и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формации</w:t>
            </w:r>
          </w:p>
        </w:tc>
        <w:tc>
          <w:tcPr>
            <w:tcW w:w="3910" w:type="dxa"/>
            <w:gridSpan w:val="4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3738DC" w:rsidRPr="00E47A09" w:rsidTr="001B4BC9">
        <w:trPr>
          <w:trHeight w:val="510"/>
        </w:trPr>
        <w:tc>
          <w:tcPr>
            <w:tcW w:w="709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8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92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3738DC" w:rsidRPr="00E47A09" w:rsidTr="00FE4729">
        <w:trPr>
          <w:trHeight w:val="276"/>
        </w:trPr>
        <w:tc>
          <w:tcPr>
            <w:tcW w:w="709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8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B4BC9">
        <w:trPr>
          <w:trHeight w:val="309"/>
        </w:trPr>
        <w:tc>
          <w:tcPr>
            <w:tcW w:w="14176" w:type="dxa"/>
            <w:gridSpan w:val="8"/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Цель</w:t>
            </w:r>
            <w:r>
              <w:rPr>
                <w:rFonts w:ascii="Arial" w:hAnsi="Arial" w:cs="Arial"/>
                <w:sz w:val="24"/>
                <w:szCs w:val="24"/>
              </w:rPr>
              <w:t xml:space="preserve"> подпрограммы</w:t>
            </w:r>
            <w:r w:rsidRPr="00BF12C4">
              <w:rPr>
                <w:rFonts w:ascii="Arial" w:hAnsi="Arial" w:cs="Arial"/>
                <w:sz w:val="24"/>
                <w:szCs w:val="24"/>
              </w:rPr>
              <w:t>: оказание поддержки детям-сиротам и детям, оставшимся без попечения родителей, а также лицам из их числа</w:t>
            </w:r>
          </w:p>
        </w:tc>
      </w:tr>
      <w:tr w:rsidR="003738DC" w:rsidRPr="00E47A09" w:rsidTr="00236BB5">
        <w:trPr>
          <w:trHeight w:val="379"/>
        </w:trPr>
        <w:tc>
          <w:tcPr>
            <w:tcW w:w="14176" w:type="dxa"/>
            <w:gridSpan w:val="8"/>
            <w:noWrap/>
          </w:tcPr>
          <w:p w:rsidR="003738DC" w:rsidRPr="00A059BB" w:rsidRDefault="003738DC" w:rsidP="0088204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A059BB">
              <w:rPr>
                <w:rFonts w:ascii="Arial" w:hAnsi="Arial" w:cs="Arial"/>
                <w:sz w:val="24"/>
                <w:szCs w:val="24"/>
              </w:rPr>
              <w:t>Задача подпрограммы: обеспечить приобретение жилых помещений для их предоставления по договору найма детям-сиротам и детям, оставшимся без попечения родителей, а также лицам из их числа</w:t>
            </w:r>
          </w:p>
        </w:tc>
      </w:tr>
      <w:tr w:rsidR="003738DC" w:rsidRPr="00E47A09" w:rsidTr="004503F1">
        <w:trPr>
          <w:trHeight w:val="1565"/>
        </w:trPr>
        <w:tc>
          <w:tcPr>
            <w:tcW w:w="70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а также лицам из их числа по догов</w:t>
            </w:r>
            <w:r w:rsidRPr="00BF12C4">
              <w:rPr>
                <w:rFonts w:ascii="Arial" w:hAnsi="Arial" w:cs="Arial"/>
                <w:sz w:val="24"/>
                <w:szCs w:val="24"/>
              </w:rPr>
              <w:t>о</w:t>
            </w:r>
            <w:r w:rsidRPr="00BF12C4">
              <w:rPr>
                <w:rFonts w:ascii="Arial" w:hAnsi="Arial" w:cs="Arial"/>
                <w:sz w:val="24"/>
                <w:szCs w:val="24"/>
              </w:rPr>
              <w:t>рам найма специализированных жилых помещений за счет средств краевого бюджета</w:t>
            </w:r>
          </w:p>
        </w:tc>
        <w:tc>
          <w:tcPr>
            <w:tcW w:w="1494" w:type="dxa"/>
          </w:tcPr>
          <w:p w:rsidR="003738DC" w:rsidRPr="0042602E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968" w:type="dxa"/>
          </w:tcPr>
          <w:p w:rsidR="003738DC" w:rsidRPr="0042602E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2602E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3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Н</w:t>
      </w:r>
      <w:r w:rsidRPr="00E47A09">
        <w:rPr>
          <w:rFonts w:ascii="Arial" w:hAnsi="Arial" w:cs="Arial"/>
          <w:b w:val="0"/>
        </w:rPr>
        <w:t xml:space="preserve">ачальник отдела образования 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</w:t>
      </w:r>
      <w:r w:rsidRPr="00E47A09">
        <w:rPr>
          <w:rFonts w:ascii="Arial" w:hAnsi="Arial" w:cs="Arial"/>
          <w:b w:val="0"/>
          <w:color w:val="000000"/>
        </w:rPr>
        <w:t xml:space="preserve">                </w:t>
      </w:r>
      <w:r>
        <w:rPr>
          <w:rFonts w:ascii="Arial" w:hAnsi="Arial" w:cs="Arial"/>
          <w:b w:val="0"/>
          <w:color w:val="000000"/>
        </w:rPr>
        <w:t xml:space="preserve">   </w:t>
      </w:r>
      <w:r w:rsidRPr="00E47A09">
        <w:rPr>
          <w:rFonts w:ascii="Arial" w:hAnsi="Arial" w:cs="Arial"/>
          <w:b w:val="0"/>
          <w:color w:val="000000"/>
        </w:rPr>
        <w:t xml:space="preserve">          </w:t>
      </w:r>
      <w:r>
        <w:rPr>
          <w:rFonts w:ascii="Arial" w:hAnsi="Arial" w:cs="Arial"/>
          <w:b w:val="0"/>
          <w:color w:val="000000"/>
        </w:rPr>
        <w:t>Л.А. Козлова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  <w:color w:val="000000"/>
        </w:rPr>
      </w:pPr>
    </w:p>
    <w:p w:rsidR="003738DC" w:rsidRDefault="003738DC" w:rsidP="00F44D5A">
      <w:pPr>
        <w:pStyle w:val="ConsPlusTitle"/>
        <w:tabs>
          <w:tab w:val="left" w:pos="4422"/>
        </w:tabs>
        <w:ind w:firstLine="8931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 xml:space="preserve">Приложение к подпрограмме «Приобретение </w:t>
      </w:r>
    </w:p>
    <w:p w:rsidR="003738DC" w:rsidRDefault="003738DC" w:rsidP="00F44D5A">
      <w:pPr>
        <w:pStyle w:val="ConsPlusTitle"/>
        <w:tabs>
          <w:tab w:val="left" w:pos="4422"/>
        </w:tabs>
        <w:ind w:firstLine="8931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 xml:space="preserve">жилья детям-сиротам и детям, оставшимся </w:t>
      </w:r>
    </w:p>
    <w:p w:rsidR="003738DC" w:rsidRDefault="003738DC" w:rsidP="00F44D5A">
      <w:pPr>
        <w:pStyle w:val="ConsPlusTitle"/>
        <w:tabs>
          <w:tab w:val="left" w:pos="4422"/>
        </w:tabs>
        <w:ind w:firstLine="8931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 xml:space="preserve">без попечения родителей, а также лицам </w:t>
      </w:r>
    </w:p>
    <w:p w:rsidR="003738DC" w:rsidRPr="00E47A09" w:rsidRDefault="003738DC" w:rsidP="00F44D5A">
      <w:pPr>
        <w:pStyle w:val="ConsPlusTitle"/>
        <w:tabs>
          <w:tab w:val="left" w:pos="4422"/>
        </w:tabs>
        <w:ind w:firstLine="8931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>из их числа»</w:t>
      </w:r>
    </w:p>
    <w:p w:rsidR="003738DC" w:rsidRPr="00E47A09" w:rsidRDefault="003738DC" w:rsidP="00BF2437">
      <w:pPr>
        <w:pStyle w:val="ConsPlusTitle"/>
        <w:tabs>
          <w:tab w:val="left" w:pos="4422"/>
        </w:tabs>
        <w:ind w:firstLine="8080"/>
        <w:rPr>
          <w:rFonts w:ascii="Arial" w:hAnsi="Arial" w:cs="Arial"/>
          <w:b w:val="0"/>
          <w:color w:val="000000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Перечень мероприятий подпрограммы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tbl>
      <w:tblPr>
        <w:tblW w:w="142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694"/>
        <w:gridCol w:w="1276"/>
        <w:gridCol w:w="850"/>
        <w:gridCol w:w="825"/>
        <w:gridCol w:w="1727"/>
        <w:gridCol w:w="1018"/>
        <w:gridCol w:w="825"/>
        <w:gridCol w:w="976"/>
        <w:gridCol w:w="993"/>
        <w:gridCol w:w="1134"/>
        <w:gridCol w:w="1359"/>
      </w:tblGrid>
      <w:tr w:rsidR="003738DC" w:rsidRPr="00E47A09" w:rsidTr="00EF3B01">
        <w:trPr>
          <w:trHeight w:val="645"/>
        </w:trPr>
        <w:tc>
          <w:tcPr>
            <w:tcW w:w="56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694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Цели, задачи, мер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приятия подпрогра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127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4420" w:type="dxa"/>
            <w:gridSpan w:val="4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928" w:type="dxa"/>
            <w:gridSpan w:val="4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по годам реализации программы (тыс. руб.)</w:t>
            </w:r>
          </w:p>
        </w:tc>
        <w:tc>
          <w:tcPr>
            <w:tcW w:w="1359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Ожида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мый н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посре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ственный результат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(краткое описание) от реал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зации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мер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приятия (в том числе 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 нат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ральном выраж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нии)</w:t>
            </w:r>
          </w:p>
        </w:tc>
      </w:tr>
      <w:tr w:rsidR="003738DC" w:rsidRPr="00E47A09" w:rsidTr="00EF3B01">
        <w:trPr>
          <w:trHeight w:val="960"/>
        </w:trPr>
        <w:tc>
          <w:tcPr>
            <w:tcW w:w="56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25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1727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1018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825" w:type="dxa"/>
          </w:tcPr>
          <w:p w:rsidR="003738DC" w:rsidRPr="00E47A09" w:rsidRDefault="003738DC" w:rsidP="00F44D5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76" w:type="dxa"/>
          </w:tcPr>
          <w:p w:rsidR="003738DC" w:rsidRPr="00E47A09" w:rsidRDefault="003738DC" w:rsidP="00F44D5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3738DC" w:rsidRPr="00E47A09" w:rsidRDefault="003738DC" w:rsidP="00F44D5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93" w:type="dxa"/>
          </w:tcPr>
          <w:p w:rsidR="003738DC" w:rsidRPr="00E47A09" w:rsidRDefault="003738DC" w:rsidP="00F44D5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  <w:p w:rsidR="003738DC" w:rsidRPr="00E47A09" w:rsidRDefault="003738DC" w:rsidP="00F44D5A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итого 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>а п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риод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годов</w:t>
            </w:r>
          </w:p>
        </w:tc>
        <w:tc>
          <w:tcPr>
            <w:tcW w:w="1359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EF3B01">
        <w:trPr>
          <w:trHeight w:val="265"/>
        </w:trPr>
        <w:tc>
          <w:tcPr>
            <w:tcW w:w="14244" w:type="dxa"/>
            <w:gridSpan w:val="12"/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Цель</w:t>
            </w:r>
            <w:r>
              <w:rPr>
                <w:rFonts w:ascii="Arial" w:hAnsi="Arial" w:cs="Arial"/>
                <w:sz w:val="24"/>
                <w:szCs w:val="24"/>
              </w:rPr>
              <w:t xml:space="preserve"> подпрограммы</w:t>
            </w:r>
            <w:r w:rsidRPr="00BF12C4">
              <w:rPr>
                <w:rFonts w:ascii="Arial" w:hAnsi="Arial" w:cs="Arial"/>
                <w:sz w:val="24"/>
                <w:szCs w:val="24"/>
              </w:rPr>
              <w:t>: оказание поддержки детям-сиротам и детям, оставшимся без попечения родителей, а также лицам из их числа</w:t>
            </w:r>
          </w:p>
        </w:tc>
      </w:tr>
      <w:tr w:rsidR="003738DC" w:rsidRPr="00E47A09" w:rsidTr="00EF3B01">
        <w:trPr>
          <w:trHeight w:val="539"/>
        </w:trPr>
        <w:tc>
          <w:tcPr>
            <w:tcW w:w="14244" w:type="dxa"/>
            <w:gridSpan w:val="12"/>
          </w:tcPr>
          <w:p w:rsidR="003738DC" w:rsidRPr="00BF12C4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Задача: обеспечить приобретение жилых помещений для их предоставления по договору найма детям-сиротам и детям, оставшимся без попечения родителей, а также лицам из их числа</w:t>
            </w:r>
          </w:p>
        </w:tc>
      </w:tr>
      <w:tr w:rsidR="003738DC" w:rsidRPr="00E47A09" w:rsidTr="00EF3B01">
        <w:trPr>
          <w:trHeight w:val="1035"/>
        </w:trPr>
        <w:tc>
          <w:tcPr>
            <w:tcW w:w="56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4" w:type="dxa"/>
            <w:vMerge w:val="restart"/>
          </w:tcPr>
          <w:p w:rsidR="003738DC" w:rsidRPr="003A2666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3A2666">
              <w:rPr>
                <w:rFonts w:ascii="Arial" w:hAnsi="Arial" w:cs="Arial"/>
                <w:sz w:val="24"/>
                <w:szCs w:val="24"/>
              </w:rPr>
              <w:t>Расходы на обесп</w:t>
            </w:r>
            <w:r w:rsidRPr="003A2666">
              <w:rPr>
                <w:rFonts w:ascii="Arial" w:hAnsi="Arial" w:cs="Arial"/>
                <w:sz w:val="24"/>
                <w:szCs w:val="24"/>
              </w:rPr>
              <w:t>е</w:t>
            </w:r>
            <w:r w:rsidRPr="003A2666">
              <w:rPr>
                <w:rFonts w:ascii="Arial" w:hAnsi="Arial" w:cs="Arial"/>
                <w:sz w:val="24"/>
                <w:szCs w:val="24"/>
              </w:rPr>
              <w:t>чение жилыми пом</w:t>
            </w:r>
            <w:r w:rsidRPr="003A2666">
              <w:rPr>
                <w:rFonts w:ascii="Arial" w:hAnsi="Arial" w:cs="Arial"/>
                <w:sz w:val="24"/>
                <w:szCs w:val="24"/>
              </w:rPr>
              <w:t>е</w:t>
            </w:r>
            <w:r w:rsidRPr="003A2666">
              <w:rPr>
                <w:rFonts w:ascii="Arial" w:hAnsi="Arial" w:cs="Arial"/>
                <w:sz w:val="24"/>
                <w:szCs w:val="24"/>
              </w:rPr>
              <w:t>щениями детей-сирот и детей, оставшихся без попечения род</w:t>
            </w:r>
            <w:r w:rsidRPr="003A2666">
              <w:rPr>
                <w:rFonts w:ascii="Arial" w:hAnsi="Arial" w:cs="Arial"/>
                <w:sz w:val="24"/>
                <w:szCs w:val="24"/>
              </w:rPr>
              <w:t>и</w:t>
            </w:r>
            <w:r w:rsidRPr="003A2666">
              <w:rPr>
                <w:rFonts w:ascii="Arial" w:hAnsi="Arial" w:cs="Arial"/>
                <w:sz w:val="24"/>
                <w:szCs w:val="24"/>
              </w:rPr>
              <w:t>телей,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2666">
              <w:rPr>
                <w:rFonts w:ascii="Arial" w:hAnsi="Arial" w:cs="Arial"/>
                <w:sz w:val="24"/>
                <w:szCs w:val="24"/>
              </w:rPr>
              <w:t>лиц из числа детей-сирот и детей, оставшихся без п</w:t>
            </w:r>
            <w:r w:rsidRPr="003A2666">
              <w:rPr>
                <w:rFonts w:ascii="Arial" w:hAnsi="Arial" w:cs="Arial"/>
                <w:sz w:val="24"/>
                <w:szCs w:val="24"/>
              </w:rPr>
              <w:t>о</w:t>
            </w:r>
            <w:r w:rsidRPr="003A2666">
              <w:rPr>
                <w:rFonts w:ascii="Arial" w:hAnsi="Arial" w:cs="Arial"/>
                <w:sz w:val="24"/>
                <w:szCs w:val="24"/>
              </w:rPr>
              <w:t>печения родителей, лиц, которые относ</w:t>
            </w:r>
            <w:r w:rsidRPr="003A2666">
              <w:rPr>
                <w:rFonts w:ascii="Arial" w:hAnsi="Arial" w:cs="Arial"/>
                <w:sz w:val="24"/>
                <w:szCs w:val="24"/>
              </w:rPr>
              <w:t>и</w:t>
            </w:r>
            <w:r w:rsidRPr="003A2666">
              <w:rPr>
                <w:rFonts w:ascii="Arial" w:hAnsi="Arial" w:cs="Arial"/>
                <w:sz w:val="24"/>
                <w:szCs w:val="24"/>
              </w:rPr>
              <w:t>лись к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2666">
              <w:rPr>
                <w:rFonts w:ascii="Arial" w:hAnsi="Arial" w:cs="Arial"/>
                <w:sz w:val="24"/>
                <w:szCs w:val="24"/>
              </w:rPr>
              <w:t xml:space="preserve"> категории д</w:t>
            </w:r>
            <w:r w:rsidRPr="003A2666">
              <w:rPr>
                <w:rFonts w:ascii="Arial" w:hAnsi="Arial" w:cs="Arial"/>
                <w:sz w:val="24"/>
                <w:szCs w:val="24"/>
              </w:rPr>
              <w:t>е</w:t>
            </w:r>
            <w:r w:rsidRPr="003A2666">
              <w:rPr>
                <w:rFonts w:ascii="Arial" w:hAnsi="Arial" w:cs="Arial"/>
                <w:sz w:val="24"/>
                <w:szCs w:val="24"/>
              </w:rPr>
              <w:t>тей-сирот и детей, оставшихся без п</w:t>
            </w:r>
            <w:r w:rsidRPr="003A2666">
              <w:rPr>
                <w:rFonts w:ascii="Arial" w:hAnsi="Arial" w:cs="Arial"/>
                <w:sz w:val="24"/>
                <w:szCs w:val="24"/>
              </w:rPr>
              <w:t>о</w:t>
            </w:r>
            <w:r w:rsidRPr="003A2666">
              <w:rPr>
                <w:rFonts w:ascii="Arial" w:hAnsi="Arial" w:cs="Arial"/>
                <w:sz w:val="24"/>
                <w:szCs w:val="24"/>
              </w:rPr>
              <w:t>печения родителей, лиц из числа детей-сирот и детей, о</w:t>
            </w:r>
            <w:r w:rsidRPr="003A2666">
              <w:rPr>
                <w:rFonts w:ascii="Arial" w:hAnsi="Arial" w:cs="Arial"/>
                <w:sz w:val="24"/>
                <w:szCs w:val="24"/>
              </w:rPr>
              <w:t>с</w:t>
            </w:r>
            <w:r w:rsidRPr="003A2666">
              <w:rPr>
                <w:rFonts w:ascii="Arial" w:hAnsi="Arial" w:cs="Arial"/>
                <w:sz w:val="24"/>
                <w:szCs w:val="24"/>
              </w:rPr>
              <w:t>тавшихся без поп</w:t>
            </w:r>
            <w:r w:rsidRPr="003A2666">
              <w:rPr>
                <w:rFonts w:ascii="Arial" w:hAnsi="Arial" w:cs="Arial"/>
                <w:sz w:val="24"/>
                <w:szCs w:val="24"/>
              </w:rPr>
              <w:t>е</w:t>
            </w:r>
            <w:r w:rsidRPr="003A2666">
              <w:rPr>
                <w:rFonts w:ascii="Arial" w:hAnsi="Arial" w:cs="Arial"/>
                <w:sz w:val="24"/>
                <w:szCs w:val="24"/>
              </w:rPr>
              <w:t>чения родителей, и достигли возраста 23 лет (в соответствии с Законом края от 24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3A2666">
              <w:rPr>
                <w:rFonts w:ascii="Arial" w:hAnsi="Arial" w:cs="Arial"/>
                <w:sz w:val="24"/>
                <w:szCs w:val="24"/>
              </w:rPr>
              <w:t xml:space="preserve"> декабря 2009 года № 9-4225)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Комитет по управл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нию имущ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ством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825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1004</w:t>
            </w:r>
          </w:p>
        </w:tc>
        <w:tc>
          <w:tcPr>
            <w:tcW w:w="172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0120075870</w:t>
            </w:r>
          </w:p>
        </w:tc>
        <w:tc>
          <w:tcPr>
            <w:tcW w:w="1018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410</w:t>
            </w:r>
          </w:p>
        </w:tc>
        <w:tc>
          <w:tcPr>
            <w:tcW w:w="825" w:type="dxa"/>
            <w:vMerge w:val="restart"/>
            <w:noWrap/>
          </w:tcPr>
          <w:p w:rsidR="003738DC" w:rsidRPr="00E47A09" w:rsidRDefault="003738DC" w:rsidP="00883193">
            <w:pPr>
              <w:widowControl w:val="0"/>
              <w:ind w:left="-134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976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993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4226,7</w:t>
            </w:r>
          </w:p>
        </w:tc>
        <w:tc>
          <w:tcPr>
            <w:tcW w:w="1134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13102,9</w:t>
            </w:r>
          </w:p>
        </w:tc>
        <w:tc>
          <w:tcPr>
            <w:tcW w:w="1359" w:type="dxa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Приобр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тены ж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лые 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мещения для 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тей-сирот 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 детей, оста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шихся без поп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чения 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дителей, </w:t>
            </w:r>
          </w:p>
          <w:p w:rsidR="003738DC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а также лиц из их числа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FD2BEC">
        <w:trPr>
          <w:trHeight w:val="276"/>
        </w:trPr>
        <w:tc>
          <w:tcPr>
            <w:tcW w:w="56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8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9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FD2BEC">
        <w:trPr>
          <w:trHeight w:val="273"/>
        </w:trPr>
        <w:tc>
          <w:tcPr>
            <w:tcW w:w="567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noWrap/>
          </w:tcPr>
          <w:p w:rsidR="003738DC" w:rsidRPr="00E47A09" w:rsidRDefault="003738DC" w:rsidP="0088319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Всего по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грамме:</w:t>
            </w:r>
          </w:p>
        </w:tc>
        <w:tc>
          <w:tcPr>
            <w:tcW w:w="1276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7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8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noWrap/>
          </w:tcPr>
          <w:p w:rsidR="003738DC" w:rsidRPr="00E47A09" w:rsidRDefault="003738DC" w:rsidP="00883193">
            <w:pPr>
              <w:widowControl w:val="0"/>
              <w:ind w:left="-134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976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99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4226,7</w:t>
            </w:r>
          </w:p>
        </w:tc>
        <w:tc>
          <w:tcPr>
            <w:tcW w:w="1134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13102,9</w:t>
            </w:r>
          </w:p>
        </w:tc>
        <w:tc>
          <w:tcPr>
            <w:tcW w:w="135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Н</w:t>
      </w:r>
      <w:r w:rsidRPr="00E47A09">
        <w:rPr>
          <w:rFonts w:ascii="Arial" w:hAnsi="Arial" w:cs="Arial"/>
          <w:b w:val="0"/>
        </w:rPr>
        <w:t xml:space="preserve">ачальник отдела образования 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 </w:t>
      </w:r>
      <w:r w:rsidRPr="00E47A09">
        <w:rPr>
          <w:rFonts w:ascii="Arial" w:hAnsi="Arial" w:cs="Arial"/>
          <w:b w:val="0"/>
          <w:color w:val="000000"/>
        </w:rPr>
        <w:t xml:space="preserve">         </w:t>
      </w:r>
      <w:r>
        <w:rPr>
          <w:rFonts w:ascii="Arial" w:hAnsi="Arial" w:cs="Arial"/>
          <w:b w:val="0"/>
          <w:color w:val="000000"/>
        </w:rPr>
        <w:t xml:space="preserve">  </w:t>
      </w:r>
      <w:r w:rsidRPr="00E47A09">
        <w:rPr>
          <w:rFonts w:ascii="Arial" w:hAnsi="Arial" w:cs="Arial"/>
          <w:b w:val="0"/>
          <w:color w:val="000000"/>
        </w:rPr>
        <w:t xml:space="preserve">                </w:t>
      </w:r>
      <w:r>
        <w:rPr>
          <w:rFonts w:ascii="Arial" w:hAnsi="Arial" w:cs="Arial"/>
          <w:b w:val="0"/>
          <w:color w:val="000000"/>
        </w:rPr>
        <w:t>Л.А. Козлова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3738DC" w:rsidRPr="00E47A09" w:rsidSect="00BF2437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81"/>
        </w:sectPr>
      </w:pPr>
    </w:p>
    <w:p w:rsidR="003738DC" w:rsidRPr="00E47A09" w:rsidRDefault="003738DC" w:rsidP="00BF2437">
      <w:pPr>
        <w:widowControl w:val="0"/>
        <w:ind w:firstLine="378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Приложение № 3 к муниципальной программе </w:t>
      </w:r>
    </w:p>
    <w:p w:rsidR="003738DC" w:rsidRPr="00E47A09" w:rsidRDefault="003738DC" w:rsidP="00BF2437">
      <w:pPr>
        <w:widowControl w:val="0"/>
        <w:ind w:firstLine="378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Партизанского района «Развитие образования»</w:t>
      </w:r>
    </w:p>
    <w:p w:rsidR="003738DC" w:rsidRPr="00E47A09" w:rsidRDefault="003738DC" w:rsidP="00BF2437">
      <w:pPr>
        <w:widowControl w:val="0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>Подпрограмма «Обеспечение реализации муниципальной программы и прочие мероприятия»</w:t>
      </w: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 xml:space="preserve">1. Паспорт подпрограммы «Обеспечение реализации муниципальной программы </w:t>
      </w:r>
    </w:p>
    <w:p w:rsidR="003738DC" w:rsidRPr="00E47A09" w:rsidRDefault="003738DC" w:rsidP="00BF2437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>и прочие мероприятия»</w:t>
      </w:r>
    </w:p>
    <w:p w:rsidR="003738DC" w:rsidRPr="00E47A09" w:rsidRDefault="003738DC" w:rsidP="00BF2437">
      <w:pPr>
        <w:widowControl w:val="0"/>
        <w:rPr>
          <w:rFonts w:ascii="Arial" w:hAnsi="Arial" w:cs="Arial"/>
          <w:kern w:val="32"/>
          <w:sz w:val="24"/>
          <w:szCs w:val="24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60"/>
        <w:gridCol w:w="5909"/>
      </w:tblGrid>
      <w:tr w:rsidR="003738DC" w:rsidRPr="00E47A09" w:rsidTr="00BE28C1">
        <w:trPr>
          <w:trHeight w:val="720"/>
        </w:trPr>
        <w:tc>
          <w:tcPr>
            <w:tcW w:w="188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подпрогра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312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«Обеспечение реализации муниципальной пр</w:t>
            </w: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граммы и прочие мероприятия» (далее – подпр</w:t>
            </w: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грамма)</w:t>
            </w:r>
          </w:p>
        </w:tc>
      </w:tr>
      <w:tr w:rsidR="003738DC" w:rsidRPr="00E47A09" w:rsidTr="00BE28C1">
        <w:trPr>
          <w:trHeight w:val="720"/>
        </w:trPr>
        <w:tc>
          <w:tcPr>
            <w:tcW w:w="188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программы, в рамках 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торой реализуется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</w:t>
            </w:r>
          </w:p>
        </w:tc>
        <w:tc>
          <w:tcPr>
            <w:tcW w:w="312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«Развитие образования»</w:t>
            </w:r>
          </w:p>
        </w:tc>
      </w:tr>
      <w:tr w:rsidR="003738DC" w:rsidRPr="00E47A09" w:rsidTr="00BE28C1">
        <w:trPr>
          <w:trHeight w:val="633"/>
        </w:trPr>
        <w:tc>
          <w:tcPr>
            <w:tcW w:w="1880" w:type="pct"/>
          </w:tcPr>
          <w:p w:rsidR="003738DC" w:rsidRPr="00A059BB" w:rsidRDefault="003738DC" w:rsidP="00BF2437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A059BB">
              <w:rPr>
                <w:rFonts w:cs="Arial"/>
                <w:sz w:val="24"/>
                <w:szCs w:val="24"/>
              </w:rPr>
              <w:t>Главный распорядитель бюджетных средств, ответс</w:t>
            </w:r>
            <w:r w:rsidRPr="00A059BB">
              <w:rPr>
                <w:rFonts w:cs="Arial"/>
                <w:sz w:val="24"/>
                <w:szCs w:val="24"/>
              </w:rPr>
              <w:t>т</w:t>
            </w:r>
            <w:r w:rsidRPr="00A059BB">
              <w:rPr>
                <w:rFonts w:cs="Arial"/>
                <w:sz w:val="24"/>
                <w:szCs w:val="24"/>
              </w:rPr>
              <w:t>венный за реализацию мер</w:t>
            </w:r>
            <w:r w:rsidRPr="00A059BB">
              <w:rPr>
                <w:rFonts w:cs="Arial"/>
                <w:sz w:val="24"/>
                <w:szCs w:val="24"/>
              </w:rPr>
              <w:t>о</w:t>
            </w:r>
            <w:r w:rsidRPr="00A059BB">
              <w:rPr>
                <w:rFonts w:cs="Arial"/>
                <w:sz w:val="24"/>
                <w:szCs w:val="24"/>
              </w:rPr>
              <w:t>приятий подпрограммы</w:t>
            </w:r>
          </w:p>
        </w:tc>
        <w:tc>
          <w:tcPr>
            <w:tcW w:w="3120" w:type="pct"/>
          </w:tcPr>
          <w:p w:rsidR="003738DC" w:rsidRPr="00A059BB" w:rsidRDefault="003738DC" w:rsidP="00BF2437">
            <w:pPr>
              <w:pStyle w:val="Heading1"/>
              <w:keepNext w:val="0"/>
              <w:widowControl w:val="0"/>
              <w:jc w:val="both"/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</w:pPr>
            <w:r w:rsidRPr="00A059BB"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  <w:t>Отдел образования администрации Партизанск</w:t>
            </w:r>
            <w:r w:rsidRPr="00A059BB"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  <w:t>о</w:t>
            </w:r>
            <w:r w:rsidRPr="00A059BB"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  <w:t>го района (далее – отдел образования)</w:t>
            </w:r>
          </w:p>
        </w:tc>
      </w:tr>
      <w:tr w:rsidR="003738DC" w:rsidRPr="00E47A09" w:rsidTr="00BE28C1">
        <w:trPr>
          <w:trHeight w:val="720"/>
        </w:trPr>
        <w:tc>
          <w:tcPr>
            <w:tcW w:w="188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Цель </w:t>
            </w:r>
            <w:r w:rsidRPr="00E47A09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оздание условий для эффективного управления отраслью</w:t>
            </w:r>
          </w:p>
        </w:tc>
      </w:tr>
      <w:tr w:rsidR="003738DC" w:rsidRPr="00E47A09" w:rsidTr="00BE28C1">
        <w:trPr>
          <w:trHeight w:val="720"/>
        </w:trPr>
        <w:tc>
          <w:tcPr>
            <w:tcW w:w="188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Задача подпрограммы</w:t>
            </w:r>
          </w:p>
        </w:tc>
        <w:tc>
          <w:tcPr>
            <w:tcW w:w="312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рганизация деятельности аппарата отдела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разования и учреждений, обеспечивающих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тельность образовательных учреждений, напра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ленной на эффективное управление отраслью</w:t>
            </w:r>
          </w:p>
        </w:tc>
      </w:tr>
      <w:tr w:rsidR="003738DC" w:rsidRPr="00E47A09" w:rsidTr="00BE28C1">
        <w:trPr>
          <w:trHeight w:val="720"/>
        </w:trPr>
        <w:tc>
          <w:tcPr>
            <w:tcW w:w="1880" w:type="pct"/>
          </w:tcPr>
          <w:p w:rsidR="003738DC" w:rsidRPr="00E47A09" w:rsidRDefault="003738DC" w:rsidP="00D912A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  <w:r>
              <w:rPr>
                <w:rFonts w:ascii="Arial" w:hAnsi="Arial" w:cs="Arial"/>
                <w:sz w:val="24"/>
                <w:szCs w:val="24"/>
              </w:rPr>
              <w:t>, с указанием динамики измен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ния показателей результ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тивности, отражающих соц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ально-экономическую э</w:t>
            </w:r>
            <w:r>
              <w:rPr>
                <w:rFonts w:ascii="Arial" w:hAnsi="Arial" w:cs="Arial"/>
                <w:sz w:val="24"/>
                <w:szCs w:val="24"/>
              </w:rPr>
              <w:t>ф</w:t>
            </w:r>
            <w:r>
              <w:rPr>
                <w:rFonts w:ascii="Arial" w:hAnsi="Arial" w:cs="Arial"/>
                <w:sz w:val="24"/>
                <w:szCs w:val="24"/>
              </w:rPr>
              <w:t>фективность реализации подпрограммы</w:t>
            </w:r>
          </w:p>
        </w:tc>
        <w:tc>
          <w:tcPr>
            <w:tcW w:w="3120" w:type="pct"/>
          </w:tcPr>
          <w:p w:rsidR="003738DC" w:rsidRPr="00E47A09" w:rsidRDefault="003738DC" w:rsidP="00D912A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Перечень и значения показателей результативн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сти подпрограммы приведены в приложении к паспорту подпрограммы</w:t>
            </w:r>
          </w:p>
        </w:tc>
      </w:tr>
      <w:tr w:rsidR="003738DC" w:rsidRPr="00E47A09" w:rsidTr="00BE28C1">
        <w:trPr>
          <w:trHeight w:val="720"/>
        </w:trPr>
        <w:tc>
          <w:tcPr>
            <w:tcW w:w="188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Сроки реализации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312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2014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7A09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годы</w:t>
            </w:r>
          </w:p>
        </w:tc>
      </w:tr>
      <w:tr w:rsidR="003738DC" w:rsidRPr="00E47A09" w:rsidTr="00BE28C1">
        <w:trPr>
          <w:trHeight w:val="273"/>
        </w:trPr>
        <w:tc>
          <w:tcPr>
            <w:tcW w:w="188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iCs/>
                <w:sz w:val="24"/>
                <w:szCs w:val="24"/>
              </w:rPr>
              <w:t>Информация по ресурсному обеспечению подпрограммы</w:t>
            </w:r>
            <w:r>
              <w:rPr>
                <w:rFonts w:ascii="Arial" w:hAnsi="Arial" w:cs="Arial"/>
                <w:iCs/>
                <w:sz w:val="24"/>
                <w:szCs w:val="24"/>
              </w:rPr>
              <w:t>, в том числе в разбивке по всем источникам финанс</w:t>
            </w:r>
            <w:r>
              <w:rPr>
                <w:rFonts w:ascii="Arial" w:hAnsi="Arial" w:cs="Arial"/>
                <w:iCs/>
                <w:sz w:val="24"/>
                <w:szCs w:val="24"/>
              </w:rPr>
              <w:t>и</w:t>
            </w:r>
            <w:r>
              <w:rPr>
                <w:rFonts w:ascii="Arial" w:hAnsi="Arial" w:cs="Arial"/>
                <w:iCs/>
                <w:sz w:val="24"/>
                <w:szCs w:val="24"/>
              </w:rPr>
              <w:t>рования на очередной ф</w:t>
            </w:r>
            <w:r>
              <w:rPr>
                <w:rFonts w:ascii="Arial" w:hAnsi="Arial" w:cs="Arial"/>
                <w:iCs/>
                <w:sz w:val="24"/>
                <w:szCs w:val="24"/>
              </w:rPr>
              <w:t>и</w:t>
            </w:r>
            <w:r>
              <w:rPr>
                <w:rFonts w:ascii="Arial" w:hAnsi="Arial" w:cs="Arial"/>
                <w:iCs/>
                <w:sz w:val="24"/>
                <w:szCs w:val="24"/>
              </w:rPr>
              <w:t>нансовый год и плановый период</w:t>
            </w:r>
          </w:p>
        </w:tc>
        <w:tc>
          <w:tcPr>
            <w:tcW w:w="3120" w:type="pct"/>
          </w:tcPr>
          <w:p w:rsidR="003738DC" w:rsidRDefault="003738DC" w:rsidP="00A059B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Объем бюджетных ассигнований на реализацию подпрограммы </w:t>
            </w:r>
            <w:r w:rsidRPr="00A059BB">
              <w:rPr>
                <w:rFonts w:ascii="Arial" w:hAnsi="Arial" w:cs="Arial"/>
                <w:sz w:val="24"/>
                <w:szCs w:val="24"/>
              </w:rPr>
              <w:t xml:space="preserve">составляет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79419,3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A059BB">
              <w:rPr>
                <w:rFonts w:ascii="Arial" w:hAnsi="Arial" w:cs="Arial"/>
                <w:sz w:val="24"/>
                <w:szCs w:val="24"/>
              </w:rPr>
              <w:t>тыс. рублей, в том числе по бюджетам:</w:t>
            </w:r>
          </w:p>
          <w:p w:rsidR="003738DC" w:rsidRPr="00A059BB" w:rsidRDefault="003738DC" w:rsidP="00A059B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краевой бюджет –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11159,1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рублей;</w:t>
            </w:r>
          </w:p>
          <w:p w:rsidR="003738DC" w:rsidRPr="00A059BB" w:rsidRDefault="003738DC" w:rsidP="00A059B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A059BB">
              <w:rPr>
                <w:rFonts w:ascii="Arial" w:hAnsi="Arial" w:cs="Arial"/>
                <w:sz w:val="24"/>
                <w:szCs w:val="24"/>
              </w:rPr>
              <w:t>районный бюджет 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68260,2 </w:t>
            </w:r>
            <w:r w:rsidRPr="00A059BB">
              <w:rPr>
                <w:rFonts w:ascii="Arial" w:hAnsi="Arial" w:cs="Arial"/>
                <w:sz w:val="24"/>
                <w:szCs w:val="24"/>
              </w:rPr>
              <w:t>тыс. рублей.</w:t>
            </w:r>
          </w:p>
          <w:p w:rsidR="003738DC" w:rsidRPr="00A059BB" w:rsidRDefault="003738DC" w:rsidP="00A059B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A059BB">
              <w:rPr>
                <w:rFonts w:ascii="Arial" w:hAnsi="Arial" w:cs="Arial"/>
                <w:sz w:val="24"/>
                <w:szCs w:val="24"/>
              </w:rPr>
              <w:t>Объем финансирования по годам реализации подпрограммы: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– </w:t>
            </w:r>
            <w:r>
              <w:rPr>
                <w:rFonts w:ascii="Arial" w:hAnsi="Arial" w:cs="Arial"/>
                <w:sz w:val="24"/>
                <w:szCs w:val="24"/>
              </w:rPr>
              <w:t>26473,1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. рублей, в том числе по бюджетам: 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краевой бюджет –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3719,7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районный бюджет –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22753,4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рублей;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26473,1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тыс. рублей, в том числе по бюджетам: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краевой бюджет –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3719,7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районный бюджет –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22753,4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рублей;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202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sz w:val="24"/>
                <w:szCs w:val="24"/>
              </w:rPr>
              <w:t>26473,1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тыс. рублей, в том числе по бюджетам: 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краевой бюджет –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3719,7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рублей,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 xml:space="preserve">районный бюджет –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22753,4 </w:t>
            </w: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тыс. рублей.</w:t>
            </w:r>
          </w:p>
        </w:tc>
      </w:tr>
    </w:tbl>
    <w:p w:rsidR="003738DC" w:rsidRPr="00E47A09" w:rsidRDefault="003738DC" w:rsidP="00BF2437">
      <w:pPr>
        <w:pStyle w:val="ConsPlusNormal"/>
        <w:widowControl w:val="0"/>
        <w:ind w:firstLine="0"/>
        <w:jc w:val="center"/>
        <w:rPr>
          <w:rFonts w:cs="Arial"/>
          <w:sz w:val="24"/>
          <w:szCs w:val="24"/>
        </w:rPr>
      </w:pPr>
    </w:p>
    <w:p w:rsidR="003738DC" w:rsidRPr="00E47A09" w:rsidRDefault="003738DC" w:rsidP="00BF2437">
      <w:pPr>
        <w:pStyle w:val="ConsPlusNormal"/>
        <w:widowControl w:val="0"/>
        <w:ind w:firstLine="0"/>
        <w:jc w:val="center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2. Мероприятия подпрограммы</w:t>
      </w:r>
    </w:p>
    <w:p w:rsidR="003738DC" w:rsidRPr="00E47A09" w:rsidRDefault="003738DC" w:rsidP="00BF2437">
      <w:pPr>
        <w:pStyle w:val="ConsPlusNormal"/>
        <w:widowControl w:val="0"/>
        <w:jc w:val="both"/>
        <w:rPr>
          <w:rFonts w:cs="Arial"/>
          <w:sz w:val="24"/>
          <w:szCs w:val="24"/>
        </w:rPr>
      </w:pPr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Перечень мероприятий подпрограммы представлен в приложении к подпр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грамме.</w:t>
      </w:r>
    </w:p>
    <w:p w:rsidR="003738DC" w:rsidRPr="00E47A09" w:rsidRDefault="003738DC" w:rsidP="00BF2437">
      <w:pPr>
        <w:pStyle w:val="ConsPlusNormal"/>
        <w:widowControl w:val="0"/>
        <w:jc w:val="both"/>
        <w:rPr>
          <w:rFonts w:cs="Arial"/>
          <w:sz w:val="24"/>
          <w:szCs w:val="24"/>
        </w:rPr>
      </w:pPr>
    </w:p>
    <w:p w:rsidR="003738DC" w:rsidRPr="00E47A09" w:rsidRDefault="003738DC" w:rsidP="00BF2437">
      <w:pPr>
        <w:pStyle w:val="ConsPlusNormal"/>
        <w:widowControl w:val="0"/>
        <w:ind w:firstLine="0"/>
        <w:jc w:val="center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3. Механизм реализации подпрограммы</w:t>
      </w:r>
    </w:p>
    <w:p w:rsidR="003738DC" w:rsidRPr="00E47A09" w:rsidRDefault="003738DC" w:rsidP="00BF2437">
      <w:pPr>
        <w:pStyle w:val="ConsPlusNormal"/>
        <w:widowControl w:val="0"/>
        <w:jc w:val="both"/>
        <w:rPr>
          <w:rFonts w:cs="Arial"/>
          <w:sz w:val="24"/>
          <w:szCs w:val="24"/>
        </w:rPr>
      </w:pPr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Реализация мероприятий подпрограммы осуществляется отделом образ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вания и подведомственными ему муниципальными учреждениями.</w:t>
      </w:r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Расходы на выполнение муниципальных функций в установленной сфере деятельности предусмотрены на основании Устава Партизанского района</w:t>
      </w:r>
      <w:r>
        <w:rPr>
          <w:rFonts w:cs="Arial"/>
          <w:sz w:val="24"/>
          <w:szCs w:val="24"/>
        </w:rPr>
        <w:t xml:space="preserve"> Красн</w:t>
      </w:r>
      <w:r>
        <w:rPr>
          <w:rFonts w:cs="Arial"/>
          <w:sz w:val="24"/>
          <w:szCs w:val="24"/>
        </w:rPr>
        <w:t>о</w:t>
      </w:r>
      <w:r>
        <w:rPr>
          <w:rFonts w:cs="Arial"/>
          <w:sz w:val="24"/>
          <w:szCs w:val="24"/>
        </w:rPr>
        <w:t>ярского края</w:t>
      </w:r>
      <w:r w:rsidRPr="00E47A09">
        <w:rPr>
          <w:rFonts w:cs="Arial"/>
          <w:sz w:val="24"/>
          <w:szCs w:val="24"/>
        </w:rPr>
        <w:t>, постановления главы Партизанского района от 29.09.2014 № 673-п «Об утверждении примерного Положения об оплате труда работников муниц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пальных учреждений, подведомственных отделу образования администрации Партизанского района».</w:t>
      </w:r>
    </w:p>
    <w:p w:rsidR="003738DC" w:rsidRPr="00E47A09" w:rsidRDefault="003738DC" w:rsidP="00BF2437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 xml:space="preserve">Муниципальное задание подведомственным учреждениям и объем средств на его выполнение формируются в соответствии с </w:t>
      </w:r>
      <w:hyperlink r:id="rId20" w:history="1">
        <w:r w:rsidRPr="00E47A09">
          <w:rPr>
            <w:rFonts w:cs="Arial"/>
            <w:sz w:val="24"/>
            <w:szCs w:val="24"/>
          </w:rPr>
          <w:t>постановлением</w:t>
        </w:r>
      </w:hyperlink>
      <w:r w:rsidRPr="00E47A09">
        <w:rPr>
          <w:rFonts w:cs="Arial"/>
          <w:sz w:val="24"/>
          <w:szCs w:val="24"/>
        </w:rPr>
        <w:t xml:space="preserve"> главы Парт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занского района от 30.10.2015 № 517-п «Об утверждении Порядка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</w:p>
    <w:p w:rsidR="003738DC" w:rsidRPr="00E47A09" w:rsidRDefault="003738DC" w:rsidP="00BF2437">
      <w:pPr>
        <w:pStyle w:val="ConsPlusNormal"/>
        <w:widowControl w:val="0"/>
        <w:jc w:val="both"/>
        <w:rPr>
          <w:rFonts w:cs="Arial"/>
          <w:sz w:val="24"/>
          <w:szCs w:val="24"/>
        </w:rPr>
      </w:pPr>
    </w:p>
    <w:p w:rsidR="003738DC" w:rsidRPr="00E47A09" w:rsidRDefault="003738DC" w:rsidP="00BF2437">
      <w:pPr>
        <w:pStyle w:val="ConsPlusNormal"/>
        <w:widowControl w:val="0"/>
        <w:ind w:firstLine="0"/>
        <w:jc w:val="center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4. Управление подпр</w:t>
      </w:r>
      <w:r>
        <w:rPr>
          <w:rFonts w:cs="Arial"/>
          <w:sz w:val="24"/>
          <w:szCs w:val="24"/>
        </w:rPr>
        <w:t>ограммой и контроль над исполнением подпрограммы</w:t>
      </w:r>
    </w:p>
    <w:p w:rsidR="003738DC" w:rsidRPr="00E47A09" w:rsidRDefault="003738DC" w:rsidP="00BF2437">
      <w:pPr>
        <w:widowControl w:val="0"/>
        <w:rPr>
          <w:rFonts w:ascii="Arial" w:hAnsi="Arial" w:cs="Arial"/>
          <w:sz w:val="24"/>
          <w:szCs w:val="24"/>
        </w:rPr>
      </w:pPr>
    </w:p>
    <w:p w:rsidR="003738DC" w:rsidRPr="00E47A09" w:rsidRDefault="003738DC" w:rsidP="00BF2437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Организация управления подпрограммой осуществляется отделом образ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вания.</w:t>
      </w:r>
    </w:p>
    <w:p w:rsidR="003738DC" w:rsidRPr="00E47A09" w:rsidRDefault="003738DC" w:rsidP="00BF2437">
      <w:pPr>
        <w:widowControl w:val="0"/>
        <w:autoSpaceDE w:val="0"/>
        <w:autoSpaceDN w:val="0"/>
        <w:adjustRightInd w:val="0"/>
        <w:ind w:firstLine="709"/>
        <w:outlineLvl w:val="1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Реализацию подпрограммы осуществляет отдел образования, который н</w:t>
      </w:r>
      <w:r w:rsidRPr="00E47A09">
        <w:rPr>
          <w:rFonts w:ascii="Arial" w:hAnsi="Arial" w:cs="Arial"/>
          <w:sz w:val="24"/>
          <w:szCs w:val="24"/>
          <w:lang w:eastAsia="en-US"/>
        </w:rPr>
        <w:t>е</w:t>
      </w:r>
      <w:r w:rsidRPr="00E47A09">
        <w:rPr>
          <w:rFonts w:ascii="Arial" w:hAnsi="Arial" w:cs="Arial"/>
          <w:sz w:val="24"/>
          <w:szCs w:val="24"/>
          <w:lang w:eastAsia="en-US"/>
        </w:rPr>
        <w:t>сет ответственность за реализацию подпрограммы, эффективное и целевое и</w:t>
      </w:r>
      <w:r w:rsidRPr="00E47A09">
        <w:rPr>
          <w:rFonts w:ascii="Arial" w:hAnsi="Arial" w:cs="Arial"/>
          <w:sz w:val="24"/>
          <w:szCs w:val="24"/>
          <w:lang w:eastAsia="en-US"/>
        </w:rPr>
        <w:t>с</w:t>
      </w:r>
      <w:r w:rsidRPr="00E47A09">
        <w:rPr>
          <w:rFonts w:ascii="Arial" w:hAnsi="Arial" w:cs="Arial"/>
          <w:sz w:val="24"/>
          <w:szCs w:val="24"/>
          <w:lang w:eastAsia="en-US"/>
        </w:rPr>
        <w:t>пользование средств, направляемых на выполнение подпрограммы, достижение конечного результата.</w:t>
      </w:r>
    </w:p>
    <w:p w:rsidR="003738DC" w:rsidRPr="00E47A09" w:rsidRDefault="003738DC" w:rsidP="00BF2437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Контроль над ходом выполнения подпрограммы на предмет соблюдения сроков, целевого и эффективного использования бюджетных средств, достижения результатов подпрограммы осуществляет отдел образования.</w:t>
      </w:r>
    </w:p>
    <w:p w:rsidR="003738DC" w:rsidRPr="00E47A09" w:rsidRDefault="003738DC" w:rsidP="00BF2437">
      <w:pPr>
        <w:widowControl w:val="0"/>
        <w:rPr>
          <w:rFonts w:ascii="Arial" w:hAnsi="Arial" w:cs="Arial"/>
          <w:color w:val="000000"/>
          <w:sz w:val="24"/>
          <w:szCs w:val="24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Н</w:t>
      </w:r>
      <w:r w:rsidRPr="00E47A09">
        <w:rPr>
          <w:rFonts w:ascii="Arial" w:hAnsi="Arial" w:cs="Arial"/>
          <w:b w:val="0"/>
        </w:rPr>
        <w:t xml:space="preserve">ачальник отдела образования 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</w:t>
      </w:r>
      <w:r>
        <w:rPr>
          <w:rFonts w:ascii="Arial" w:hAnsi="Arial" w:cs="Arial"/>
          <w:b w:val="0"/>
          <w:color w:val="000000"/>
        </w:rPr>
        <w:t xml:space="preserve"> </w:t>
      </w:r>
      <w:r w:rsidRPr="00E47A09">
        <w:rPr>
          <w:rFonts w:ascii="Arial" w:hAnsi="Arial" w:cs="Arial"/>
          <w:b w:val="0"/>
          <w:color w:val="000000"/>
        </w:rPr>
        <w:t xml:space="preserve">                        </w:t>
      </w:r>
      <w:r>
        <w:rPr>
          <w:rFonts w:ascii="Arial" w:hAnsi="Arial" w:cs="Arial"/>
          <w:b w:val="0"/>
          <w:color w:val="000000"/>
        </w:rPr>
        <w:t xml:space="preserve">       </w:t>
      </w:r>
      <w:r w:rsidRPr="00E47A09">
        <w:rPr>
          <w:rFonts w:ascii="Arial" w:hAnsi="Arial" w:cs="Arial"/>
          <w:b w:val="0"/>
          <w:color w:val="000000"/>
        </w:rPr>
        <w:t xml:space="preserve">        </w:t>
      </w:r>
      <w:r>
        <w:rPr>
          <w:rFonts w:ascii="Arial" w:hAnsi="Arial" w:cs="Arial"/>
          <w:b w:val="0"/>
          <w:color w:val="000000"/>
        </w:rPr>
        <w:t>Л.А. Козлова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3738DC" w:rsidRPr="00E47A09" w:rsidSect="00BF2437">
          <w:type w:val="nextColumn"/>
          <w:pgSz w:w="11906" w:h="16838"/>
          <w:pgMar w:top="1134" w:right="851" w:bottom="1134" w:left="1701" w:header="709" w:footer="709" w:gutter="0"/>
          <w:cols w:space="708"/>
          <w:titlePg/>
          <w:docGrid w:linePitch="381"/>
        </w:sectPr>
      </w:pPr>
    </w:p>
    <w:p w:rsidR="003738DC" w:rsidRDefault="003738DC" w:rsidP="004D6F06">
      <w:pPr>
        <w:pStyle w:val="ConsPlusTitle"/>
        <w:tabs>
          <w:tab w:val="left" w:pos="4422"/>
        </w:tabs>
        <w:ind w:firstLine="9356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</w:rPr>
        <w:t>Приложение</w:t>
      </w:r>
      <w:r w:rsidRPr="00E47A09">
        <w:rPr>
          <w:rFonts w:ascii="Arial" w:hAnsi="Arial" w:cs="Arial"/>
          <w:b w:val="0"/>
          <w:color w:val="000000"/>
        </w:rPr>
        <w:t xml:space="preserve"> к паспорту подпрограммы </w:t>
      </w:r>
    </w:p>
    <w:p w:rsidR="003738DC" w:rsidRDefault="003738DC" w:rsidP="004D6F06">
      <w:pPr>
        <w:pStyle w:val="ConsPlusTitle"/>
        <w:tabs>
          <w:tab w:val="left" w:pos="4422"/>
        </w:tabs>
        <w:ind w:firstLine="9356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 xml:space="preserve">«Обеспечение реализации муниципальной </w:t>
      </w:r>
    </w:p>
    <w:p w:rsidR="003738DC" w:rsidRPr="00E47A09" w:rsidRDefault="003738DC" w:rsidP="004D6F06">
      <w:pPr>
        <w:pStyle w:val="ConsPlusTitle"/>
        <w:tabs>
          <w:tab w:val="left" w:pos="4422"/>
        </w:tabs>
        <w:ind w:firstLine="9356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>программы и прочие мероприятия»</w:t>
      </w:r>
    </w:p>
    <w:p w:rsidR="003738DC" w:rsidRPr="00E47A09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Перечень и значения показателей результативности подпрограммы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66"/>
        <w:gridCol w:w="6060"/>
        <w:gridCol w:w="1112"/>
        <w:gridCol w:w="2268"/>
        <w:gridCol w:w="993"/>
        <w:gridCol w:w="1043"/>
        <w:gridCol w:w="1043"/>
        <w:gridCol w:w="966"/>
      </w:tblGrid>
      <w:tr w:rsidR="003738DC" w:rsidRPr="00E47A09" w:rsidTr="0017764E">
        <w:trPr>
          <w:trHeight w:val="323"/>
        </w:trPr>
        <w:tc>
          <w:tcPr>
            <w:tcW w:w="76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6060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12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Един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ца и</w:t>
            </w:r>
            <w:r w:rsidRPr="00E47A09"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>мер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2268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Источник инфо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>мации</w:t>
            </w:r>
          </w:p>
        </w:tc>
        <w:tc>
          <w:tcPr>
            <w:tcW w:w="4045" w:type="dxa"/>
            <w:gridSpan w:val="4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3738DC" w:rsidRPr="00E47A09" w:rsidTr="0017764E">
        <w:trPr>
          <w:trHeight w:val="510"/>
        </w:trPr>
        <w:tc>
          <w:tcPr>
            <w:tcW w:w="76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0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2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043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043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6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3738DC" w:rsidRPr="00E47A09" w:rsidTr="0017764E">
        <w:trPr>
          <w:trHeight w:val="276"/>
        </w:trPr>
        <w:tc>
          <w:tcPr>
            <w:tcW w:w="76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0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2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7764E">
        <w:trPr>
          <w:trHeight w:val="371"/>
        </w:trPr>
        <w:tc>
          <w:tcPr>
            <w:tcW w:w="14251" w:type="dxa"/>
            <w:gridSpan w:val="8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</w:t>
            </w:r>
            <w:r>
              <w:rPr>
                <w:rFonts w:ascii="Arial" w:hAnsi="Arial" w:cs="Arial"/>
                <w:sz w:val="24"/>
                <w:szCs w:val="24"/>
              </w:rPr>
              <w:t xml:space="preserve"> подпрограммы</w:t>
            </w:r>
            <w:r w:rsidRPr="00E47A09">
              <w:rPr>
                <w:rFonts w:ascii="Arial" w:hAnsi="Arial" w:cs="Arial"/>
                <w:sz w:val="24"/>
                <w:szCs w:val="24"/>
              </w:rPr>
              <w:t>: создание условий для эффективного управления отраслью</w:t>
            </w:r>
          </w:p>
        </w:tc>
      </w:tr>
      <w:tr w:rsidR="003738DC" w:rsidRPr="00E47A09" w:rsidTr="00BD5A2C">
        <w:trPr>
          <w:trHeight w:val="359"/>
        </w:trPr>
        <w:tc>
          <w:tcPr>
            <w:tcW w:w="14251" w:type="dxa"/>
            <w:gridSpan w:val="8"/>
          </w:tcPr>
          <w:p w:rsidR="003738DC" w:rsidRPr="00E47A09" w:rsidRDefault="003738DC" w:rsidP="00B00955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Задача подпрограммы: о</w:t>
            </w:r>
            <w:r w:rsidRPr="00E47A09">
              <w:rPr>
                <w:rFonts w:ascii="Arial" w:hAnsi="Arial" w:cs="Arial"/>
                <w:sz w:val="24"/>
                <w:szCs w:val="24"/>
              </w:rPr>
              <w:t>рганизация деятельности аппарата отдела образования и учреждений, обеспечивающих деятел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ность образовательных учреждений, направленной на эффективное управление отраслью</w:t>
            </w:r>
          </w:p>
        </w:tc>
      </w:tr>
      <w:tr w:rsidR="003738DC" w:rsidRPr="00E47A09" w:rsidTr="00EC697D">
        <w:trPr>
          <w:trHeight w:val="1351"/>
        </w:trPr>
        <w:tc>
          <w:tcPr>
            <w:tcW w:w="766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060" w:type="dxa"/>
          </w:tcPr>
          <w:p w:rsidR="003738DC" w:rsidRPr="001211F3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211F3">
              <w:rPr>
                <w:rFonts w:ascii="Arial" w:hAnsi="Arial" w:cs="Arial"/>
                <w:sz w:val="24"/>
                <w:szCs w:val="24"/>
              </w:rPr>
              <w:t>Своевременное доведение главным распорядит</w:t>
            </w:r>
            <w:r w:rsidRPr="001211F3">
              <w:rPr>
                <w:rFonts w:ascii="Arial" w:hAnsi="Arial" w:cs="Arial"/>
                <w:sz w:val="24"/>
                <w:szCs w:val="24"/>
              </w:rPr>
              <w:t>е</w:t>
            </w:r>
            <w:r w:rsidRPr="001211F3">
              <w:rPr>
                <w:rFonts w:ascii="Arial" w:hAnsi="Arial" w:cs="Arial"/>
                <w:sz w:val="24"/>
                <w:szCs w:val="24"/>
              </w:rPr>
              <w:t>лем лимитов бюджетных обязательств до подв</w:t>
            </w:r>
            <w:r w:rsidRPr="001211F3">
              <w:rPr>
                <w:rFonts w:ascii="Arial" w:hAnsi="Arial" w:cs="Arial"/>
                <w:sz w:val="24"/>
                <w:szCs w:val="24"/>
              </w:rPr>
              <w:t>е</w:t>
            </w:r>
            <w:r w:rsidRPr="001211F3">
              <w:rPr>
                <w:rFonts w:ascii="Arial" w:hAnsi="Arial" w:cs="Arial"/>
                <w:sz w:val="24"/>
                <w:szCs w:val="24"/>
              </w:rPr>
              <w:t>домственных учреждений, предусмотренных зак</w:t>
            </w:r>
            <w:r w:rsidRPr="001211F3">
              <w:rPr>
                <w:rFonts w:ascii="Arial" w:hAnsi="Arial" w:cs="Arial"/>
                <w:sz w:val="24"/>
                <w:szCs w:val="24"/>
              </w:rPr>
              <w:t>о</w:t>
            </w:r>
            <w:r w:rsidRPr="001211F3">
              <w:rPr>
                <w:rFonts w:ascii="Arial" w:hAnsi="Arial" w:cs="Arial"/>
                <w:sz w:val="24"/>
                <w:szCs w:val="24"/>
              </w:rPr>
              <w:t>ном о бюджете за отчетный год в первоначальной редакции</w:t>
            </w:r>
          </w:p>
        </w:tc>
        <w:tc>
          <w:tcPr>
            <w:tcW w:w="1112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Финансовое управление а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министрации Партизанского района</w:t>
            </w:r>
          </w:p>
        </w:tc>
        <w:tc>
          <w:tcPr>
            <w:tcW w:w="99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66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738DC" w:rsidRPr="00E47A09" w:rsidTr="0017764E">
        <w:trPr>
          <w:trHeight w:val="1335"/>
        </w:trPr>
        <w:tc>
          <w:tcPr>
            <w:tcW w:w="766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060" w:type="dxa"/>
          </w:tcPr>
          <w:p w:rsidR="003738DC" w:rsidRPr="001211F3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211F3">
              <w:rPr>
                <w:rFonts w:ascii="Arial" w:hAnsi="Arial" w:cs="Arial"/>
                <w:sz w:val="24"/>
                <w:szCs w:val="24"/>
              </w:rPr>
              <w:t>Соблюдение сроков предоставления годовой бю</w:t>
            </w:r>
            <w:r w:rsidRPr="001211F3">
              <w:rPr>
                <w:rFonts w:ascii="Arial" w:hAnsi="Arial" w:cs="Arial"/>
                <w:sz w:val="24"/>
                <w:szCs w:val="24"/>
              </w:rPr>
              <w:t>д</w:t>
            </w:r>
            <w:r w:rsidRPr="001211F3">
              <w:rPr>
                <w:rFonts w:ascii="Arial" w:hAnsi="Arial" w:cs="Arial"/>
                <w:sz w:val="24"/>
                <w:szCs w:val="24"/>
              </w:rPr>
              <w:t>жетной отчетности</w:t>
            </w:r>
          </w:p>
        </w:tc>
        <w:tc>
          <w:tcPr>
            <w:tcW w:w="1112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Финансовое управление а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министрации Партизанского района</w:t>
            </w:r>
          </w:p>
        </w:tc>
        <w:tc>
          <w:tcPr>
            <w:tcW w:w="99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66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738DC" w:rsidRPr="00E47A09" w:rsidTr="0017764E">
        <w:trPr>
          <w:trHeight w:val="1581"/>
        </w:trPr>
        <w:tc>
          <w:tcPr>
            <w:tcW w:w="766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060" w:type="dxa"/>
          </w:tcPr>
          <w:p w:rsidR="003738DC" w:rsidRPr="001211F3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211F3">
              <w:rPr>
                <w:rFonts w:ascii="Arial" w:hAnsi="Arial" w:cs="Arial"/>
                <w:sz w:val="24"/>
                <w:szCs w:val="24"/>
              </w:rPr>
              <w:t>Своевременность утверждения муниципальных з</w:t>
            </w:r>
            <w:r w:rsidRPr="001211F3">
              <w:rPr>
                <w:rFonts w:ascii="Arial" w:hAnsi="Arial" w:cs="Arial"/>
                <w:sz w:val="24"/>
                <w:szCs w:val="24"/>
              </w:rPr>
              <w:t>а</w:t>
            </w:r>
            <w:r w:rsidRPr="001211F3">
              <w:rPr>
                <w:rFonts w:ascii="Arial" w:hAnsi="Arial" w:cs="Arial"/>
                <w:sz w:val="24"/>
                <w:szCs w:val="24"/>
              </w:rPr>
              <w:t>даний подведомственным учреждениям на тек</w:t>
            </w:r>
            <w:r w:rsidRPr="001211F3">
              <w:rPr>
                <w:rFonts w:ascii="Arial" w:hAnsi="Arial" w:cs="Arial"/>
                <w:sz w:val="24"/>
                <w:szCs w:val="24"/>
              </w:rPr>
              <w:t>у</w:t>
            </w:r>
            <w:r w:rsidRPr="001211F3">
              <w:rPr>
                <w:rFonts w:ascii="Arial" w:hAnsi="Arial" w:cs="Arial"/>
                <w:sz w:val="24"/>
                <w:szCs w:val="24"/>
              </w:rPr>
              <w:t>щий финансовый год и плановый период в соо</w:t>
            </w:r>
            <w:r w:rsidRPr="001211F3">
              <w:rPr>
                <w:rFonts w:ascii="Arial" w:hAnsi="Arial" w:cs="Arial"/>
                <w:sz w:val="24"/>
                <w:szCs w:val="24"/>
              </w:rPr>
              <w:t>т</w:t>
            </w:r>
            <w:r w:rsidRPr="001211F3">
              <w:rPr>
                <w:rFonts w:ascii="Arial" w:hAnsi="Arial" w:cs="Arial"/>
                <w:sz w:val="24"/>
                <w:szCs w:val="24"/>
              </w:rPr>
              <w:t>ветствии со сроками</w:t>
            </w:r>
          </w:p>
        </w:tc>
        <w:tc>
          <w:tcPr>
            <w:tcW w:w="1112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Финансовое управление а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министрации Партизанского района</w:t>
            </w:r>
          </w:p>
        </w:tc>
        <w:tc>
          <w:tcPr>
            <w:tcW w:w="99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66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Н</w:t>
      </w:r>
      <w:r w:rsidRPr="00E47A09">
        <w:rPr>
          <w:rFonts w:ascii="Arial" w:hAnsi="Arial" w:cs="Arial"/>
          <w:b w:val="0"/>
        </w:rPr>
        <w:t xml:space="preserve">ачальник отдела образования 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</w:t>
      </w:r>
      <w:r w:rsidRPr="00E47A09">
        <w:rPr>
          <w:rFonts w:ascii="Arial" w:hAnsi="Arial" w:cs="Arial"/>
          <w:b w:val="0"/>
          <w:color w:val="000000"/>
        </w:rPr>
        <w:t xml:space="preserve">       </w:t>
      </w:r>
      <w:r>
        <w:rPr>
          <w:rFonts w:ascii="Arial" w:hAnsi="Arial" w:cs="Arial"/>
          <w:b w:val="0"/>
          <w:color w:val="000000"/>
        </w:rPr>
        <w:t xml:space="preserve">   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</w:t>
      </w:r>
      <w:r>
        <w:rPr>
          <w:rFonts w:ascii="Arial" w:hAnsi="Arial" w:cs="Arial"/>
          <w:b w:val="0"/>
          <w:color w:val="000000"/>
        </w:rPr>
        <w:t>Л.А. Козлова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3738DC" w:rsidRDefault="003738DC" w:rsidP="0009590A">
      <w:pPr>
        <w:pStyle w:val="ConsPlusTitle"/>
        <w:tabs>
          <w:tab w:val="left" w:pos="4422"/>
        </w:tabs>
        <w:ind w:firstLine="9214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 xml:space="preserve">Приложение к подпрограмме «Обеспечение </w:t>
      </w:r>
    </w:p>
    <w:p w:rsidR="003738DC" w:rsidRPr="00E47A09" w:rsidRDefault="003738DC" w:rsidP="0009590A">
      <w:pPr>
        <w:pStyle w:val="ConsPlusTitle"/>
        <w:tabs>
          <w:tab w:val="left" w:pos="4422"/>
        </w:tabs>
        <w:ind w:firstLine="9214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 xml:space="preserve">реализации муниципальной программы </w:t>
      </w:r>
    </w:p>
    <w:p w:rsidR="003738DC" w:rsidRPr="00E47A09" w:rsidRDefault="003738DC" w:rsidP="0009590A">
      <w:pPr>
        <w:pStyle w:val="ConsPlusTitle"/>
        <w:tabs>
          <w:tab w:val="left" w:pos="4422"/>
        </w:tabs>
        <w:ind w:firstLine="9214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>и прочие мероприятия»</w:t>
      </w:r>
    </w:p>
    <w:p w:rsidR="003738DC" w:rsidRPr="00E47A09" w:rsidRDefault="003738DC" w:rsidP="00BF2437">
      <w:pPr>
        <w:pStyle w:val="ConsPlusTitle"/>
        <w:tabs>
          <w:tab w:val="left" w:pos="4422"/>
        </w:tabs>
        <w:ind w:firstLine="8080"/>
        <w:rPr>
          <w:rFonts w:ascii="Arial" w:hAnsi="Arial" w:cs="Arial"/>
          <w:b w:val="0"/>
          <w:color w:val="000000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Перечень мероприятий подпрограммы</w:t>
      </w:r>
    </w:p>
    <w:p w:rsidR="003738DC" w:rsidRPr="00E47A09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410"/>
        <w:gridCol w:w="1276"/>
        <w:gridCol w:w="850"/>
        <w:gridCol w:w="826"/>
        <w:gridCol w:w="1584"/>
        <w:gridCol w:w="851"/>
        <w:gridCol w:w="982"/>
        <w:gridCol w:w="993"/>
        <w:gridCol w:w="1133"/>
        <w:gridCol w:w="1003"/>
        <w:gridCol w:w="1842"/>
      </w:tblGrid>
      <w:tr w:rsidR="003738DC" w:rsidRPr="00E47A09" w:rsidTr="001C5D8E">
        <w:trPr>
          <w:trHeight w:val="645"/>
        </w:trPr>
        <w:tc>
          <w:tcPr>
            <w:tcW w:w="56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Цели, задачи, м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роприятия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127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4111" w:type="dxa"/>
            <w:gridSpan w:val="4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111" w:type="dxa"/>
            <w:gridSpan w:val="4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по годам реализации программы (тыс. руб.)</w:t>
            </w:r>
          </w:p>
        </w:tc>
        <w:tc>
          <w:tcPr>
            <w:tcW w:w="1842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Ожидаемый непосредс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венный 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зультат (кра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кое описание) от реализ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ции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граммного мероприятия 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(в том числе </w:t>
            </w:r>
          </w:p>
          <w:p w:rsidR="003738DC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 натурал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ном выраж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нии)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C5D8E">
        <w:trPr>
          <w:trHeight w:val="960"/>
        </w:trPr>
        <w:tc>
          <w:tcPr>
            <w:tcW w:w="56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26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1584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851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982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00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того 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а п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риод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годов</w:t>
            </w:r>
          </w:p>
        </w:tc>
        <w:tc>
          <w:tcPr>
            <w:tcW w:w="1842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C5D8E">
        <w:trPr>
          <w:trHeight w:val="265"/>
        </w:trPr>
        <w:tc>
          <w:tcPr>
            <w:tcW w:w="14317" w:type="dxa"/>
            <w:gridSpan w:val="12"/>
          </w:tcPr>
          <w:p w:rsidR="003738DC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Цель: создание условий для эффективного управления отраслью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C5D8E">
        <w:trPr>
          <w:trHeight w:val="539"/>
        </w:trPr>
        <w:tc>
          <w:tcPr>
            <w:tcW w:w="14317" w:type="dxa"/>
            <w:gridSpan w:val="12"/>
          </w:tcPr>
          <w:p w:rsidR="003738DC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Задача: организация деятельности аппарата отдела образования и учреждений, обеспечивающих деятельность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тельных учреждений, направленной на эффективное управление отраслью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C5D8E">
        <w:trPr>
          <w:trHeight w:val="1035"/>
        </w:trPr>
        <w:tc>
          <w:tcPr>
            <w:tcW w:w="56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Руководство и управление в сф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ре установленных функций органов </w:t>
            </w:r>
            <w:r>
              <w:rPr>
                <w:rFonts w:ascii="Arial" w:hAnsi="Arial" w:cs="Arial"/>
                <w:sz w:val="24"/>
                <w:szCs w:val="24"/>
              </w:rPr>
              <w:t>местного сам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управления</w:t>
            </w:r>
          </w:p>
        </w:tc>
        <w:tc>
          <w:tcPr>
            <w:tcW w:w="1276" w:type="dxa"/>
            <w:vMerge w:val="restart"/>
          </w:tcPr>
          <w:p w:rsidR="003738DC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0130000310</w:t>
            </w:r>
          </w:p>
        </w:tc>
        <w:tc>
          <w:tcPr>
            <w:tcW w:w="851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82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2726,0</w:t>
            </w:r>
          </w:p>
        </w:tc>
        <w:tc>
          <w:tcPr>
            <w:tcW w:w="993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2726,0</w:t>
            </w:r>
          </w:p>
        </w:tc>
        <w:tc>
          <w:tcPr>
            <w:tcW w:w="1133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2726,0</w:t>
            </w:r>
          </w:p>
        </w:tc>
        <w:tc>
          <w:tcPr>
            <w:tcW w:w="1003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8178,0</w:t>
            </w:r>
          </w:p>
        </w:tc>
        <w:tc>
          <w:tcPr>
            <w:tcW w:w="1842" w:type="dxa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Организац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онная работа 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 общеобр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зовательными учреждени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ми</w:t>
            </w:r>
          </w:p>
        </w:tc>
      </w:tr>
      <w:tr w:rsidR="003738DC" w:rsidRPr="00E47A09" w:rsidTr="001C5D8E">
        <w:trPr>
          <w:trHeight w:val="276"/>
        </w:trPr>
        <w:tc>
          <w:tcPr>
            <w:tcW w:w="56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C5D8E">
        <w:trPr>
          <w:trHeight w:val="1035"/>
        </w:trPr>
        <w:tc>
          <w:tcPr>
            <w:tcW w:w="56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Осуществление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государственных полномочий по о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>ганизации и ос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ществлению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тельности по опеке и попечительству в отношении нес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вершеннолетних</w:t>
            </w:r>
          </w:p>
        </w:tc>
        <w:tc>
          <w:tcPr>
            <w:tcW w:w="127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0130075520</w:t>
            </w:r>
          </w:p>
        </w:tc>
        <w:tc>
          <w:tcPr>
            <w:tcW w:w="851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82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3719,7</w:t>
            </w:r>
          </w:p>
        </w:tc>
        <w:tc>
          <w:tcPr>
            <w:tcW w:w="993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3719,7</w:t>
            </w:r>
          </w:p>
        </w:tc>
        <w:tc>
          <w:tcPr>
            <w:tcW w:w="1133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3719,7</w:t>
            </w:r>
          </w:p>
        </w:tc>
        <w:tc>
          <w:tcPr>
            <w:tcW w:w="1003" w:type="dxa"/>
            <w:vMerge w:val="restart"/>
          </w:tcPr>
          <w:p w:rsidR="003738DC" w:rsidRPr="00E47A09" w:rsidRDefault="003738DC" w:rsidP="00890FDF">
            <w:pPr>
              <w:widowControl w:val="0"/>
              <w:ind w:left="-98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11159,1</w:t>
            </w:r>
          </w:p>
        </w:tc>
        <w:tc>
          <w:tcPr>
            <w:tcW w:w="1842" w:type="dxa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Обслужив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детей, находящихся под опекой</w:t>
            </w:r>
          </w:p>
        </w:tc>
      </w:tr>
      <w:tr w:rsidR="003738DC" w:rsidRPr="00E47A09" w:rsidTr="001C5D8E">
        <w:trPr>
          <w:trHeight w:val="1499"/>
        </w:trPr>
        <w:tc>
          <w:tcPr>
            <w:tcW w:w="56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C5D8E">
        <w:trPr>
          <w:trHeight w:val="720"/>
        </w:trPr>
        <w:tc>
          <w:tcPr>
            <w:tcW w:w="56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10" w:type="dxa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тельности (оказ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услуг) подв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домственных у</w:t>
            </w:r>
            <w:r w:rsidRPr="00E47A09">
              <w:rPr>
                <w:rFonts w:ascii="Arial" w:hAnsi="Arial" w:cs="Arial"/>
                <w:sz w:val="24"/>
                <w:szCs w:val="24"/>
              </w:rPr>
              <w:t>ч</w:t>
            </w:r>
            <w:r w:rsidRPr="00E47A09">
              <w:rPr>
                <w:rFonts w:ascii="Arial" w:hAnsi="Arial" w:cs="Arial"/>
                <w:sz w:val="24"/>
                <w:szCs w:val="24"/>
              </w:rPr>
              <w:t>реждений</w:t>
            </w:r>
          </w:p>
        </w:tc>
        <w:tc>
          <w:tcPr>
            <w:tcW w:w="127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0130004520</w:t>
            </w:r>
          </w:p>
        </w:tc>
        <w:tc>
          <w:tcPr>
            <w:tcW w:w="851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982" w:type="dxa"/>
            <w:vMerge w:val="restart"/>
            <w:noWrap/>
          </w:tcPr>
          <w:p w:rsidR="003738DC" w:rsidRPr="00E47A09" w:rsidRDefault="003738DC" w:rsidP="00BA0F9A">
            <w:pPr>
              <w:widowControl w:val="0"/>
              <w:ind w:lef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10588,1</w:t>
            </w:r>
          </w:p>
        </w:tc>
        <w:tc>
          <w:tcPr>
            <w:tcW w:w="993" w:type="dxa"/>
            <w:vMerge w:val="restart"/>
            <w:noWrap/>
          </w:tcPr>
          <w:p w:rsidR="003738DC" w:rsidRPr="00E47A09" w:rsidRDefault="003738DC" w:rsidP="00BA0F9A">
            <w:pPr>
              <w:widowControl w:val="0"/>
              <w:ind w:lef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10588,1</w:t>
            </w:r>
          </w:p>
        </w:tc>
        <w:tc>
          <w:tcPr>
            <w:tcW w:w="1133" w:type="dxa"/>
            <w:vMerge w:val="restart"/>
          </w:tcPr>
          <w:p w:rsidR="003738DC" w:rsidRPr="00E47A09" w:rsidRDefault="003738DC" w:rsidP="00BA0F9A">
            <w:pPr>
              <w:widowControl w:val="0"/>
              <w:ind w:lef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10588,1</w:t>
            </w:r>
          </w:p>
        </w:tc>
        <w:tc>
          <w:tcPr>
            <w:tcW w:w="1003" w:type="dxa"/>
            <w:vMerge w:val="restart"/>
          </w:tcPr>
          <w:p w:rsidR="003738DC" w:rsidRPr="00E47A09" w:rsidRDefault="003738DC" w:rsidP="00BA0F9A">
            <w:pPr>
              <w:widowControl w:val="0"/>
              <w:ind w:left="-108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31764,3</w:t>
            </w:r>
          </w:p>
        </w:tc>
        <w:tc>
          <w:tcPr>
            <w:tcW w:w="1842" w:type="dxa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Обслужив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учрежд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ний</w:t>
            </w:r>
          </w:p>
        </w:tc>
      </w:tr>
      <w:tr w:rsidR="003738DC" w:rsidRPr="00E47A09" w:rsidTr="001C5D8E">
        <w:trPr>
          <w:trHeight w:val="1286"/>
        </w:trPr>
        <w:tc>
          <w:tcPr>
            <w:tcW w:w="56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C5D8E">
        <w:trPr>
          <w:trHeight w:val="1005"/>
        </w:trPr>
        <w:tc>
          <w:tcPr>
            <w:tcW w:w="567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тельности (оказ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услуг) подв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домственных у</w:t>
            </w:r>
            <w:r w:rsidRPr="00E47A09">
              <w:rPr>
                <w:rFonts w:ascii="Arial" w:hAnsi="Arial" w:cs="Arial"/>
                <w:sz w:val="24"/>
                <w:szCs w:val="24"/>
              </w:rPr>
              <w:t>ч</w:t>
            </w:r>
            <w:r w:rsidRPr="00E47A09">
              <w:rPr>
                <w:rFonts w:ascii="Arial" w:hAnsi="Arial" w:cs="Arial"/>
                <w:sz w:val="24"/>
                <w:szCs w:val="24"/>
              </w:rPr>
              <w:t>реждений</w:t>
            </w:r>
          </w:p>
        </w:tc>
        <w:tc>
          <w:tcPr>
            <w:tcW w:w="1276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0130004530</w:t>
            </w:r>
          </w:p>
        </w:tc>
        <w:tc>
          <w:tcPr>
            <w:tcW w:w="851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982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3708,9</w:t>
            </w:r>
          </w:p>
        </w:tc>
        <w:tc>
          <w:tcPr>
            <w:tcW w:w="99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3708,9</w:t>
            </w:r>
          </w:p>
        </w:tc>
        <w:tc>
          <w:tcPr>
            <w:tcW w:w="113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3708,9</w:t>
            </w:r>
          </w:p>
        </w:tc>
        <w:tc>
          <w:tcPr>
            <w:tcW w:w="1003" w:type="dxa"/>
          </w:tcPr>
          <w:p w:rsidR="003738DC" w:rsidRPr="00E47A09" w:rsidRDefault="003738DC" w:rsidP="00BA0F9A">
            <w:pPr>
              <w:widowControl w:val="0"/>
              <w:ind w:left="-240" w:right="-24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11126,7</w:t>
            </w:r>
          </w:p>
        </w:tc>
        <w:tc>
          <w:tcPr>
            <w:tcW w:w="1842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Обслужив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ных учрежд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ний</w:t>
            </w:r>
          </w:p>
        </w:tc>
      </w:tr>
      <w:tr w:rsidR="003738DC" w:rsidRPr="00E47A09" w:rsidTr="001C5D8E">
        <w:trPr>
          <w:trHeight w:val="1035"/>
        </w:trPr>
        <w:tc>
          <w:tcPr>
            <w:tcW w:w="56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410" w:type="dxa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тельности (оказ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услуг) подв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домственных у</w:t>
            </w:r>
            <w:r w:rsidRPr="00E47A09">
              <w:rPr>
                <w:rFonts w:ascii="Arial" w:hAnsi="Arial" w:cs="Arial"/>
                <w:sz w:val="24"/>
                <w:szCs w:val="24"/>
              </w:rPr>
              <w:t>ч</w:t>
            </w:r>
            <w:r w:rsidRPr="00E47A09">
              <w:rPr>
                <w:rFonts w:ascii="Arial" w:hAnsi="Arial" w:cs="Arial"/>
                <w:sz w:val="24"/>
                <w:szCs w:val="24"/>
              </w:rPr>
              <w:t>реждений</w:t>
            </w:r>
          </w:p>
        </w:tc>
        <w:tc>
          <w:tcPr>
            <w:tcW w:w="127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0130004360</w:t>
            </w:r>
          </w:p>
        </w:tc>
        <w:tc>
          <w:tcPr>
            <w:tcW w:w="851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82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3403,5</w:t>
            </w:r>
          </w:p>
        </w:tc>
        <w:tc>
          <w:tcPr>
            <w:tcW w:w="993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3403,5</w:t>
            </w:r>
          </w:p>
        </w:tc>
        <w:tc>
          <w:tcPr>
            <w:tcW w:w="1133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3403,5</w:t>
            </w:r>
          </w:p>
        </w:tc>
        <w:tc>
          <w:tcPr>
            <w:tcW w:w="1003" w:type="dxa"/>
            <w:vMerge w:val="restart"/>
          </w:tcPr>
          <w:p w:rsidR="003738DC" w:rsidRPr="00E47A09" w:rsidRDefault="003738DC" w:rsidP="00BA0F9A">
            <w:pPr>
              <w:widowControl w:val="0"/>
              <w:ind w:left="-98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10210,5</w:t>
            </w:r>
          </w:p>
        </w:tc>
        <w:tc>
          <w:tcPr>
            <w:tcW w:w="1842" w:type="dxa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Проведение методической работы с п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дагогическим персоналом</w:t>
            </w:r>
          </w:p>
        </w:tc>
      </w:tr>
      <w:tr w:rsidR="003738DC" w:rsidRPr="00E47A09" w:rsidTr="001C5D8E">
        <w:trPr>
          <w:trHeight w:val="1035"/>
        </w:trPr>
        <w:tc>
          <w:tcPr>
            <w:tcW w:w="56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C5D8E">
        <w:trPr>
          <w:trHeight w:val="276"/>
        </w:trPr>
        <w:tc>
          <w:tcPr>
            <w:tcW w:w="56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C5D8E">
        <w:trPr>
          <w:trHeight w:val="1035"/>
        </w:trPr>
        <w:tc>
          <w:tcPr>
            <w:tcW w:w="56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410" w:type="dxa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де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тельности (оказ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услуг) подв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домственных у</w:t>
            </w:r>
            <w:r w:rsidRPr="00E47A09">
              <w:rPr>
                <w:rFonts w:ascii="Arial" w:hAnsi="Arial" w:cs="Arial"/>
                <w:sz w:val="24"/>
                <w:szCs w:val="24"/>
              </w:rPr>
              <w:t>ч</w:t>
            </w:r>
            <w:r w:rsidRPr="00E47A09">
              <w:rPr>
                <w:rFonts w:ascii="Arial" w:hAnsi="Arial" w:cs="Arial"/>
                <w:sz w:val="24"/>
                <w:szCs w:val="24"/>
              </w:rPr>
              <w:t>реждений</w:t>
            </w:r>
          </w:p>
        </w:tc>
        <w:tc>
          <w:tcPr>
            <w:tcW w:w="127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0130004350</w:t>
            </w:r>
          </w:p>
        </w:tc>
        <w:tc>
          <w:tcPr>
            <w:tcW w:w="851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82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2326,9</w:t>
            </w:r>
          </w:p>
        </w:tc>
        <w:tc>
          <w:tcPr>
            <w:tcW w:w="993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2326,9</w:t>
            </w:r>
          </w:p>
        </w:tc>
        <w:tc>
          <w:tcPr>
            <w:tcW w:w="1133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2326,9</w:t>
            </w:r>
          </w:p>
        </w:tc>
        <w:tc>
          <w:tcPr>
            <w:tcW w:w="1003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6980,7</w:t>
            </w:r>
          </w:p>
        </w:tc>
        <w:tc>
          <w:tcPr>
            <w:tcW w:w="1842" w:type="dxa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Диагностика и консультир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вание детей 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 району</w:t>
            </w:r>
          </w:p>
        </w:tc>
      </w:tr>
      <w:tr w:rsidR="003738DC" w:rsidRPr="00E47A09" w:rsidTr="001C5D8E">
        <w:trPr>
          <w:trHeight w:val="276"/>
        </w:trPr>
        <w:tc>
          <w:tcPr>
            <w:tcW w:w="56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C5D8E">
        <w:trPr>
          <w:trHeight w:val="273"/>
        </w:trPr>
        <w:tc>
          <w:tcPr>
            <w:tcW w:w="567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Всего по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грамме:</w:t>
            </w:r>
          </w:p>
        </w:tc>
        <w:tc>
          <w:tcPr>
            <w:tcW w:w="1276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noWrap/>
          </w:tcPr>
          <w:p w:rsidR="003738DC" w:rsidRPr="00E47A09" w:rsidRDefault="003738DC" w:rsidP="00556574">
            <w:pPr>
              <w:widowControl w:val="0"/>
              <w:ind w:left="-108" w:right="-118" w:firstLine="1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26473,1</w:t>
            </w:r>
          </w:p>
        </w:tc>
        <w:tc>
          <w:tcPr>
            <w:tcW w:w="993" w:type="dxa"/>
            <w:noWrap/>
          </w:tcPr>
          <w:p w:rsidR="003738DC" w:rsidRPr="00E47A09" w:rsidRDefault="003738DC" w:rsidP="00556574">
            <w:pPr>
              <w:widowControl w:val="0"/>
              <w:ind w:left="-108" w:right="-118" w:firstLine="1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26473,1</w:t>
            </w:r>
          </w:p>
        </w:tc>
        <w:tc>
          <w:tcPr>
            <w:tcW w:w="1133" w:type="dxa"/>
            <w:noWrap/>
          </w:tcPr>
          <w:p w:rsidR="003738DC" w:rsidRPr="00E47A09" w:rsidRDefault="003738DC" w:rsidP="00556574">
            <w:pPr>
              <w:widowControl w:val="0"/>
              <w:ind w:left="-108" w:right="-118" w:firstLine="1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26473,1</w:t>
            </w:r>
          </w:p>
        </w:tc>
        <w:tc>
          <w:tcPr>
            <w:tcW w:w="1003" w:type="dxa"/>
          </w:tcPr>
          <w:p w:rsidR="003738DC" w:rsidRPr="00E47A09" w:rsidRDefault="003738DC" w:rsidP="00556574">
            <w:pPr>
              <w:widowControl w:val="0"/>
              <w:ind w:left="-108" w:right="-118" w:firstLine="1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79419,3</w:t>
            </w:r>
          </w:p>
        </w:tc>
        <w:tc>
          <w:tcPr>
            <w:tcW w:w="184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3738DC" w:rsidRPr="00E47A09" w:rsidRDefault="003738DC" w:rsidP="00556574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Н</w:t>
      </w:r>
      <w:r w:rsidRPr="00E47A09">
        <w:rPr>
          <w:rFonts w:ascii="Arial" w:hAnsi="Arial" w:cs="Arial"/>
          <w:b w:val="0"/>
        </w:rPr>
        <w:t xml:space="preserve">ачальник отдела образования </w:t>
      </w:r>
    </w:p>
    <w:p w:rsidR="003738DC" w:rsidRPr="00E47A09" w:rsidRDefault="003738DC" w:rsidP="00556574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 </w:t>
      </w:r>
      <w:r w:rsidRPr="00E47A09">
        <w:rPr>
          <w:rFonts w:ascii="Arial" w:hAnsi="Arial" w:cs="Arial"/>
          <w:b w:val="0"/>
          <w:color w:val="000000"/>
        </w:rPr>
        <w:t xml:space="preserve">        </w:t>
      </w:r>
      <w:r>
        <w:rPr>
          <w:rFonts w:ascii="Arial" w:hAnsi="Arial" w:cs="Arial"/>
          <w:b w:val="0"/>
          <w:color w:val="000000"/>
        </w:rPr>
        <w:t>Л.А. Козлова</w:t>
      </w:r>
    </w:p>
    <w:p w:rsidR="003738DC" w:rsidRPr="00E47A09" w:rsidRDefault="003738DC" w:rsidP="00BF2437">
      <w:pPr>
        <w:widowControl w:val="0"/>
        <w:rPr>
          <w:rFonts w:ascii="Arial" w:hAnsi="Arial" w:cs="Arial"/>
          <w:sz w:val="24"/>
          <w:szCs w:val="24"/>
          <w:lang w:eastAsia="en-US"/>
        </w:rPr>
      </w:pPr>
    </w:p>
    <w:p w:rsidR="003738DC" w:rsidRPr="00E47A09" w:rsidRDefault="003738DC" w:rsidP="00556574">
      <w:pPr>
        <w:widowControl w:val="0"/>
        <w:ind w:firstLine="878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 xml:space="preserve">Приложение № 4 </w:t>
      </w:r>
      <w:r w:rsidRPr="00E47A09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3738DC" w:rsidRPr="00E47A09" w:rsidRDefault="003738DC" w:rsidP="00556574">
      <w:pPr>
        <w:widowControl w:val="0"/>
        <w:ind w:firstLine="878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Партизанского района «Развитие образования»</w:t>
      </w:r>
    </w:p>
    <w:p w:rsidR="003738DC" w:rsidRPr="00E47A09" w:rsidRDefault="003738DC" w:rsidP="00BF2437">
      <w:pPr>
        <w:widowControl w:val="0"/>
        <w:ind w:firstLine="11057"/>
        <w:rPr>
          <w:rFonts w:ascii="Arial" w:hAnsi="Arial" w:cs="Arial"/>
          <w:sz w:val="24"/>
          <w:szCs w:val="24"/>
          <w:lang w:eastAsia="en-US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Информация о ресурсном обеспечении муниципальной программы Партизанского района за счет средств районного бюдж</w:t>
      </w:r>
      <w:r w:rsidRPr="00E47A09">
        <w:rPr>
          <w:rFonts w:ascii="Arial" w:hAnsi="Arial" w:cs="Arial"/>
          <w:b w:val="0"/>
        </w:rPr>
        <w:t>е</w:t>
      </w:r>
      <w:r w:rsidRPr="00E47A09">
        <w:rPr>
          <w:rFonts w:ascii="Arial" w:hAnsi="Arial" w:cs="Arial"/>
          <w:b w:val="0"/>
        </w:rPr>
        <w:t>та, в том числе средств, поступивших из бюджетов других уровней бюджетной системы и бюджетов государственных вн</w:t>
      </w:r>
      <w:r w:rsidRPr="00E47A09">
        <w:rPr>
          <w:rFonts w:ascii="Arial" w:hAnsi="Arial" w:cs="Arial"/>
          <w:b w:val="0"/>
        </w:rPr>
        <w:t>е</w:t>
      </w:r>
      <w:r w:rsidRPr="00E47A09">
        <w:rPr>
          <w:rFonts w:ascii="Arial" w:hAnsi="Arial" w:cs="Arial"/>
          <w:b w:val="0"/>
        </w:rPr>
        <w:t>бюджетных фондов</w:t>
      </w:r>
    </w:p>
    <w:p w:rsidR="003738DC" w:rsidRPr="00E47A09" w:rsidRDefault="003738DC" w:rsidP="00BF2437">
      <w:pPr>
        <w:pStyle w:val="ConsPlusTitle"/>
        <w:tabs>
          <w:tab w:val="left" w:pos="4422"/>
        </w:tabs>
        <w:jc w:val="right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(</w:t>
      </w:r>
      <w:r w:rsidRPr="00E47A09">
        <w:rPr>
          <w:rFonts w:ascii="Arial" w:hAnsi="Arial" w:cs="Arial"/>
          <w:b w:val="0"/>
        </w:rPr>
        <w:t>тыс. рублей</w:t>
      </w:r>
      <w:r>
        <w:rPr>
          <w:rFonts w:ascii="Arial" w:hAnsi="Arial" w:cs="Arial"/>
          <w:b w:val="0"/>
        </w:rPr>
        <w:t>)</w:t>
      </w: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3"/>
        <w:gridCol w:w="1842"/>
        <w:gridCol w:w="1841"/>
        <w:gridCol w:w="852"/>
        <w:gridCol w:w="880"/>
        <w:gridCol w:w="837"/>
        <w:gridCol w:w="800"/>
        <w:gridCol w:w="1246"/>
        <w:gridCol w:w="1476"/>
        <w:gridCol w:w="1372"/>
        <w:gridCol w:w="1677"/>
      </w:tblGrid>
      <w:tr w:rsidR="003738DC" w:rsidRPr="00E47A09" w:rsidTr="00633FBD">
        <w:trPr>
          <w:trHeight w:val="375"/>
        </w:trPr>
        <w:tc>
          <w:tcPr>
            <w:tcW w:w="543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Статус (м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ная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грамма,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грамма)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мы,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640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ние главного распорядит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ля бюджетных средств (д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лее – ГРБС)</w:t>
            </w:r>
          </w:p>
        </w:tc>
        <w:tc>
          <w:tcPr>
            <w:tcW w:w="1171" w:type="pct"/>
            <w:gridSpan w:val="4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Код бюджетной классиф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кации</w:t>
            </w:r>
          </w:p>
        </w:tc>
        <w:tc>
          <w:tcPr>
            <w:tcW w:w="433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513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477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583" w:type="pct"/>
            <w:vMerge w:val="restart"/>
          </w:tcPr>
          <w:p w:rsidR="003738DC" w:rsidRPr="00E47A09" w:rsidRDefault="003738DC" w:rsidP="001B6F05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Итого на п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риод</w:t>
            </w:r>
            <w:r>
              <w:rPr>
                <w:rFonts w:ascii="Arial" w:hAnsi="Arial" w:cs="Arial"/>
                <w:sz w:val="24"/>
                <w:szCs w:val="24"/>
              </w:rPr>
              <w:t xml:space="preserve"> 2025-2027 годов</w:t>
            </w:r>
          </w:p>
        </w:tc>
      </w:tr>
      <w:tr w:rsidR="003738DC" w:rsidRPr="00E47A09" w:rsidTr="001211F3">
        <w:trPr>
          <w:trHeight w:val="1260"/>
        </w:trPr>
        <w:tc>
          <w:tcPr>
            <w:tcW w:w="543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306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2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27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433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513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477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583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B6F05">
        <w:trPr>
          <w:trHeight w:val="286"/>
        </w:trPr>
        <w:tc>
          <w:tcPr>
            <w:tcW w:w="543" w:type="pct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пальная программа</w:t>
            </w:r>
          </w:p>
        </w:tc>
        <w:tc>
          <w:tcPr>
            <w:tcW w:w="640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Развитие 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разования</w:t>
            </w:r>
          </w:p>
        </w:tc>
        <w:tc>
          <w:tcPr>
            <w:tcW w:w="640" w:type="pct"/>
          </w:tcPr>
          <w:p w:rsidR="003738DC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Всего расхо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ные обяз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тельства по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ме Партиза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ского района,</w:t>
            </w:r>
          </w:p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0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471645,4</w:t>
            </w:r>
          </w:p>
        </w:tc>
        <w:tc>
          <w:tcPr>
            <w:tcW w:w="51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470646,2</w:t>
            </w:r>
          </w:p>
        </w:tc>
        <w:tc>
          <w:tcPr>
            <w:tcW w:w="477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467735,1</w:t>
            </w:r>
          </w:p>
        </w:tc>
        <w:tc>
          <w:tcPr>
            <w:tcW w:w="58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1410026,7</w:t>
            </w:r>
          </w:p>
        </w:tc>
      </w:tr>
      <w:tr w:rsidR="003738DC" w:rsidRPr="00E47A09" w:rsidTr="001211F3">
        <w:trPr>
          <w:trHeight w:val="390"/>
        </w:trPr>
        <w:tc>
          <w:tcPr>
            <w:tcW w:w="543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29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1211F3">
        <w:trPr>
          <w:trHeight w:val="945"/>
        </w:trPr>
        <w:tc>
          <w:tcPr>
            <w:tcW w:w="543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Партизанск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30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51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477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4226,7</w:t>
            </w:r>
          </w:p>
        </w:tc>
        <w:tc>
          <w:tcPr>
            <w:tcW w:w="58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13102,9</w:t>
            </w:r>
          </w:p>
        </w:tc>
      </w:tr>
      <w:tr w:rsidR="003738DC" w:rsidRPr="00E47A09" w:rsidTr="001211F3">
        <w:trPr>
          <w:trHeight w:val="1035"/>
        </w:trPr>
        <w:tc>
          <w:tcPr>
            <w:tcW w:w="543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зования а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министрации Партизанск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30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467207,3</w:t>
            </w:r>
          </w:p>
        </w:tc>
        <w:tc>
          <w:tcPr>
            <w:tcW w:w="51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466208,1</w:t>
            </w:r>
          </w:p>
        </w:tc>
        <w:tc>
          <w:tcPr>
            <w:tcW w:w="477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463508,4</w:t>
            </w:r>
          </w:p>
        </w:tc>
        <w:tc>
          <w:tcPr>
            <w:tcW w:w="58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1396923,8</w:t>
            </w:r>
          </w:p>
        </w:tc>
      </w:tr>
      <w:tr w:rsidR="003738DC" w:rsidRPr="00E47A09" w:rsidTr="00633FBD">
        <w:trPr>
          <w:trHeight w:val="1575"/>
        </w:trPr>
        <w:tc>
          <w:tcPr>
            <w:tcW w:w="543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 1</w:t>
            </w:r>
          </w:p>
        </w:tc>
        <w:tc>
          <w:tcPr>
            <w:tcW w:w="640" w:type="pct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Развитие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школьного, общего и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полнительн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 детей</w:t>
            </w:r>
          </w:p>
        </w:tc>
        <w:tc>
          <w:tcPr>
            <w:tcW w:w="64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Всего расхо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ные обяз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тельства по </w:t>
            </w:r>
            <w:r>
              <w:rPr>
                <w:rFonts w:ascii="Arial" w:hAnsi="Arial" w:cs="Arial"/>
                <w:sz w:val="24"/>
                <w:szCs w:val="24"/>
              </w:rPr>
              <w:t xml:space="preserve">подпрограмме </w:t>
            </w:r>
            <w:r w:rsidRPr="00E47A09">
              <w:rPr>
                <w:rFonts w:ascii="Arial" w:hAnsi="Arial" w:cs="Arial"/>
                <w:sz w:val="24"/>
                <w:szCs w:val="24"/>
              </w:rPr>
              <w:t>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>
              <w:rPr>
                <w:rFonts w:ascii="Arial" w:hAnsi="Arial" w:cs="Arial"/>
                <w:sz w:val="24"/>
                <w:szCs w:val="24"/>
              </w:rPr>
              <w:t>мы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Партиза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ского района,</w:t>
            </w:r>
          </w:p>
        </w:tc>
        <w:tc>
          <w:tcPr>
            <w:tcW w:w="29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30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440734,2</w:t>
            </w:r>
          </w:p>
        </w:tc>
        <w:tc>
          <w:tcPr>
            <w:tcW w:w="51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439735,0</w:t>
            </w:r>
          </w:p>
        </w:tc>
        <w:tc>
          <w:tcPr>
            <w:tcW w:w="477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437035,3</w:t>
            </w:r>
          </w:p>
        </w:tc>
        <w:tc>
          <w:tcPr>
            <w:tcW w:w="58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1317504,5</w:t>
            </w:r>
          </w:p>
        </w:tc>
      </w:tr>
      <w:tr w:rsidR="003738DC" w:rsidRPr="00E47A09" w:rsidTr="00633FBD">
        <w:trPr>
          <w:trHeight w:val="315"/>
        </w:trPr>
        <w:tc>
          <w:tcPr>
            <w:tcW w:w="543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3738DC" w:rsidRPr="00E47A09" w:rsidRDefault="003738DC" w:rsidP="00E1180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29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633FBD">
        <w:trPr>
          <w:trHeight w:val="1005"/>
        </w:trPr>
        <w:tc>
          <w:tcPr>
            <w:tcW w:w="543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зования а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министрации Партизанск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30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440734,2</w:t>
            </w:r>
          </w:p>
        </w:tc>
        <w:tc>
          <w:tcPr>
            <w:tcW w:w="51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439735,0</w:t>
            </w:r>
          </w:p>
        </w:tc>
        <w:tc>
          <w:tcPr>
            <w:tcW w:w="477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437035,3</w:t>
            </w:r>
          </w:p>
        </w:tc>
        <w:tc>
          <w:tcPr>
            <w:tcW w:w="58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1317504,5</w:t>
            </w:r>
          </w:p>
        </w:tc>
      </w:tr>
      <w:tr w:rsidR="003738DC" w:rsidRPr="00E47A09" w:rsidTr="00633FBD">
        <w:trPr>
          <w:trHeight w:val="1575"/>
        </w:trPr>
        <w:tc>
          <w:tcPr>
            <w:tcW w:w="543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 2</w:t>
            </w:r>
          </w:p>
        </w:tc>
        <w:tc>
          <w:tcPr>
            <w:tcW w:w="640" w:type="pct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Приобретение жилья детям-сиротам и 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тям, оста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шимся без попечения родителей, а также лицам из их числа</w:t>
            </w:r>
          </w:p>
        </w:tc>
        <w:tc>
          <w:tcPr>
            <w:tcW w:w="64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Всего расхо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ные обяз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тельства по </w:t>
            </w:r>
            <w:r>
              <w:rPr>
                <w:rFonts w:ascii="Arial" w:hAnsi="Arial" w:cs="Arial"/>
                <w:sz w:val="24"/>
                <w:szCs w:val="24"/>
              </w:rPr>
              <w:t xml:space="preserve">подпрограмме </w:t>
            </w:r>
            <w:r w:rsidRPr="00E47A09">
              <w:rPr>
                <w:rFonts w:ascii="Arial" w:hAnsi="Arial" w:cs="Arial"/>
                <w:sz w:val="24"/>
                <w:szCs w:val="24"/>
              </w:rPr>
              <w:t>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>
              <w:rPr>
                <w:rFonts w:ascii="Arial" w:hAnsi="Arial" w:cs="Arial"/>
                <w:sz w:val="24"/>
                <w:szCs w:val="24"/>
              </w:rPr>
              <w:t>мы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Партиза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ского района,</w:t>
            </w:r>
          </w:p>
        </w:tc>
        <w:tc>
          <w:tcPr>
            <w:tcW w:w="29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30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51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477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4226,7</w:t>
            </w:r>
          </w:p>
        </w:tc>
        <w:tc>
          <w:tcPr>
            <w:tcW w:w="58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13102,9</w:t>
            </w:r>
          </w:p>
        </w:tc>
      </w:tr>
      <w:tr w:rsidR="003738DC" w:rsidRPr="00E47A09" w:rsidTr="00633FBD">
        <w:trPr>
          <w:trHeight w:val="315"/>
        </w:trPr>
        <w:tc>
          <w:tcPr>
            <w:tcW w:w="543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29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633FBD">
        <w:trPr>
          <w:trHeight w:val="1290"/>
        </w:trPr>
        <w:tc>
          <w:tcPr>
            <w:tcW w:w="543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Партизанск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30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51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477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4226,7</w:t>
            </w:r>
          </w:p>
        </w:tc>
        <w:tc>
          <w:tcPr>
            <w:tcW w:w="58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13102,9</w:t>
            </w:r>
          </w:p>
        </w:tc>
      </w:tr>
      <w:tr w:rsidR="003738DC" w:rsidRPr="00E47A09" w:rsidTr="00633FBD">
        <w:trPr>
          <w:trHeight w:val="1575"/>
        </w:trPr>
        <w:tc>
          <w:tcPr>
            <w:tcW w:w="543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 3</w:t>
            </w:r>
          </w:p>
        </w:tc>
        <w:tc>
          <w:tcPr>
            <w:tcW w:w="640" w:type="pct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реализации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 и прочие мероприятия</w:t>
            </w:r>
          </w:p>
        </w:tc>
        <w:tc>
          <w:tcPr>
            <w:tcW w:w="64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Всего расхо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ные обяз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тельства по </w:t>
            </w:r>
            <w:r>
              <w:rPr>
                <w:rFonts w:ascii="Arial" w:hAnsi="Arial" w:cs="Arial"/>
                <w:sz w:val="24"/>
                <w:szCs w:val="24"/>
              </w:rPr>
              <w:t xml:space="preserve">подпрограмме </w:t>
            </w:r>
            <w:r w:rsidRPr="00E47A09">
              <w:rPr>
                <w:rFonts w:ascii="Arial" w:hAnsi="Arial" w:cs="Arial"/>
                <w:sz w:val="24"/>
                <w:szCs w:val="24"/>
              </w:rPr>
              <w:t>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>
              <w:rPr>
                <w:rFonts w:ascii="Arial" w:hAnsi="Arial" w:cs="Arial"/>
                <w:sz w:val="24"/>
                <w:szCs w:val="24"/>
              </w:rPr>
              <w:t>мы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Партиза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ского района,</w:t>
            </w:r>
          </w:p>
        </w:tc>
        <w:tc>
          <w:tcPr>
            <w:tcW w:w="29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30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26473,1</w:t>
            </w:r>
          </w:p>
        </w:tc>
        <w:tc>
          <w:tcPr>
            <w:tcW w:w="51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26473,1</w:t>
            </w:r>
          </w:p>
        </w:tc>
        <w:tc>
          <w:tcPr>
            <w:tcW w:w="477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26473,1</w:t>
            </w:r>
          </w:p>
        </w:tc>
        <w:tc>
          <w:tcPr>
            <w:tcW w:w="58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79419,3</w:t>
            </w:r>
          </w:p>
        </w:tc>
      </w:tr>
      <w:tr w:rsidR="003738DC" w:rsidRPr="00E47A09" w:rsidTr="00633FBD">
        <w:trPr>
          <w:trHeight w:val="315"/>
        </w:trPr>
        <w:tc>
          <w:tcPr>
            <w:tcW w:w="543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29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633FBD">
        <w:trPr>
          <w:trHeight w:val="350"/>
        </w:trPr>
        <w:tc>
          <w:tcPr>
            <w:tcW w:w="543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зования а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министрации Партизанск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306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26473,1</w:t>
            </w:r>
          </w:p>
        </w:tc>
        <w:tc>
          <w:tcPr>
            <w:tcW w:w="51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26473,1</w:t>
            </w:r>
          </w:p>
        </w:tc>
        <w:tc>
          <w:tcPr>
            <w:tcW w:w="477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26473,1</w:t>
            </w:r>
          </w:p>
        </w:tc>
        <w:tc>
          <w:tcPr>
            <w:tcW w:w="583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79419,3</w:t>
            </w:r>
          </w:p>
        </w:tc>
      </w:tr>
    </w:tbl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Н</w:t>
      </w:r>
      <w:r w:rsidRPr="00E47A09">
        <w:rPr>
          <w:rFonts w:ascii="Arial" w:hAnsi="Arial" w:cs="Arial"/>
          <w:b w:val="0"/>
        </w:rPr>
        <w:t xml:space="preserve">ачальник отдела образования 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</w:t>
      </w:r>
      <w:r>
        <w:rPr>
          <w:rFonts w:ascii="Arial" w:hAnsi="Arial" w:cs="Arial"/>
          <w:b w:val="0"/>
          <w:color w:val="000000"/>
        </w:rPr>
        <w:t xml:space="preserve">    </w:t>
      </w:r>
      <w:r w:rsidRPr="00E47A09">
        <w:rPr>
          <w:rFonts w:ascii="Arial" w:hAnsi="Arial" w:cs="Arial"/>
          <w:b w:val="0"/>
          <w:color w:val="000000"/>
        </w:rPr>
        <w:t xml:space="preserve">                    </w:t>
      </w:r>
      <w:r>
        <w:rPr>
          <w:rFonts w:ascii="Arial" w:hAnsi="Arial" w:cs="Arial"/>
          <w:b w:val="0"/>
          <w:color w:val="000000"/>
        </w:rPr>
        <w:t>Л.А. Козлова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3738DC" w:rsidRPr="00E47A09" w:rsidRDefault="003738DC" w:rsidP="00BF2437">
      <w:pPr>
        <w:widowControl w:val="0"/>
        <w:ind w:firstLine="878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 xml:space="preserve">Приложение № 5 к муниципальной программе </w:t>
      </w:r>
    </w:p>
    <w:p w:rsidR="003738DC" w:rsidRPr="00E47A09" w:rsidRDefault="003738DC" w:rsidP="00BF2437">
      <w:pPr>
        <w:widowControl w:val="0"/>
        <w:ind w:firstLine="878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Партизанского района «Развитие образования»</w:t>
      </w:r>
    </w:p>
    <w:p w:rsidR="003738DC" w:rsidRPr="00E47A09" w:rsidRDefault="003738DC" w:rsidP="00BF2437">
      <w:pPr>
        <w:widowControl w:val="0"/>
        <w:ind w:firstLine="8789"/>
        <w:rPr>
          <w:rFonts w:ascii="Arial" w:hAnsi="Arial" w:cs="Arial"/>
          <w:sz w:val="24"/>
          <w:szCs w:val="24"/>
          <w:lang w:eastAsia="en-US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Информация об источниках финансирования подпрограмм муниципальной программы Партизанского района (средства ра</w:t>
      </w:r>
      <w:r w:rsidRPr="00E47A09">
        <w:rPr>
          <w:rFonts w:ascii="Arial" w:hAnsi="Arial" w:cs="Arial"/>
          <w:b w:val="0"/>
        </w:rPr>
        <w:t>й</w:t>
      </w:r>
      <w:r w:rsidRPr="00E47A09">
        <w:rPr>
          <w:rFonts w:ascii="Arial" w:hAnsi="Arial" w:cs="Arial"/>
          <w:b w:val="0"/>
        </w:rPr>
        <w:t>онного бюджета, в том числе средства, поступившие из бюджетов других уровней бюджетной системы, бюджетов государс</w:t>
      </w:r>
      <w:r w:rsidRPr="00E47A09">
        <w:rPr>
          <w:rFonts w:ascii="Arial" w:hAnsi="Arial" w:cs="Arial"/>
          <w:b w:val="0"/>
        </w:rPr>
        <w:t>т</w:t>
      </w:r>
      <w:r w:rsidRPr="00E47A09">
        <w:rPr>
          <w:rFonts w:ascii="Arial" w:hAnsi="Arial" w:cs="Arial"/>
          <w:b w:val="0"/>
        </w:rPr>
        <w:t>венных внебюджетных фондов)</w:t>
      </w:r>
    </w:p>
    <w:p w:rsidR="003738DC" w:rsidRPr="00E47A09" w:rsidRDefault="003738DC" w:rsidP="00BF2437">
      <w:pPr>
        <w:pStyle w:val="ConsPlusTitle"/>
        <w:tabs>
          <w:tab w:val="left" w:pos="4422"/>
        </w:tabs>
        <w:jc w:val="right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(</w:t>
      </w:r>
      <w:r w:rsidRPr="00E47A09">
        <w:rPr>
          <w:rFonts w:ascii="Arial" w:hAnsi="Arial" w:cs="Arial"/>
          <w:b w:val="0"/>
        </w:rPr>
        <w:t>тыс. рублей</w:t>
      </w:r>
      <w:r>
        <w:rPr>
          <w:rFonts w:ascii="Arial" w:hAnsi="Arial" w:cs="Arial"/>
          <w:b w:val="0"/>
        </w:rPr>
        <w:t>)</w:t>
      </w:r>
    </w:p>
    <w:tbl>
      <w:tblPr>
        <w:tblW w:w="49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4"/>
        <w:gridCol w:w="3152"/>
        <w:gridCol w:w="2840"/>
        <w:gridCol w:w="1397"/>
        <w:gridCol w:w="1580"/>
        <w:gridCol w:w="1558"/>
        <w:gridCol w:w="2265"/>
      </w:tblGrid>
      <w:tr w:rsidR="003738DC" w:rsidRPr="00E47A09" w:rsidTr="00084087">
        <w:trPr>
          <w:trHeight w:val="675"/>
        </w:trPr>
        <w:tc>
          <w:tcPr>
            <w:tcW w:w="532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Статус</w:t>
            </w:r>
            <w:r>
              <w:rPr>
                <w:rFonts w:ascii="Arial" w:hAnsi="Arial" w:cs="Arial"/>
                <w:sz w:val="24"/>
                <w:szCs w:val="24"/>
              </w:rPr>
              <w:t xml:space="preserve"> (муниц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пальная программа, подпр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грамма)</w:t>
            </w:r>
          </w:p>
        </w:tc>
        <w:tc>
          <w:tcPr>
            <w:tcW w:w="1101" w:type="pct"/>
            <w:vMerge w:val="restart"/>
          </w:tcPr>
          <w:p w:rsidR="003738DC" w:rsidRPr="00E47A09" w:rsidRDefault="003738DC" w:rsidP="005C32D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программы, по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программы </w:t>
            </w:r>
          </w:p>
        </w:tc>
        <w:tc>
          <w:tcPr>
            <w:tcW w:w="992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Уровень бюджетной системы/источники финансирования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544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791" w:type="pct"/>
            <w:vMerge w:val="restart"/>
          </w:tcPr>
          <w:p w:rsidR="003738DC" w:rsidRPr="00E47A09" w:rsidRDefault="003738DC" w:rsidP="005C32D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Итого </w:t>
            </w:r>
            <w:r>
              <w:rPr>
                <w:rFonts w:ascii="Arial" w:hAnsi="Arial" w:cs="Arial"/>
                <w:sz w:val="24"/>
                <w:szCs w:val="24"/>
              </w:rPr>
              <w:t xml:space="preserve">за </w:t>
            </w:r>
            <w:r w:rsidRPr="00E47A09">
              <w:rPr>
                <w:rFonts w:ascii="Arial" w:hAnsi="Arial" w:cs="Arial"/>
                <w:sz w:val="24"/>
                <w:szCs w:val="24"/>
              </w:rPr>
              <w:t>период</w:t>
            </w:r>
            <w:r>
              <w:rPr>
                <w:rFonts w:ascii="Arial" w:hAnsi="Arial" w:cs="Arial"/>
                <w:sz w:val="24"/>
                <w:szCs w:val="24"/>
              </w:rPr>
              <w:t xml:space="preserve"> 2025-2027 годов</w:t>
            </w:r>
          </w:p>
        </w:tc>
      </w:tr>
      <w:tr w:rsidR="003738DC" w:rsidRPr="00E47A09" w:rsidTr="00084087">
        <w:trPr>
          <w:trHeight w:val="64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544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79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пальная программа</w:t>
            </w:r>
          </w:p>
        </w:tc>
        <w:tc>
          <w:tcPr>
            <w:tcW w:w="1101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Развитие образования</w:t>
            </w:r>
          </w:p>
        </w:tc>
        <w:tc>
          <w:tcPr>
            <w:tcW w:w="992" w:type="pct"/>
          </w:tcPr>
          <w:p w:rsidR="003738DC" w:rsidRPr="00E47A09" w:rsidRDefault="003738DC" w:rsidP="00470CCE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Всего,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471645,4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470646,2</w:t>
            </w:r>
          </w:p>
        </w:tc>
        <w:tc>
          <w:tcPr>
            <w:tcW w:w="544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467735,1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1410026,7</w:t>
            </w: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470CCE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8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470CCE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3208,2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3186,3</w:t>
            </w:r>
          </w:p>
        </w:tc>
        <w:tc>
          <w:tcPr>
            <w:tcW w:w="544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1296,5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7691,0</w:t>
            </w: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470CCE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275665,7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274688,4</w:t>
            </w:r>
          </w:p>
        </w:tc>
        <w:tc>
          <w:tcPr>
            <w:tcW w:w="544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273667,1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824021,2</w:t>
            </w: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470CCE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192771,5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192771,5</w:t>
            </w:r>
          </w:p>
        </w:tc>
        <w:tc>
          <w:tcPr>
            <w:tcW w:w="544" w:type="pct"/>
          </w:tcPr>
          <w:p w:rsidR="003738DC" w:rsidRPr="001C5413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C5413">
              <w:rPr>
                <w:rFonts w:ascii="Arial" w:hAnsi="Arial" w:cs="Arial"/>
                <w:sz w:val="24"/>
                <w:szCs w:val="24"/>
              </w:rPr>
              <w:t>192771,5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578314,5</w:t>
            </w: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470CCE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внебюджетные исто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ч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ники</w:t>
            </w:r>
          </w:p>
        </w:tc>
        <w:tc>
          <w:tcPr>
            <w:tcW w:w="488" w:type="pct"/>
          </w:tcPr>
          <w:p w:rsidR="003738DC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52" w:type="pct"/>
          </w:tcPr>
          <w:p w:rsidR="003738DC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44" w:type="pct"/>
          </w:tcPr>
          <w:p w:rsidR="003738DC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1" w:type="pct"/>
          </w:tcPr>
          <w:p w:rsidR="003738DC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 1</w:t>
            </w:r>
          </w:p>
        </w:tc>
        <w:tc>
          <w:tcPr>
            <w:tcW w:w="1101" w:type="pct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Развитие дошкольного, общего и дополнительн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образования детей</w:t>
            </w: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ind w:firstLine="32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Всего,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440734,2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439735,0</w:t>
            </w:r>
          </w:p>
        </w:tc>
        <w:tc>
          <w:tcPr>
            <w:tcW w:w="544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437035,3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1317504,5</w:t>
            </w: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8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3208,2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3186,3</w:t>
            </w:r>
          </w:p>
        </w:tc>
        <w:tc>
          <w:tcPr>
            <w:tcW w:w="544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1296,5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7691,0</w:t>
            </w: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267507,9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266530,6</w:t>
            </w:r>
          </w:p>
        </w:tc>
        <w:tc>
          <w:tcPr>
            <w:tcW w:w="544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265720,7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799759,2</w:t>
            </w:r>
          </w:p>
        </w:tc>
      </w:tr>
      <w:tr w:rsidR="003738DC" w:rsidRPr="00E47A09" w:rsidTr="00084087">
        <w:trPr>
          <w:trHeight w:val="300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170018,1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170018,1</w:t>
            </w:r>
          </w:p>
        </w:tc>
        <w:tc>
          <w:tcPr>
            <w:tcW w:w="544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170018,1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510054,3</w:t>
            </w: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ind w:firstLine="32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внебюджетные исто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ч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ники</w:t>
            </w:r>
          </w:p>
        </w:tc>
        <w:tc>
          <w:tcPr>
            <w:tcW w:w="488" w:type="pct"/>
          </w:tcPr>
          <w:p w:rsidR="003738DC" w:rsidRDefault="003738DC" w:rsidP="00970F3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52" w:type="pct"/>
          </w:tcPr>
          <w:p w:rsidR="003738DC" w:rsidRDefault="003738DC" w:rsidP="00970F3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44" w:type="pct"/>
          </w:tcPr>
          <w:p w:rsidR="003738DC" w:rsidRDefault="003738DC" w:rsidP="00970F3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1" w:type="pct"/>
          </w:tcPr>
          <w:p w:rsidR="003738DC" w:rsidRDefault="003738DC" w:rsidP="00970F3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 2</w:t>
            </w:r>
          </w:p>
        </w:tc>
        <w:tc>
          <w:tcPr>
            <w:tcW w:w="1101" w:type="pct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Приобретение жилья 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тям-сиротам и детям, о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тавшимся без попечения родителей, а также л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цам из их числа</w:t>
            </w: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ind w:firstLine="32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Всего,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544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4226,7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13102,9</w:t>
            </w: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44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738DC" w:rsidRPr="00E47A09" w:rsidTr="00084087">
        <w:trPr>
          <w:trHeight w:val="31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4438,1</w:t>
            </w:r>
          </w:p>
        </w:tc>
        <w:tc>
          <w:tcPr>
            <w:tcW w:w="544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4226,7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13102,9</w:t>
            </w:r>
          </w:p>
        </w:tc>
      </w:tr>
      <w:tr w:rsidR="003738DC" w:rsidRPr="00E47A09" w:rsidTr="00084087">
        <w:trPr>
          <w:trHeight w:val="285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44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738DC" w:rsidRPr="00E47A09" w:rsidTr="00084087">
        <w:trPr>
          <w:trHeight w:val="360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внебюджетные исто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ч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ники</w:t>
            </w:r>
          </w:p>
        </w:tc>
        <w:tc>
          <w:tcPr>
            <w:tcW w:w="488" w:type="pct"/>
            <w:noWrap/>
          </w:tcPr>
          <w:p w:rsidR="003738DC" w:rsidRDefault="003738DC" w:rsidP="00970F3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52" w:type="pct"/>
            <w:noWrap/>
          </w:tcPr>
          <w:p w:rsidR="003738DC" w:rsidRDefault="003738DC" w:rsidP="00970F3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44" w:type="pct"/>
            <w:noWrap/>
          </w:tcPr>
          <w:p w:rsidR="003738DC" w:rsidRDefault="003738DC" w:rsidP="00970F3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1" w:type="pct"/>
          </w:tcPr>
          <w:p w:rsidR="003738DC" w:rsidRDefault="003738DC" w:rsidP="00970F3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738DC" w:rsidRPr="00E47A09" w:rsidTr="00084087">
        <w:trPr>
          <w:trHeight w:val="360"/>
        </w:trPr>
        <w:tc>
          <w:tcPr>
            <w:tcW w:w="532" w:type="pct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 3</w:t>
            </w:r>
          </w:p>
        </w:tc>
        <w:tc>
          <w:tcPr>
            <w:tcW w:w="1101" w:type="pct"/>
            <w:vMerge w:val="restar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реализации муниципальной 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 и прочие мероприятия</w:t>
            </w: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Всего,</w:t>
            </w:r>
          </w:p>
        </w:tc>
        <w:tc>
          <w:tcPr>
            <w:tcW w:w="48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26473,1</w:t>
            </w:r>
          </w:p>
        </w:tc>
        <w:tc>
          <w:tcPr>
            <w:tcW w:w="552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26473,1</w:t>
            </w:r>
          </w:p>
        </w:tc>
        <w:tc>
          <w:tcPr>
            <w:tcW w:w="544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26473,1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79419,3</w:t>
            </w:r>
          </w:p>
        </w:tc>
      </w:tr>
      <w:tr w:rsidR="003738DC" w:rsidRPr="00E47A09" w:rsidTr="00084087">
        <w:trPr>
          <w:trHeight w:val="360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38DC" w:rsidRPr="00E47A09" w:rsidTr="00084087">
        <w:trPr>
          <w:trHeight w:val="360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44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738DC" w:rsidRPr="00E47A09" w:rsidTr="00084087">
        <w:trPr>
          <w:trHeight w:val="360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3719,7</w:t>
            </w:r>
          </w:p>
        </w:tc>
        <w:tc>
          <w:tcPr>
            <w:tcW w:w="552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3719,7</w:t>
            </w:r>
          </w:p>
        </w:tc>
        <w:tc>
          <w:tcPr>
            <w:tcW w:w="544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3719,7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11159,1</w:t>
            </w:r>
          </w:p>
        </w:tc>
      </w:tr>
      <w:tr w:rsidR="003738DC" w:rsidRPr="00E47A09" w:rsidTr="00084087">
        <w:trPr>
          <w:trHeight w:val="360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47A09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88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22753,4</w:t>
            </w:r>
          </w:p>
        </w:tc>
        <w:tc>
          <w:tcPr>
            <w:tcW w:w="552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22753,4</w:t>
            </w:r>
          </w:p>
        </w:tc>
        <w:tc>
          <w:tcPr>
            <w:tcW w:w="544" w:type="pc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22753,4</w:t>
            </w:r>
          </w:p>
        </w:tc>
        <w:tc>
          <w:tcPr>
            <w:tcW w:w="791" w:type="pc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68260,2</w:t>
            </w:r>
          </w:p>
        </w:tc>
      </w:tr>
      <w:tr w:rsidR="003738DC" w:rsidRPr="00E47A09" w:rsidTr="00084087">
        <w:trPr>
          <w:trHeight w:val="360"/>
        </w:trPr>
        <w:tc>
          <w:tcPr>
            <w:tcW w:w="532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внебюджетные исто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ч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ники</w:t>
            </w:r>
          </w:p>
        </w:tc>
        <w:tc>
          <w:tcPr>
            <w:tcW w:w="488" w:type="pct"/>
            <w:noWrap/>
          </w:tcPr>
          <w:p w:rsidR="003738DC" w:rsidRDefault="003738DC" w:rsidP="00970F3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52" w:type="pct"/>
            <w:noWrap/>
          </w:tcPr>
          <w:p w:rsidR="003738DC" w:rsidRDefault="003738DC" w:rsidP="00970F3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44" w:type="pct"/>
            <w:noWrap/>
          </w:tcPr>
          <w:p w:rsidR="003738DC" w:rsidRDefault="003738DC" w:rsidP="00970F3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1" w:type="pct"/>
          </w:tcPr>
          <w:p w:rsidR="003738DC" w:rsidRDefault="003738DC" w:rsidP="00970F3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</w:tbl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Н</w:t>
      </w:r>
      <w:r w:rsidRPr="00E47A09">
        <w:rPr>
          <w:rFonts w:ascii="Arial" w:hAnsi="Arial" w:cs="Arial"/>
          <w:b w:val="0"/>
        </w:rPr>
        <w:t xml:space="preserve">ачальник отдела образования 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    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</w:t>
      </w:r>
      <w:r>
        <w:rPr>
          <w:rFonts w:ascii="Arial" w:hAnsi="Arial" w:cs="Arial"/>
          <w:b w:val="0"/>
          <w:color w:val="000000"/>
        </w:rPr>
        <w:t>Л.А. Козлова</w:t>
      </w:r>
    </w:p>
    <w:p w:rsidR="003738DC" w:rsidRPr="00E47A09" w:rsidRDefault="003738DC" w:rsidP="00BF2437">
      <w:pPr>
        <w:widowControl w:val="0"/>
        <w:rPr>
          <w:rFonts w:ascii="Arial" w:hAnsi="Arial" w:cs="Arial"/>
          <w:sz w:val="24"/>
          <w:szCs w:val="24"/>
          <w:lang w:eastAsia="en-US"/>
        </w:rPr>
      </w:pPr>
    </w:p>
    <w:p w:rsidR="003738DC" w:rsidRPr="00E47A09" w:rsidRDefault="003738DC" w:rsidP="00EC01AF">
      <w:pPr>
        <w:widowControl w:val="0"/>
        <w:ind w:firstLine="878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 xml:space="preserve">Приложение № 6 к муниципальной программе </w:t>
      </w:r>
    </w:p>
    <w:p w:rsidR="003738DC" w:rsidRPr="00E47A09" w:rsidRDefault="003738DC" w:rsidP="00EC01AF">
      <w:pPr>
        <w:widowControl w:val="0"/>
        <w:ind w:firstLine="878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Партизанского района «Развитие образования»</w:t>
      </w:r>
    </w:p>
    <w:p w:rsidR="003738DC" w:rsidRPr="00E47A09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</w:p>
    <w:p w:rsidR="003738DC" w:rsidRPr="004016B2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4016B2">
        <w:rPr>
          <w:rFonts w:ascii="Arial" w:hAnsi="Arial" w:cs="Arial"/>
          <w:b w:val="0"/>
        </w:rPr>
        <w:t>Информация о</w:t>
      </w:r>
      <w:r w:rsidRPr="00E3663B">
        <w:rPr>
          <w:rFonts w:ascii="Arial" w:hAnsi="Arial" w:cs="Arial"/>
          <w:b w:val="0"/>
          <w:color w:val="FF0000"/>
        </w:rPr>
        <w:t xml:space="preserve"> </w:t>
      </w:r>
      <w:r w:rsidRPr="004016B2">
        <w:rPr>
          <w:rFonts w:ascii="Arial" w:hAnsi="Arial" w:cs="Arial"/>
          <w:b w:val="0"/>
        </w:rPr>
        <w:t>сводных показателях муниципальных заданий</w:t>
      </w:r>
    </w:p>
    <w:p w:rsidR="003738DC" w:rsidRPr="004016B2" w:rsidRDefault="003738DC" w:rsidP="00BF2437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</w:p>
    <w:tbl>
      <w:tblPr>
        <w:tblW w:w="142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7"/>
        <w:gridCol w:w="3878"/>
        <w:gridCol w:w="4182"/>
        <w:gridCol w:w="1999"/>
        <w:gridCol w:w="1140"/>
        <w:gridCol w:w="1143"/>
        <w:gridCol w:w="1294"/>
      </w:tblGrid>
      <w:tr w:rsidR="003738DC" w:rsidRPr="004016B2" w:rsidTr="006F313F">
        <w:trPr>
          <w:trHeight w:val="885"/>
        </w:trPr>
        <w:tc>
          <w:tcPr>
            <w:tcW w:w="587" w:type="dxa"/>
            <w:vMerge w:val="restart"/>
          </w:tcPr>
          <w:p w:rsidR="003738DC" w:rsidRPr="004016B2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16B2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3878" w:type="dxa"/>
            <w:vMerge w:val="restart"/>
          </w:tcPr>
          <w:p w:rsidR="003738DC" w:rsidRPr="004016B2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16B2">
              <w:rPr>
                <w:rFonts w:ascii="Arial" w:hAnsi="Arial" w:cs="Arial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4182" w:type="dxa"/>
            <w:vMerge w:val="restart"/>
          </w:tcPr>
          <w:p w:rsidR="003738DC" w:rsidRPr="004016B2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16B2">
              <w:rPr>
                <w:rFonts w:ascii="Arial" w:hAnsi="Arial" w:cs="Arial"/>
                <w:sz w:val="24"/>
                <w:szCs w:val="24"/>
              </w:rPr>
              <w:t>Содержание муниципальной усл</w:t>
            </w:r>
            <w:r w:rsidRPr="004016B2">
              <w:rPr>
                <w:rFonts w:ascii="Arial" w:hAnsi="Arial" w:cs="Arial"/>
                <w:sz w:val="24"/>
                <w:szCs w:val="24"/>
              </w:rPr>
              <w:t>у</w:t>
            </w:r>
            <w:r w:rsidRPr="004016B2">
              <w:rPr>
                <w:rFonts w:ascii="Arial" w:hAnsi="Arial" w:cs="Arial"/>
                <w:sz w:val="24"/>
                <w:szCs w:val="24"/>
              </w:rPr>
              <w:t>ги (работы)</w:t>
            </w:r>
          </w:p>
        </w:tc>
        <w:tc>
          <w:tcPr>
            <w:tcW w:w="1999" w:type="dxa"/>
            <w:vMerge w:val="restart"/>
          </w:tcPr>
          <w:p w:rsidR="003738DC" w:rsidRPr="004016B2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16B2">
              <w:rPr>
                <w:rFonts w:ascii="Arial" w:hAnsi="Arial" w:cs="Arial"/>
                <w:sz w:val="24"/>
                <w:szCs w:val="24"/>
              </w:rPr>
              <w:t>Наименование и значение п</w:t>
            </w:r>
            <w:r w:rsidRPr="004016B2">
              <w:rPr>
                <w:rFonts w:ascii="Arial" w:hAnsi="Arial" w:cs="Arial"/>
                <w:sz w:val="24"/>
                <w:szCs w:val="24"/>
              </w:rPr>
              <w:t>о</w:t>
            </w:r>
            <w:r w:rsidRPr="004016B2">
              <w:rPr>
                <w:rFonts w:ascii="Arial" w:hAnsi="Arial" w:cs="Arial"/>
                <w:sz w:val="24"/>
                <w:szCs w:val="24"/>
              </w:rPr>
              <w:t>казателя объ</w:t>
            </w:r>
            <w:r w:rsidRPr="004016B2">
              <w:rPr>
                <w:rFonts w:ascii="Arial" w:hAnsi="Arial" w:cs="Arial"/>
                <w:sz w:val="24"/>
                <w:szCs w:val="24"/>
              </w:rPr>
              <w:t>е</w:t>
            </w:r>
            <w:r w:rsidRPr="004016B2">
              <w:rPr>
                <w:rFonts w:ascii="Arial" w:hAnsi="Arial" w:cs="Arial"/>
                <w:sz w:val="24"/>
                <w:szCs w:val="24"/>
              </w:rPr>
              <w:t>ма муниц</w:t>
            </w:r>
            <w:r w:rsidRPr="004016B2">
              <w:rPr>
                <w:rFonts w:ascii="Arial" w:hAnsi="Arial" w:cs="Arial"/>
                <w:sz w:val="24"/>
                <w:szCs w:val="24"/>
              </w:rPr>
              <w:t>и</w:t>
            </w:r>
            <w:r w:rsidRPr="004016B2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3577" w:type="dxa"/>
            <w:gridSpan w:val="3"/>
          </w:tcPr>
          <w:p w:rsidR="003738DC" w:rsidRPr="004016B2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016B2">
              <w:rPr>
                <w:rFonts w:ascii="Arial" w:hAnsi="Arial" w:cs="Arial"/>
                <w:sz w:val="24"/>
                <w:szCs w:val="24"/>
              </w:rPr>
              <w:t>Значение показателя объема муниципальной услуги (раб</w:t>
            </w:r>
            <w:r w:rsidRPr="004016B2">
              <w:rPr>
                <w:rFonts w:ascii="Arial" w:hAnsi="Arial" w:cs="Arial"/>
                <w:sz w:val="24"/>
                <w:szCs w:val="24"/>
              </w:rPr>
              <w:t>о</w:t>
            </w:r>
            <w:r w:rsidRPr="004016B2">
              <w:rPr>
                <w:rFonts w:ascii="Arial" w:hAnsi="Arial" w:cs="Arial"/>
                <w:sz w:val="24"/>
                <w:szCs w:val="24"/>
              </w:rPr>
              <w:t>ты) по годам реализации пр</w:t>
            </w:r>
            <w:r w:rsidRPr="004016B2">
              <w:rPr>
                <w:rFonts w:ascii="Arial" w:hAnsi="Arial" w:cs="Arial"/>
                <w:sz w:val="24"/>
                <w:szCs w:val="24"/>
              </w:rPr>
              <w:t>о</w:t>
            </w:r>
            <w:r w:rsidRPr="004016B2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</w:tr>
      <w:tr w:rsidR="003738DC" w:rsidRPr="00E47A09" w:rsidTr="006F313F">
        <w:trPr>
          <w:trHeight w:val="315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14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1294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3738DC" w:rsidRPr="00E47A09" w:rsidTr="006F313F">
        <w:trPr>
          <w:trHeight w:val="870"/>
        </w:trPr>
        <w:tc>
          <w:tcPr>
            <w:tcW w:w="587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н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чального общего образования</w:t>
            </w:r>
          </w:p>
        </w:tc>
        <w:tc>
          <w:tcPr>
            <w:tcW w:w="4182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Не указано</w:t>
            </w:r>
          </w:p>
        </w:tc>
        <w:tc>
          <w:tcPr>
            <w:tcW w:w="1999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164</w:t>
            </w:r>
          </w:p>
        </w:tc>
        <w:tc>
          <w:tcPr>
            <w:tcW w:w="114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164</w:t>
            </w:r>
          </w:p>
        </w:tc>
        <w:tc>
          <w:tcPr>
            <w:tcW w:w="1294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164</w:t>
            </w:r>
          </w:p>
        </w:tc>
      </w:tr>
      <w:tr w:rsidR="003738DC" w:rsidRPr="00E47A09" w:rsidTr="006F313F">
        <w:trPr>
          <w:trHeight w:val="840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32935,6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32935,6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32935,6</w:t>
            </w:r>
          </w:p>
        </w:tc>
      </w:tr>
      <w:tr w:rsidR="003738DC" w:rsidRPr="00E47A09" w:rsidTr="006F313F">
        <w:trPr>
          <w:trHeight w:val="810"/>
        </w:trPr>
        <w:tc>
          <w:tcPr>
            <w:tcW w:w="587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н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чального общего образования</w:t>
            </w:r>
          </w:p>
        </w:tc>
        <w:tc>
          <w:tcPr>
            <w:tcW w:w="4182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тельная программа, обучающиеся с ограниченными возможностями </w:t>
            </w:r>
          </w:p>
        </w:tc>
        <w:tc>
          <w:tcPr>
            <w:tcW w:w="1999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14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1294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</w:t>
            </w:r>
          </w:p>
        </w:tc>
      </w:tr>
      <w:tr w:rsidR="003738DC" w:rsidRPr="00E47A09" w:rsidTr="006F313F">
        <w:trPr>
          <w:trHeight w:val="825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12049,6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12049,6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12049,6</w:t>
            </w:r>
          </w:p>
        </w:tc>
      </w:tr>
      <w:tr w:rsidR="003738DC" w:rsidRPr="00E47A09" w:rsidTr="006F313F">
        <w:trPr>
          <w:trHeight w:val="825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н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чального общего образования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Проходящие обучение по состо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нию здоровья на дому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3738DC" w:rsidRPr="00E47A09" w:rsidTr="006F313F">
        <w:trPr>
          <w:trHeight w:val="825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1004,1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1004,1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1004,1</w:t>
            </w:r>
          </w:p>
        </w:tc>
      </w:tr>
      <w:tr w:rsidR="003738DC" w:rsidRPr="00E47A09" w:rsidTr="006F313F">
        <w:trPr>
          <w:trHeight w:val="556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о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новного общего образования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Не указано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обучающихся,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295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295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295</w:t>
            </w:r>
          </w:p>
        </w:tc>
      </w:tr>
      <w:tr w:rsidR="003738DC" w:rsidRPr="00E47A09" w:rsidTr="006F313F">
        <w:trPr>
          <w:trHeight w:val="810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59243,9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59243,9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59243,9</w:t>
            </w:r>
          </w:p>
        </w:tc>
      </w:tr>
      <w:tr w:rsidR="003738DC" w:rsidRPr="00E47A09" w:rsidTr="006F313F">
        <w:trPr>
          <w:trHeight w:val="840"/>
        </w:trPr>
        <w:tc>
          <w:tcPr>
            <w:tcW w:w="587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о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новного общего образования</w:t>
            </w:r>
          </w:p>
        </w:tc>
        <w:tc>
          <w:tcPr>
            <w:tcW w:w="4182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тельная программа, обучающиеся с ограниченными возможностями</w:t>
            </w:r>
          </w:p>
        </w:tc>
        <w:tc>
          <w:tcPr>
            <w:tcW w:w="1999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 на дому, чел.</w:t>
            </w:r>
          </w:p>
        </w:tc>
        <w:tc>
          <w:tcPr>
            <w:tcW w:w="1140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14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294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3738DC" w:rsidRPr="00E47A09" w:rsidTr="006F313F">
        <w:trPr>
          <w:trHeight w:val="825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3815,7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3815,7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3815,7</w:t>
            </w:r>
          </w:p>
        </w:tc>
      </w:tr>
      <w:tr w:rsidR="003738DC" w:rsidRPr="00E47A09" w:rsidTr="006F313F">
        <w:trPr>
          <w:trHeight w:val="825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о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новного общего образования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Проходящие обучение по состо</w:t>
            </w:r>
            <w:r w:rsidRPr="00E47A09">
              <w:rPr>
                <w:rFonts w:ascii="Arial" w:hAnsi="Arial" w:cs="Arial"/>
                <w:sz w:val="24"/>
                <w:szCs w:val="24"/>
              </w:rPr>
              <w:t>я</w:t>
            </w:r>
            <w:r w:rsidRPr="00E47A09">
              <w:rPr>
                <w:rFonts w:ascii="Arial" w:hAnsi="Arial" w:cs="Arial"/>
                <w:sz w:val="24"/>
                <w:szCs w:val="24"/>
              </w:rPr>
              <w:t>нию здоровья на дому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 на дому, 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738DC" w:rsidRPr="00E47A09" w:rsidTr="006F313F">
        <w:trPr>
          <w:trHeight w:val="825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602,5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602,5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602,5</w:t>
            </w:r>
          </w:p>
        </w:tc>
      </w:tr>
      <w:tr w:rsidR="003738DC" w:rsidRPr="00E47A09" w:rsidTr="006F313F">
        <w:trPr>
          <w:trHeight w:val="885"/>
        </w:trPr>
        <w:tc>
          <w:tcPr>
            <w:tcW w:w="587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сре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него общего образования</w:t>
            </w:r>
          </w:p>
        </w:tc>
        <w:tc>
          <w:tcPr>
            <w:tcW w:w="4182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Не указано</w:t>
            </w:r>
          </w:p>
        </w:tc>
        <w:tc>
          <w:tcPr>
            <w:tcW w:w="1999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114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</w:t>
            </w:r>
          </w:p>
        </w:tc>
        <w:tc>
          <w:tcPr>
            <w:tcW w:w="1294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14459,5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14459,5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14459,5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Не указано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425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425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425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2900,0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2900,0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2900,0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Организация и осуществление подвоза обучающихся в 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зовательные учреждения авт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мобильным транспортом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Организация и осуществление подвоза обучающихся в 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тельные учреждения автомобил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ным транспортом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маршрутов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4421,0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4421,0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4421,0</w:t>
            </w:r>
          </w:p>
        </w:tc>
      </w:tr>
      <w:tr w:rsidR="003738DC" w:rsidRPr="00E47A09" w:rsidTr="006F313F">
        <w:trPr>
          <w:trHeight w:val="870"/>
        </w:trPr>
        <w:tc>
          <w:tcPr>
            <w:tcW w:w="587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 1 года до 3 лет</w:t>
            </w:r>
          </w:p>
        </w:tc>
        <w:tc>
          <w:tcPr>
            <w:tcW w:w="1999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114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1294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41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8866,1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8866,1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8866,1</w:t>
            </w:r>
          </w:p>
        </w:tc>
      </w:tr>
      <w:tr w:rsidR="003738DC" w:rsidRPr="00E47A09" w:rsidTr="006F313F">
        <w:trPr>
          <w:trHeight w:val="870"/>
        </w:trPr>
        <w:tc>
          <w:tcPr>
            <w:tcW w:w="587" w:type="dxa"/>
            <w:vMerge w:val="restart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 3 лет до 8 лет</w:t>
            </w:r>
          </w:p>
        </w:tc>
        <w:tc>
          <w:tcPr>
            <w:tcW w:w="1999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172</w:t>
            </w:r>
          </w:p>
        </w:tc>
        <w:tc>
          <w:tcPr>
            <w:tcW w:w="1143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172</w:t>
            </w:r>
          </w:p>
        </w:tc>
        <w:tc>
          <w:tcPr>
            <w:tcW w:w="1294" w:type="dxa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172</w:t>
            </w:r>
          </w:p>
        </w:tc>
      </w:tr>
      <w:tr w:rsidR="003738DC" w:rsidRPr="00E47A09" w:rsidTr="006F313F">
        <w:trPr>
          <w:trHeight w:val="930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37194,3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37194,3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37194,3</w:t>
            </w:r>
          </w:p>
        </w:tc>
      </w:tr>
      <w:tr w:rsidR="003738DC" w:rsidRPr="00E47A09" w:rsidTr="006F313F">
        <w:trPr>
          <w:trHeight w:val="930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тельная программа, обучающиеся с ограниченными возможностями, от 3 до 8 лет (группа полного дня)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3738DC" w:rsidRPr="00E47A09" w:rsidTr="006F313F">
        <w:trPr>
          <w:trHeight w:val="930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648,7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648,7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648,7</w:t>
            </w:r>
          </w:p>
        </w:tc>
      </w:tr>
      <w:tr w:rsidR="003738DC" w:rsidRPr="00E47A09" w:rsidTr="006F313F">
        <w:trPr>
          <w:trHeight w:val="930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тельная программа, дети-инвалиды (группа кратковременн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пребывания)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3738DC" w:rsidRPr="00E47A09" w:rsidTr="006F313F">
        <w:trPr>
          <w:trHeight w:val="930"/>
        </w:trPr>
        <w:tc>
          <w:tcPr>
            <w:tcW w:w="58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432,5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432,5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432,5</w:t>
            </w:r>
          </w:p>
        </w:tc>
      </w:tr>
      <w:tr w:rsidR="003738DC" w:rsidRPr="00E47A09" w:rsidTr="006F313F">
        <w:trPr>
          <w:trHeight w:val="930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E47A09">
              <w:rPr>
                <w:rFonts w:ascii="Arial" w:hAnsi="Arial" w:cs="Arial"/>
                <w:sz w:val="24"/>
                <w:szCs w:val="24"/>
              </w:rPr>
              <w:t>б</w:t>
            </w:r>
            <w:r w:rsidRPr="00E47A09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тельная программа, дети-инвалиды (группа полного дня)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3738DC" w:rsidRPr="00E47A09" w:rsidTr="006F313F">
        <w:trPr>
          <w:trHeight w:val="930"/>
        </w:trPr>
        <w:tc>
          <w:tcPr>
            <w:tcW w:w="58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216,2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216,2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216,2</w:t>
            </w:r>
          </w:p>
        </w:tc>
      </w:tr>
      <w:tr w:rsidR="003738DC" w:rsidRPr="00E47A09" w:rsidTr="006F313F">
        <w:trPr>
          <w:trHeight w:val="930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Техническ</w:t>
            </w:r>
            <w:r>
              <w:rPr>
                <w:rFonts w:ascii="Arial" w:hAnsi="Arial" w:cs="Arial"/>
                <w:sz w:val="24"/>
                <w:szCs w:val="24"/>
              </w:rPr>
              <w:t>ой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3738DC" w:rsidRPr="00E47A09" w:rsidTr="006F313F">
        <w:trPr>
          <w:trHeight w:val="930"/>
        </w:trPr>
        <w:tc>
          <w:tcPr>
            <w:tcW w:w="58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183,1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183,1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183,1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Естественнонаучной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17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389,0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389,0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389,0</w:t>
            </w:r>
          </w:p>
        </w:tc>
      </w:tr>
      <w:tr w:rsidR="003738DC" w:rsidRPr="00E47A09" w:rsidTr="006F313F">
        <w:trPr>
          <w:trHeight w:val="529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Художественной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38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869,6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869,6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869,6</w:t>
            </w:r>
          </w:p>
        </w:tc>
      </w:tr>
      <w:tr w:rsidR="003738DC" w:rsidRPr="00E47A09" w:rsidTr="00783864">
        <w:trPr>
          <w:trHeight w:val="556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Туристко-краеведческой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3738DC" w:rsidRPr="00E47A09" w:rsidTr="006F313F">
        <w:trPr>
          <w:trHeight w:val="757"/>
        </w:trPr>
        <w:tc>
          <w:tcPr>
            <w:tcW w:w="58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572,1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572,1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572,1</w:t>
            </w:r>
          </w:p>
        </w:tc>
      </w:tr>
      <w:tr w:rsidR="003738DC" w:rsidRPr="00E47A09" w:rsidTr="00783864">
        <w:trPr>
          <w:trHeight w:val="635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Социально-педагогической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54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1235,7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1235,7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1235,7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 ПФДО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Художественной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78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1855,8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1855,8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1855,8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 w:val="restart"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 ПФДО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Социально-педагогической</w:t>
            </w: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76</w:t>
            </w:r>
          </w:p>
        </w:tc>
      </w:tr>
      <w:tr w:rsidR="003738DC" w:rsidRPr="00E47A09" w:rsidTr="006F313F">
        <w:trPr>
          <w:trHeight w:val="780"/>
        </w:trPr>
        <w:tc>
          <w:tcPr>
            <w:tcW w:w="587" w:type="dxa"/>
            <w:vMerge/>
            <w:vAlign w:val="center"/>
          </w:tcPr>
          <w:p w:rsidR="003738DC" w:rsidRPr="00E47A09" w:rsidRDefault="003738DC" w:rsidP="00BF243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3738DC" w:rsidRPr="00E47A09" w:rsidRDefault="003738DC" w:rsidP="00BF243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1808,2</w:t>
            </w:r>
          </w:p>
        </w:tc>
        <w:tc>
          <w:tcPr>
            <w:tcW w:w="1143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1808,2</w:t>
            </w:r>
          </w:p>
        </w:tc>
        <w:tc>
          <w:tcPr>
            <w:tcW w:w="1294" w:type="dxa"/>
            <w:noWrap/>
          </w:tcPr>
          <w:p w:rsidR="003738DC" w:rsidRPr="00E47A09" w:rsidRDefault="003738DC" w:rsidP="00BF243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1808,2</w:t>
            </w:r>
          </w:p>
        </w:tc>
      </w:tr>
    </w:tbl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Н</w:t>
      </w:r>
      <w:r w:rsidRPr="00E47A09">
        <w:rPr>
          <w:rFonts w:ascii="Arial" w:hAnsi="Arial" w:cs="Arial"/>
          <w:b w:val="0"/>
        </w:rPr>
        <w:t xml:space="preserve">ачальник отдела образования </w:t>
      </w:r>
    </w:p>
    <w:p w:rsidR="003738DC" w:rsidRPr="00E47A09" w:rsidRDefault="003738DC" w:rsidP="00BF2437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   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</w:t>
      </w:r>
      <w:r>
        <w:rPr>
          <w:rFonts w:ascii="Arial" w:hAnsi="Arial" w:cs="Arial"/>
          <w:b w:val="0"/>
          <w:color w:val="000000"/>
        </w:rPr>
        <w:t>Л.А. Козлова</w:t>
      </w:r>
    </w:p>
    <w:sectPr w:rsidR="003738DC" w:rsidRPr="00E47A09" w:rsidSect="00BF2437">
      <w:type w:val="nextColumn"/>
      <w:pgSz w:w="16838" w:h="11906" w:orient="landscape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8DC" w:rsidRDefault="003738DC">
      <w:r>
        <w:separator/>
      </w:r>
    </w:p>
  </w:endnote>
  <w:endnote w:type="continuationSeparator" w:id="0">
    <w:p w:rsidR="003738DC" w:rsidRDefault="003738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8DC" w:rsidRDefault="003738DC">
      <w:r>
        <w:separator/>
      </w:r>
    </w:p>
  </w:footnote>
  <w:footnote w:type="continuationSeparator" w:id="0">
    <w:p w:rsidR="003738DC" w:rsidRDefault="003738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B3C53"/>
    <w:multiLevelType w:val="hybridMultilevel"/>
    <w:tmpl w:val="7430B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C91A4C"/>
    <w:multiLevelType w:val="hybridMultilevel"/>
    <w:tmpl w:val="D8C45AF2"/>
    <w:lvl w:ilvl="0" w:tplc="588C8FBC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272423"/>
    <w:multiLevelType w:val="hybridMultilevel"/>
    <w:tmpl w:val="14F8ADC0"/>
    <w:lvl w:ilvl="0" w:tplc="2C3078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28D1108"/>
    <w:multiLevelType w:val="hybridMultilevel"/>
    <w:tmpl w:val="DF1A65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9CA128C"/>
    <w:multiLevelType w:val="hybridMultilevel"/>
    <w:tmpl w:val="656E96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44E0113"/>
    <w:multiLevelType w:val="hybridMultilevel"/>
    <w:tmpl w:val="EAF204BC"/>
    <w:lvl w:ilvl="0" w:tplc="2C3078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7">
    <w:nsid w:val="693C753D"/>
    <w:multiLevelType w:val="hybridMultilevel"/>
    <w:tmpl w:val="724678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8"/>
  <w:autoHyphenation/>
  <w:hyphenationZone w:val="357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1B29"/>
    <w:rsid w:val="00000AA4"/>
    <w:rsid w:val="00002FC7"/>
    <w:rsid w:val="000042E9"/>
    <w:rsid w:val="00006DDB"/>
    <w:rsid w:val="00006F2E"/>
    <w:rsid w:val="00007AC4"/>
    <w:rsid w:val="00007D52"/>
    <w:rsid w:val="000109E8"/>
    <w:rsid w:val="0001137F"/>
    <w:rsid w:val="00014C6F"/>
    <w:rsid w:val="00015E55"/>
    <w:rsid w:val="00015EBF"/>
    <w:rsid w:val="00017651"/>
    <w:rsid w:val="00020A36"/>
    <w:rsid w:val="00020FA4"/>
    <w:rsid w:val="000222E5"/>
    <w:rsid w:val="0002288B"/>
    <w:rsid w:val="0002342D"/>
    <w:rsid w:val="00023FC9"/>
    <w:rsid w:val="00026849"/>
    <w:rsid w:val="0002688B"/>
    <w:rsid w:val="00026D40"/>
    <w:rsid w:val="00030929"/>
    <w:rsid w:val="0003154C"/>
    <w:rsid w:val="00034E35"/>
    <w:rsid w:val="00035287"/>
    <w:rsid w:val="000355B3"/>
    <w:rsid w:val="000363F4"/>
    <w:rsid w:val="000411E3"/>
    <w:rsid w:val="00042121"/>
    <w:rsid w:val="0004269A"/>
    <w:rsid w:val="00042807"/>
    <w:rsid w:val="000431F6"/>
    <w:rsid w:val="000448FD"/>
    <w:rsid w:val="0004528A"/>
    <w:rsid w:val="000466F7"/>
    <w:rsid w:val="00046988"/>
    <w:rsid w:val="00047450"/>
    <w:rsid w:val="000543B2"/>
    <w:rsid w:val="00054828"/>
    <w:rsid w:val="00055149"/>
    <w:rsid w:val="00055619"/>
    <w:rsid w:val="00056DEC"/>
    <w:rsid w:val="00061746"/>
    <w:rsid w:val="00063113"/>
    <w:rsid w:val="00063714"/>
    <w:rsid w:val="00063F02"/>
    <w:rsid w:val="000641E3"/>
    <w:rsid w:val="00064942"/>
    <w:rsid w:val="000649C8"/>
    <w:rsid w:val="00064A3A"/>
    <w:rsid w:val="000659E9"/>
    <w:rsid w:val="00065F84"/>
    <w:rsid w:val="00071127"/>
    <w:rsid w:val="0007474F"/>
    <w:rsid w:val="000759E3"/>
    <w:rsid w:val="00076326"/>
    <w:rsid w:val="0007761A"/>
    <w:rsid w:val="00084087"/>
    <w:rsid w:val="00084D7B"/>
    <w:rsid w:val="0008517F"/>
    <w:rsid w:val="00087F2B"/>
    <w:rsid w:val="00090870"/>
    <w:rsid w:val="00091824"/>
    <w:rsid w:val="000928B9"/>
    <w:rsid w:val="00092A34"/>
    <w:rsid w:val="00094231"/>
    <w:rsid w:val="0009546C"/>
    <w:rsid w:val="000955D4"/>
    <w:rsid w:val="0009590A"/>
    <w:rsid w:val="0009617B"/>
    <w:rsid w:val="00097A6B"/>
    <w:rsid w:val="000A15C7"/>
    <w:rsid w:val="000A487E"/>
    <w:rsid w:val="000A6858"/>
    <w:rsid w:val="000A6A8A"/>
    <w:rsid w:val="000A7369"/>
    <w:rsid w:val="000B0957"/>
    <w:rsid w:val="000B208A"/>
    <w:rsid w:val="000B2A61"/>
    <w:rsid w:val="000B4469"/>
    <w:rsid w:val="000B4E7D"/>
    <w:rsid w:val="000B6489"/>
    <w:rsid w:val="000C0697"/>
    <w:rsid w:val="000C1A3D"/>
    <w:rsid w:val="000C210A"/>
    <w:rsid w:val="000C2626"/>
    <w:rsid w:val="000C2B8D"/>
    <w:rsid w:val="000C31EB"/>
    <w:rsid w:val="000C4026"/>
    <w:rsid w:val="000C4089"/>
    <w:rsid w:val="000C485C"/>
    <w:rsid w:val="000C57A9"/>
    <w:rsid w:val="000D1BC6"/>
    <w:rsid w:val="000D29F3"/>
    <w:rsid w:val="000D3F5F"/>
    <w:rsid w:val="000D6941"/>
    <w:rsid w:val="000D724B"/>
    <w:rsid w:val="000E0260"/>
    <w:rsid w:val="000E1835"/>
    <w:rsid w:val="000E20A8"/>
    <w:rsid w:val="000E2B94"/>
    <w:rsid w:val="000E2C9D"/>
    <w:rsid w:val="000E42F7"/>
    <w:rsid w:val="000E48DC"/>
    <w:rsid w:val="000E7405"/>
    <w:rsid w:val="000F0A46"/>
    <w:rsid w:val="000F1399"/>
    <w:rsid w:val="000F1609"/>
    <w:rsid w:val="000F5DFD"/>
    <w:rsid w:val="000F7760"/>
    <w:rsid w:val="00100D44"/>
    <w:rsid w:val="00101493"/>
    <w:rsid w:val="00102CC0"/>
    <w:rsid w:val="001053A2"/>
    <w:rsid w:val="001069F9"/>
    <w:rsid w:val="00107C22"/>
    <w:rsid w:val="00110AE6"/>
    <w:rsid w:val="00111E2A"/>
    <w:rsid w:val="0011274A"/>
    <w:rsid w:val="00113709"/>
    <w:rsid w:val="00113E6D"/>
    <w:rsid w:val="00113EFA"/>
    <w:rsid w:val="00115152"/>
    <w:rsid w:val="001154FF"/>
    <w:rsid w:val="0011553B"/>
    <w:rsid w:val="0012075D"/>
    <w:rsid w:val="001211F3"/>
    <w:rsid w:val="0012186B"/>
    <w:rsid w:val="00121D04"/>
    <w:rsid w:val="001221B4"/>
    <w:rsid w:val="00123B79"/>
    <w:rsid w:val="00125732"/>
    <w:rsid w:val="001265DF"/>
    <w:rsid w:val="001269DB"/>
    <w:rsid w:val="00126A1B"/>
    <w:rsid w:val="00126B56"/>
    <w:rsid w:val="00130A5A"/>
    <w:rsid w:val="00131605"/>
    <w:rsid w:val="001317CF"/>
    <w:rsid w:val="00132297"/>
    <w:rsid w:val="0013300E"/>
    <w:rsid w:val="00133DC6"/>
    <w:rsid w:val="001419E8"/>
    <w:rsid w:val="00143018"/>
    <w:rsid w:val="001430E6"/>
    <w:rsid w:val="0014351C"/>
    <w:rsid w:val="0014444E"/>
    <w:rsid w:val="00146463"/>
    <w:rsid w:val="001465BD"/>
    <w:rsid w:val="00146E2B"/>
    <w:rsid w:val="00152008"/>
    <w:rsid w:val="00152921"/>
    <w:rsid w:val="00153CE0"/>
    <w:rsid w:val="0015403E"/>
    <w:rsid w:val="001547EA"/>
    <w:rsid w:val="00155B38"/>
    <w:rsid w:val="0015723A"/>
    <w:rsid w:val="00157A6E"/>
    <w:rsid w:val="00161A80"/>
    <w:rsid w:val="001627E2"/>
    <w:rsid w:val="0016346A"/>
    <w:rsid w:val="00165FDE"/>
    <w:rsid w:val="00167EBC"/>
    <w:rsid w:val="001723E7"/>
    <w:rsid w:val="0017335A"/>
    <w:rsid w:val="001738BF"/>
    <w:rsid w:val="00173B74"/>
    <w:rsid w:val="0017529D"/>
    <w:rsid w:val="00175859"/>
    <w:rsid w:val="00175FC5"/>
    <w:rsid w:val="0017764E"/>
    <w:rsid w:val="00182DC0"/>
    <w:rsid w:val="001834CD"/>
    <w:rsid w:val="00185159"/>
    <w:rsid w:val="0018681A"/>
    <w:rsid w:val="00186B78"/>
    <w:rsid w:val="001874B1"/>
    <w:rsid w:val="00190449"/>
    <w:rsid w:val="001914EE"/>
    <w:rsid w:val="00192012"/>
    <w:rsid w:val="00194851"/>
    <w:rsid w:val="00197DDB"/>
    <w:rsid w:val="00197E5F"/>
    <w:rsid w:val="001A01EC"/>
    <w:rsid w:val="001A170D"/>
    <w:rsid w:val="001A189A"/>
    <w:rsid w:val="001A1E8E"/>
    <w:rsid w:val="001A31EF"/>
    <w:rsid w:val="001A56D8"/>
    <w:rsid w:val="001A6CFA"/>
    <w:rsid w:val="001A6D34"/>
    <w:rsid w:val="001A73A3"/>
    <w:rsid w:val="001B06D5"/>
    <w:rsid w:val="001B0BD2"/>
    <w:rsid w:val="001B1370"/>
    <w:rsid w:val="001B267F"/>
    <w:rsid w:val="001B32A1"/>
    <w:rsid w:val="001B3ABD"/>
    <w:rsid w:val="001B3B62"/>
    <w:rsid w:val="001B4893"/>
    <w:rsid w:val="001B4BC9"/>
    <w:rsid w:val="001B6C2B"/>
    <w:rsid w:val="001B6F05"/>
    <w:rsid w:val="001B78FC"/>
    <w:rsid w:val="001C1058"/>
    <w:rsid w:val="001C2F61"/>
    <w:rsid w:val="001C3398"/>
    <w:rsid w:val="001C3E0B"/>
    <w:rsid w:val="001C3EA2"/>
    <w:rsid w:val="001C5413"/>
    <w:rsid w:val="001C54FC"/>
    <w:rsid w:val="001C56E4"/>
    <w:rsid w:val="001C59BE"/>
    <w:rsid w:val="001C5D8E"/>
    <w:rsid w:val="001C5FBA"/>
    <w:rsid w:val="001C6484"/>
    <w:rsid w:val="001C70E7"/>
    <w:rsid w:val="001C78D4"/>
    <w:rsid w:val="001C7B3D"/>
    <w:rsid w:val="001C7DCB"/>
    <w:rsid w:val="001D313A"/>
    <w:rsid w:val="001D72A2"/>
    <w:rsid w:val="001D7566"/>
    <w:rsid w:val="001D7B79"/>
    <w:rsid w:val="001E156B"/>
    <w:rsid w:val="001E2C2E"/>
    <w:rsid w:val="001E4478"/>
    <w:rsid w:val="001E5CF4"/>
    <w:rsid w:val="001F2B95"/>
    <w:rsid w:val="001F40BD"/>
    <w:rsid w:val="001F54A5"/>
    <w:rsid w:val="001F72F9"/>
    <w:rsid w:val="00201028"/>
    <w:rsid w:val="00201151"/>
    <w:rsid w:val="002018D6"/>
    <w:rsid w:val="00201F4F"/>
    <w:rsid w:val="00202A33"/>
    <w:rsid w:val="00202AA6"/>
    <w:rsid w:val="002039A8"/>
    <w:rsid w:val="00203FB2"/>
    <w:rsid w:val="002051C5"/>
    <w:rsid w:val="0020610A"/>
    <w:rsid w:val="002108AB"/>
    <w:rsid w:val="00211187"/>
    <w:rsid w:val="00213FC5"/>
    <w:rsid w:val="00215CE4"/>
    <w:rsid w:val="00215E5F"/>
    <w:rsid w:val="00221F45"/>
    <w:rsid w:val="00222E6A"/>
    <w:rsid w:val="00223B9B"/>
    <w:rsid w:val="00224D88"/>
    <w:rsid w:val="0022631E"/>
    <w:rsid w:val="00226835"/>
    <w:rsid w:val="00227770"/>
    <w:rsid w:val="002278FA"/>
    <w:rsid w:val="0023029A"/>
    <w:rsid w:val="002316C3"/>
    <w:rsid w:val="002322A3"/>
    <w:rsid w:val="00232397"/>
    <w:rsid w:val="00232C2B"/>
    <w:rsid w:val="002330DC"/>
    <w:rsid w:val="00234028"/>
    <w:rsid w:val="002344AF"/>
    <w:rsid w:val="00234EA0"/>
    <w:rsid w:val="00235294"/>
    <w:rsid w:val="00235FBC"/>
    <w:rsid w:val="002369E3"/>
    <w:rsid w:val="00236BB5"/>
    <w:rsid w:val="00236DBD"/>
    <w:rsid w:val="002373A5"/>
    <w:rsid w:val="00241FF0"/>
    <w:rsid w:val="00242427"/>
    <w:rsid w:val="002435E8"/>
    <w:rsid w:val="00244519"/>
    <w:rsid w:val="00245F36"/>
    <w:rsid w:val="002518B7"/>
    <w:rsid w:val="002535BC"/>
    <w:rsid w:val="00253D83"/>
    <w:rsid w:val="0025564A"/>
    <w:rsid w:val="0026088F"/>
    <w:rsid w:val="00260CF5"/>
    <w:rsid w:val="00261255"/>
    <w:rsid w:val="00261F8C"/>
    <w:rsid w:val="002623E9"/>
    <w:rsid w:val="00264286"/>
    <w:rsid w:val="00264777"/>
    <w:rsid w:val="00265589"/>
    <w:rsid w:val="00266246"/>
    <w:rsid w:val="002709EA"/>
    <w:rsid w:val="002730BA"/>
    <w:rsid w:val="0027310A"/>
    <w:rsid w:val="00273B36"/>
    <w:rsid w:val="00275BD5"/>
    <w:rsid w:val="00275C88"/>
    <w:rsid w:val="00277554"/>
    <w:rsid w:val="00281C7F"/>
    <w:rsid w:val="002831EA"/>
    <w:rsid w:val="00284792"/>
    <w:rsid w:val="002860E5"/>
    <w:rsid w:val="002877DF"/>
    <w:rsid w:val="00287AEA"/>
    <w:rsid w:val="00290286"/>
    <w:rsid w:val="002927B5"/>
    <w:rsid w:val="00292E75"/>
    <w:rsid w:val="002937A2"/>
    <w:rsid w:val="002948C4"/>
    <w:rsid w:val="0029660C"/>
    <w:rsid w:val="00297A89"/>
    <w:rsid w:val="002A0289"/>
    <w:rsid w:val="002A2036"/>
    <w:rsid w:val="002A40AC"/>
    <w:rsid w:val="002A477D"/>
    <w:rsid w:val="002B0443"/>
    <w:rsid w:val="002B0E92"/>
    <w:rsid w:val="002B151C"/>
    <w:rsid w:val="002B1A8A"/>
    <w:rsid w:val="002B3199"/>
    <w:rsid w:val="002B6095"/>
    <w:rsid w:val="002B60AF"/>
    <w:rsid w:val="002B6D10"/>
    <w:rsid w:val="002B77C0"/>
    <w:rsid w:val="002B7916"/>
    <w:rsid w:val="002C0324"/>
    <w:rsid w:val="002C04EF"/>
    <w:rsid w:val="002C4456"/>
    <w:rsid w:val="002C67E1"/>
    <w:rsid w:val="002D05DB"/>
    <w:rsid w:val="002D174A"/>
    <w:rsid w:val="002D4F9C"/>
    <w:rsid w:val="002D652D"/>
    <w:rsid w:val="002D6C0E"/>
    <w:rsid w:val="002E0A12"/>
    <w:rsid w:val="002E0AA7"/>
    <w:rsid w:val="002E1370"/>
    <w:rsid w:val="002E168C"/>
    <w:rsid w:val="002E2F1A"/>
    <w:rsid w:val="002E39F7"/>
    <w:rsid w:val="002E3DFA"/>
    <w:rsid w:val="002E49A4"/>
    <w:rsid w:val="002E5BA9"/>
    <w:rsid w:val="002E711C"/>
    <w:rsid w:val="002E76B8"/>
    <w:rsid w:val="002F162C"/>
    <w:rsid w:val="002F1CE2"/>
    <w:rsid w:val="002F2640"/>
    <w:rsid w:val="002F32E2"/>
    <w:rsid w:val="002F3539"/>
    <w:rsid w:val="002F4176"/>
    <w:rsid w:val="002F5650"/>
    <w:rsid w:val="00300AB0"/>
    <w:rsid w:val="00301AED"/>
    <w:rsid w:val="003035E6"/>
    <w:rsid w:val="00303A02"/>
    <w:rsid w:val="00303E54"/>
    <w:rsid w:val="00304F7F"/>
    <w:rsid w:val="003054A5"/>
    <w:rsid w:val="00305FB9"/>
    <w:rsid w:val="0030677E"/>
    <w:rsid w:val="0031114C"/>
    <w:rsid w:val="00311E41"/>
    <w:rsid w:val="003151D3"/>
    <w:rsid w:val="00315F9E"/>
    <w:rsid w:val="00320686"/>
    <w:rsid w:val="00321446"/>
    <w:rsid w:val="0032193E"/>
    <w:rsid w:val="0032646D"/>
    <w:rsid w:val="003266F6"/>
    <w:rsid w:val="00327AD9"/>
    <w:rsid w:val="003302C0"/>
    <w:rsid w:val="00331580"/>
    <w:rsid w:val="003342AA"/>
    <w:rsid w:val="00335223"/>
    <w:rsid w:val="00335BB0"/>
    <w:rsid w:val="00337E8E"/>
    <w:rsid w:val="00340BFC"/>
    <w:rsid w:val="003429A8"/>
    <w:rsid w:val="003469B6"/>
    <w:rsid w:val="0035010C"/>
    <w:rsid w:val="00350686"/>
    <w:rsid w:val="00350C54"/>
    <w:rsid w:val="00351E0A"/>
    <w:rsid w:val="00352EAE"/>
    <w:rsid w:val="00353ADF"/>
    <w:rsid w:val="00353CF2"/>
    <w:rsid w:val="00354976"/>
    <w:rsid w:val="003557A0"/>
    <w:rsid w:val="003612FE"/>
    <w:rsid w:val="003613FA"/>
    <w:rsid w:val="00361B18"/>
    <w:rsid w:val="00363C4D"/>
    <w:rsid w:val="00364059"/>
    <w:rsid w:val="003657FE"/>
    <w:rsid w:val="00366E25"/>
    <w:rsid w:val="003701A4"/>
    <w:rsid w:val="00372C4C"/>
    <w:rsid w:val="003738DC"/>
    <w:rsid w:val="00374A08"/>
    <w:rsid w:val="00375572"/>
    <w:rsid w:val="00375AB1"/>
    <w:rsid w:val="00375F37"/>
    <w:rsid w:val="00375F93"/>
    <w:rsid w:val="003765D0"/>
    <w:rsid w:val="00381648"/>
    <w:rsid w:val="00385B84"/>
    <w:rsid w:val="00385F6E"/>
    <w:rsid w:val="0038641B"/>
    <w:rsid w:val="003905B2"/>
    <w:rsid w:val="00391BE2"/>
    <w:rsid w:val="00391F46"/>
    <w:rsid w:val="00392638"/>
    <w:rsid w:val="00392665"/>
    <w:rsid w:val="00392AFA"/>
    <w:rsid w:val="0039315A"/>
    <w:rsid w:val="003944F0"/>
    <w:rsid w:val="00395504"/>
    <w:rsid w:val="00396C11"/>
    <w:rsid w:val="003A185D"/>
    <w:rsid w:val="003A21F1"/>
    <w:rsid w:val="003A2666"/>
    <w:rsid w:val="003A4E58"/>
    <w:rsid w:val="003A5FED"/>
    <w:rsid w:val="003B0FD4"/>
    <w:rsid w:val="003B32A2"/>
    <w:rsid w:val="003B4E47"/>
    <w:rsid w:val="003B689F"/>
    <w:rsid w:val="003B692A"/>
    <w:rsid w:val="003B731C"/>
    <w:rsid w:val="003B783F"/>
    <w:rsid w:val="003B78A8"/>
    <w:rsid w:val="003C042A"/>
    <w:rsid w:val="003C0839"/>
    <w:rsid w:val="003C2008"/>
    <w:rsid w:val="003C24A5"/>
    <w:rsid w:val="003C3F10"/>
    <w:rsid w:val="003C48C4"/>
    <w:rsid w:val="003C5A9C"/>
    <w:rsid w:val="003C602D"/>
    <w:rsid w:val="003D2623"/>
    <w:rsid w:val="003D264A"/>
    <w:rsid w:val="003D4982"/>
    <w:rsid w:val="003D67AE"/>
    <w:rsid w:val="003D74B5"/>
    <w:rsid w:val="003D7B63"/>
    <w:rsid w:val="003E0A83"/>
    <w:rsid w:val="003E178C"/>
    <w:rsid w:val="003E17F9"/>
    <w:rsid w:val="003E19DD"/>
    <w:rsid w:val="003E46E0"/>
    <w:rsid w:val="003E52AA"/>
    <w:rsid w:val="003E69F5"/>
    <w:rsid w:val="003E72B0"/>
    <w:rsid w:val="003E7B70"/>
    <w:rsid w:val="003F0D34"/>
    <w:rsid w:val="003F1B76"/>
    <w:rsid w:val="003F2996"/>
    <w:rsid w:val="003F2D29"/>
    <w:rsid w:val="003F2F7A"/>
    <w:rsid w:val="003F4677"/>
    <w:rsid w:val="003F56F4"/>
    <w:rsid w:val="003F65D5"/>
    <w:rsid w:val="00400094"/>
    <w:rsid w:val="004014FC"/>
    <w:rsid w:val="0040157A"/>
    <w:rsid w:val="004016B2"/>
    <w:rsid w:val="00402A46"/>
    <w:rsid w:val="00403EAD"/>
    <w:rsid w:val="00404774"/>
    <w:rsid w:val="00410017"/>
    <w:rsid w:val="004112B7"/>
    <w:rsid w:val="00412D5F"/>
    <w:rsid w:val="004150AC"/>
    <w:rsid w:val="004202B6"/>
    <w:rsid w:val="004208B8"/>
    <w:rsid w:val="00421B13"/>
    <w:rsid w:val="0042258D"/>
    <w:rsid w:val="00422AC8"/>
    <w:rsid w:val="0042602E"/>
    <w:rsid w:val="0042609D"/>
    <w:rsid w:val="00426384"/>
    <w:rsid w:val="00427CB2"/>
    <w:rsid w:val="00430A71"/>
    <w:rsid w:val="00432E93"/>
    <w:rsid w:val="00433B2B"/>
    <w:rsid w:val="00434505"/>
    <w:rsid w:val="0043567B"/>
    <w:rsid w:val="0043611D"/>
    <w:rsid w:val="004363E0"/>
    <w:rsid w:val="004401B5"/>
    <w:rsid w:val="00440658"/>
    <w:rsid w:val="0044142F"/>
    <w:rsid w:val="0044257E"/>
    <w:rsid w:val="00442668"/>
    <w:rsid w:val="00443373"/>
    <w:rsid w:val="00444DB2"/>
    <w:rsid w:val="004455BC"/>
    <w:rsid w:val="004472BC"/>
    <w:rsid w:val="0044774D"/>
    <w:rsid w:val="00447BBC"/>
    <w:rsid w:val="004503F1"/>
    <w:rsid w:val="00450729"/>
    <w:rsid w:val="00451518"/>
    <w:rsid w:val="0045164C"/>
    <w:rsid w:val="00451703"/>
    <w:rsid w:val="00451733"/>
    <w:rsid w:val="0045306C"/>
    <w:rsid w:val="00454B48"/>
    <w:rsid w:val="00456FA8"/>
    <w:rsid w:val="0046156B"/>
    <w:rsid w:val="00461904"/>
    <w:rsid w:val="00461BC0"/>
    <w:rsid w:val="00462816"/>
    <w:rsid w:val="00463B27"/>
    <w:rsid w:val="00466ACD"/>
    <w:rsid w:val="0046772C"/>
    <w:rsid w:val="00470CCE"/>
    <w:rsid w:val="004728F1"/>
    <w:rsid w:val="00475D30"/>
    <w:rsid w:val="0047724D"/>
    <w:rsid w:val="0048042E"/>
    <w:rsid w:val="0048206F"/>
    <w:rsid w:val="00482300"/>
    <w:rsid w:val="00483DEB"/>
    <w:rsid w:val="0048480B"/>
    <w:rsid w:val="00484A02"/>
    <w:rsid w:val="00484A20"/>
    <w:rsid w:val="004865BC"/>
    <w:rsid w:val="004868B1"/>
    <w:rsid w:val="00486F1E"/>
    <w:rsid w:val="00490BB8"/>
    <w:rsid w:val="00491275"/>
    <w:rsid w:val="00491681"/>
    <w:rsid w:val="00491F33"/>
    <w:rsid w:val="004931AA"/>
    <w:rsid w:val="00495614"/>
    <w:rsid w:val="00495687"/>
    <w:rsid w:val="00495F17"/>
    <w:rsid w:val="00496AAC"/>
    <w:rsid w:val="004A084C"/>
    <w:rsid w:val="004A13FC"/>
    <w:rsid w:val="004A2833"/>
    <w:rsid w:val="004A3784"/>
    <w:rsid w:val="004A4201"/>
    <w:rsid w:val="004A73EF"/>
    <w:rsid w:val="004B063D"/>
    <w:rsid w:val="004B6A98"/>
    <w:rsid w:val="004B744C"/>
    <w:rsid w:val="004B751E"/>
    <w:rsid w:val="004B7D16"/>
    <w:rsid w:val="004C0472"/>
    <w:rsid w:val="004C280C"/>
    <w:rsid w:val="004C299A"/>
    <w:rsid w:val="004C33D0"/>
    <w:rsid w:val="004C3740"/>
    <w:rsid w:val="004C4B3D"/>
    <w:rsid w:val="004C613B"/>
    <w:rsid w:val="004D0131"/>
    <w:rsid w:val="004D0B91"/>
    <w:rsid w:val="004D10A4"/>
    <w:rsid w:val="004D20FB"/>
    <w:rsid w:val="004D2307"/>
    <w:rsid w:val="004D37C0"/>
    <w:rsid w:val="004D5372"/>
    <w:rsid w:val="004D6B98"/>
    <w:rsid w:val="004D6F06"/>
    <w:rsid w:val="004D7AC9"/>
    <w:rsid w:val="004E0017"/>
    <w:rsid w:val="004E05DC"/>
    <w:rsid w:val="004E07A8"/>
    <w:rsid w:val="004E2122"/>
    <w:rsid w:val="004E302B"/>
    <w:rsid w:val="004E32BF"/>
    <w:rsid w:val="004E36BE"/>
    <w:rsid w:val="004E427D"/>
    <w:rsid w:val="004E4F21"/>
    <w:rsid w:val="004E65DD"/>
    <w:rsid w:val="004F0563"/>
    <w:rsid w:val="004F0FC6"/>
    <w:rsid w:val="004F140E"/>
    <w:rsid w:val="004F4B28"/>
    <w:rsid w:val="004F6313"/>
    <w:rsid w:val="004F6764"/>
    <w:rsid w:val="005000E9"/>
    <w:rsid w:val="00500546"/>
    <w:rsid w:val="00502B46"/>
    <w:rsid w:val="00502F21"/>
    <w:rsid w:val="005056D3"/>
    <w:rsid w:val="00506942"/>
    <w:rsid w:val="00511643"/>
    <w:rsid w:val="00511798"/>
    <w:rsid w:val="00511937"/>
    <w:rsid w:val="0051305A"/>
    <w:rsid w:val="00517055"/>
    <w:rsid w:val="00517718"/>
    <w:rsid w:val="00517CCF"/>
    <w:rsid w:val="00521BA5"/>
    <w:rsid w:val="00523AC4"/>
    <w:rsid w:val="005275FF"/>
    <w:rsid w:val="00530B0F"/>
    <w:rsid w:val="0053208A"/>
    <w:rsid w:val="00534DA7"/>
    <w:rsid w:val="00537434"/>
    <w:rsid w:val="005402FC"/>
    <w:rsid w:val="005406A3"/>
    <w:rsid w:val="00540ADB"/>
    <w:rsid w:val="005410FF"/>
    <w:rsid w:val="005416C4"/>
    <w:rsid w:val="00541BC8"/>
    <w:rsid w:val="00543852"/>
    <w:rsid w:val="00545486"/>
    <w:rsid w:val="0054589D"/>
    <w:rsid w:val="005458B8"/>
    <w:rsid w:val="00547B78"/>
    <w:rsid w:val="005501D6"/>
    <w:rsid w:val="0055291E"/>
    <w:rsid w:val="005548DD"/>
    <w:rsid w:val="005551DD"/>
    <w:rsid w:val="00556574"/>
    <w:rsid w:val="00557665"/>
    <w:rsid w:val="00560E4F"/>
    <w:rsid w:val="0056137B"/>
    <w:rsid w:val="005631B0"/>
    <w:rsid w:val="005653C0"/>
    <w:rsid w:val="00565567"/>
    <w:rsid w:val="005666A3"/>
    <w:rsid w:val="005724BF"/>
    <w:rsid w:val="005729A7"/>
    <w:rsid w:val="00572DD7"/>
    <w:rsid w:val="00572E44"/>
    <w:rsid w:val="00572EB8"/>
    <w:rsid w:val="00573130"/>
    <w:rsid w:val="0057319E"/>
    <w:rsid w:val="00574C30"/>
    <w:rsid w:val="00575A97"/>
    <w:rsid w:val="00580753"/>
    <w:rsid w:val="00581166"/>
    <w:rsid w:val="00584041"/>
    <w:rsid w:val="00585385"/>
    <w:rsid w:val="0058582B"/>
    <w:rsid w:val="00585AE8"/>
    <w:rsid w:val="005877F3"/>
    <w:rsid w:val="00591A50"/>
    <w:rsid w:val="00593E89"/>
    <w:rsid w:val="0059479D"/>
    <w:rsid w:val="00594BA3"/>
    <w:rsid w:val="00595D88"/>
    <w:rsid w:val="00596900"/>
    <w:rsid w:val="005A0716"/>
    <w:rsid w:val="005A0BBF"/>
    <w:rsid w:val="005A10CD"/>
    <w:rsid w:val="005A150E"/>
    <w:rsid w:val="005A154F"/>
    <w:rsid w:val="005A2DF1"/>
    <w:rsid w:val="005A372E"/>
    <w:rsid w:val="005A4B46"/>
    <w:rsid w:val="005A5E28"/>
    <w:rsid w:val="005A6E1B"/>
    <w:rsid w:val="005A76E2"/>
    <w:rsid w:val="005B1105"/>
    <w:rsid w:val="005B3200"/>
    <w:rsid w:val="005B46A8"/>
    <w:rsid w:val="005B47E4"/>
    <w:rsid w:val="005C02CF"/>
    <w:rsid w:val="005C14FE"/>
    <w:rsid w:val="005C1FD1"/>
    <w:rsid w:val="005C31C7"/>
    <w:rsid w:val="005C32D9"/>
    <w:rsid w:val="005C336B"/>
    <w:rsid w:val="005C38F4"/>
    <w:rsid w:val="005C3DC9"/>
    <w:rsid w:val="005C4072"/>
    <w:rsid w:val="005C4D2A"/>
    <w:rsid w:val="005C5314"/>
    <w:rsid w:val="005C5B12"/>
    <w:rsid w:val="005C60E2"/>
    <w:rsid w:val="005C63F3"/>
    <w:rsid w:val="005C751B"/>
    <w:rsid w:val="005C7533"/>
    <w:rsid w:val="005D1A7C"/>
    <w:rsid w:val="005D2398"/>
    <w:rsid w:val="005D32CF"/>
    <w:rsid w:val="005D4441"/>
    <w:rsid w:val="005D4C3F"/>
    <w:rsid w:val="005D585E"/>
    <w:rsid w:val="005D6046"/>
    <w:rsid w:val="005D61C4"/>
    <w:rsid w:val="005D658F"/>
    <w:rsid w:val="005D6EC5"/>
    <w:rsid w:val="005D728E"/>
    <w:rsid w:val="005E122D"/>
    <w:rsid w:val="005E45B1"/>
    <w:rsid w:val="005E4FEF"/>
    <w:rsid w:val="005E572B"/>
    <w:rsid w:val="005E6462"/>
    <w:rsid w:val="005F06A2"/>
    <w:rsid w:val="005F1271"/>
    <w:rsid w:val="005F13E3"/>
    <w:rsid w:val="005F6F9B"/>
    <w:rsid w:val="005F74A9"/>
    <w:rsid w:val="005F7F6D"/>
    <w:rsid w:val="00600F75"/>
    <w:rsid w:val="00601611"/>
    <w:rsid w:val="00601809"/>
    <w:rsid w:val="00604024"/>
    <w:rsid w:val="00604E55"/>
    <w:rsid w:val="0060536B"/>
    <w:rsid w:val="006109F0"/>
    <w:rsid w:val="00613834"/>
    <w:rsid w:val="006169AE"/>
    <w:rsid w:val="00617600"/>
    <w:rsid w:val="006212BA"/>
    <w:rsid w:val="00621F4C"/>
    <w:rsid w:val="006255B1"/>
    <w:rsid w:val="00630EF2"/>
    <w:rsid w:val="006314BA"/>
    <w:rsid w:val="0063255B"/>
    <w:rsid w:val="00633FBD"/>
    <w:rsid w:val="00634222"/>
    <w:rsid w:val="006350E6"/>
    <w:rsid w:val="006351AC"/>
    <w:rsid w:val="006354A4"/>
    <w:rsid w:val="006362A6"/>
    <w:rsid w:val="00636530"/>
    <w:rsid w:val="00637251"/>
    <w:rsid w:val="006415EC"/>
    <w:rsid w:val="006436AF"/>
    <w:rsid w:val="0064460E"/>
    <w:rsid w:val="00644C33"/>
    <w:rsid w:val="00645481"/>
    <w:rsid w:val="0064575D"/>
    <w:rsid w:val="00650EAD"/>
    <w:rsid w:val="00651179"/>
    <w:rsid w:val="00653A4C"/>
    <w:rsid w:val="00654193"/>
    <w:rsid w:val="00656254"/>
    <w:rsid w:val="0065642E"/>
    <w:rsid w:val="006573C5"/>
    <w:rsid w:val="00663568"/>
    <w:rsid w:val="00663AD6"/>
    <w:rsid w:val="00663B08"/>
    <w:rsid w:val="00664DAE"/>
    <w:rsid w:val="006677B7"/>
    <w:rsid w:val="00670373"/>
    <w:rsid w:val="006741BD"/>
    <w:rsid w:val="00674639"/>
    <w:rsid w:val="00675774"/>
    <w:rsid w:val="00676ED3"/>
    <w:rsid w:val="00680E3C"/>
    <w:rsid w:val="0068393B"/>
    <w:rsid w:val="00684158"/>
    <w:rsid w:val="006841E9"/>
    <w:rsid w:val="00684B4A"/>
    <w:rsid w:val="00686967"/>
    <w:rsid w:val="00686D2D"/>
    <w:rsid w:val="00690625"/>
    <w:rsid w:val="006928D6"/>
    <w:rsid w:val="00694863"/>
    <w:rsid w:val="00695491"/>
    <w:rsid w:val="00695673"/>
    <w:rsid w:val="006956DC"/>
    <w:rsid w:val="0069678B"/>
    <w:rsid w:val="00697A62"/>
    <w:rsid w:val="006A02E6"/>
    <w:rsid w:val="006A0904"/>
    <w:rsid w:val="006A2757"/>
    <w:rsid w:val="006A2EAD"/>
    <w:rsid w:val="006A3567"/>
    <w:rsid w:val="006A3963"/>
    <w:rsid w:val="006A4794"/>
    <w:rsid w:val="006A6090"/>
    <w:rsid w:val="006B0F80"/>
    <w:rsid w:val="006B1EC7"/>
    <w:rsid w:val="006B375D"/>
    <w:rsid w:val="006B3BB0"/>
    <w:rsid w:val="006B3D6A"/>
    <w:rsid w:val="006B51C6"/>
    <w:rsid w:val="006B5656"/>
    <w:rsid w:val="006B61EF"/>
    <w:rsid w:val="006B6E37"/>
    <w:rsid w:val="006B7282"/>
    <w:rsid w:val="006B7C74"/>
    <w:rsid w:val="006C07F8"/>
    <w:rsid w:val="006C1116"/>
    <w:rsid w:val="006C2324"/>
    <w:rsid w:val="006C2C5B"/>
    <w:rsid w:val="006C3F90"/>
    <w:rsid w:val="006C4F84"/>
    <w:rsid w:val="006C5A7C"/>
    <w:rsid w:val="006D01A0"/>
    <w:rsid w:val="006D0DF6"/>
    <w:rsid w:val="006D1775"/>
    <w:rsid w:val="006D1E82"/>
    <w:rsid w:val="006D2FE2"/>
    <w:rsid w:val="006D3C02"/>
    <w:rsid w:val="006D4C67"/>
    <w:rsid w:val="006D5A8A"/>
    <w:rsid w:val="006D6BD3"/>
    <w:rsid w:val="006E13D7"/>
    <w:rsid w:val="006E271F"/>
    <w:rsid w:val="006E300C"/>
    <w:rsid w:val="006E3124"/>
    <w:rsid w:val="006E5054"/>
    <w:rsid w:val="006E62B2"/>
    <w:rsid w:val="006E64FF"/>
    <w:rsid w:val="006E6EF7"/>
    <w:rsid w:val="006F25EC"/>
    <w:rsid w:val="006F2C32"/>
    <w:rsid w:val="006F2F41"/>
    <w:rsid w:val="006F313F"/>
    <w:rsid w:val="006F41D9"/>
    <w:rsid w:val="006F5A82"/>
    <w:rsid w:val="006F5B0D"/>
    <w:rsid w:val="006F62F4"/>
    <w:rsid w:val="006F66D7"/>
    <w:rsid w:val="006F73B6"/>
    <w:rsid w:val="007006CC"/>
    <w:rsid w:val="00701A2A"/>
    <w:rsid w:val="00701B55"/>
    <w:rsid w:val="0070211A"/>
    <w:rsid w:val="00704700"/>
    <w:rsid w:val="007047D2"/>
    <w:rsid w:val="007053FD"/>
    <w:rsid w:val="00705CD2"/>
    <w:rsid w:val="00705EC9"/>
    <w:rsid w:val="00706554"/>
    <w:rsid w:val="00712B04"/>
    <w:rsid w:val="0071336E"/>
    <w:rsid w:val="00714010"/>
    <w:rsid w:val="007160C3"/>
    <w:rsid w:val="00723EB1"/>
    <w:rsid w:val="007247E9"/>
    <w:rsid w:val="00725520"/>
    <w:rsid w:val="007302AF"/>
    <w:rsid w:val="007338A0"/>
    <w:rsid w:val="00733AC9"/>
    <w:rsid w:val="007341BE"/>
    <w:rsid w:val="00734A01"/>
    <w:rsid w:val="00735BB3"/>
    <w:rsid w:val="00737B48"/>
    <w:rsid w:val="00737CEA"/>
    <w:rsid w:val="007403C3"/>
    <w:rsid w:val="007418B9"/>
    <w:rsid w:val="0074327A"/>
    <w:rsid w:val="007434A1"/>
    <w:rsid w:val="007447E8"/>
    <w:rsid w:val="00747684"/>
    <w:rsid w:val="007521AF"/>
    <w:rsid w:val="0075246A"/>
    <w:rsid w:val="0075284A"/>
    <w:rsid w:val="007531B6"/>
    <w:rsid w:val="0075444F"/>
    <w:rsid w:val="00755361"/>
    <w:rsid w:val="007565DA"/>
    <w:rsid w:val="007565E1"/>
    <w:rsid w:val="00760C04"/>
    <w:rsid w:val="007622C2"/>
    <w:rsid w:val="00762967"/>
    <w:rsid w:val="00764712"/>
    <w:rsid w:val="00765EB2"/>
    <w:rsid w:val="00766640"/>
    <w:rsid w:val="00767FF8"/>
    <w:rsid w:val="00770B62"/>
    <w:rsid w:val="00770CA3"/>
    <w:rsid w:val="00770DC7"/>
    <w:rsid w:val="00772302"/>
    <w:rsid w:val="00772EBF"/>
    <w:rsid w:val="00773270"/>
    <w:rsid w:val="00774792"/>
    <w:rsid w:val="007769F1"/>
    <w:rsid w:val="00776E9E"/>
    <w:rsid w:val="00781053"/>
    <w:rsid w:val="00782186"/>
    <w:rsid w:val="00783839"/>
    <w:rsid w:val="00783864"/>
    <w:rsid w:val="00785E7C"/>
    <w:rsid w:val="007877F6"/>
    <w:rsid w:val="007914AC"/>
    <w:rsid w:val="00791C3B"/>
    <w:rsid w:val="00792C9A"/>
    <w:rsid w:val="00796470"/>
    <w:rsid w:val="007965BB"/>
    <w:rsid w:val="007A074E"/>
    <w:rsid w:val="007A150E"/>
    <w:rsid w:val="007A25EE"/>
    <w:rsid w:val="007A7675"/>
    <w:rsid w:val="007B1395"/>
    <w:rsid w:val="007B23E6"/>
    <w:rsid w:val="007B299B"/>
    <w:rsid w:val="007B6F47"/>
    <w:rsid w:val="007B6FF2"/>
    <w:rsid w:val="007C1505"/>
    <w:rsid w:val="007C23ED"/>
    <w:rsid w:val="007C4807"/>
    <w:rsid w:val="007C48A8"/>
    <w:rsid w:val="007C4BD1"/>
    <w:rsid w:val="007C5806"/>
    <w:rsid w:val="007C5A06"/>
    <w:rsid w:val="007C736C"/>
    <w:rsid w:val="007C7BC4"/>
    <w:rsid w:val="007D1D8E"/>
    <w:rsid w:val="007D2E59"/>
    <w:rsid w:val="007D366C"/>
    <w:rsid w:val="007D40B4"/>
    <w:rsid w:val="007D4214"/>
    <w:rsid w:val="007D65A0"/>
    <w:rsid w:val="007D73E7"/>
    <w:rsid w:val="007D7B30"/>
    <w:rsid w:val="007E044A"/>
    <w:rsid w:val="007E1889"/>
    <w:rsid w:val="007E25F9"/>
    <w:rsid w:val="007E42F8"/>
    <w:rsid w:val="007E583C"/>
    <w:rsid w:val="007E6AA1"/>
    <w:rsid w:val="007E7C07"/>
    <w:rsid w:val="007F0F44"/>
    <w:rsid w:val="007F3EA6"/>
    <w:rsid w:val="007F45B0"/>
    <w:rsid w:val="007F4638"/>
    <w:rsid w:val="007F6400"/>
    <w:rsid w:val="007F7029"/>
    <w:rsid w:val="007F7F20"/>
    <w:rsid w:val="007F7F54"/>
    <w:rsid w:val="007F7F93"/>
    <w:rsid w:val="00801ED2"/>
    <w:rsid w:val="0080282C"/>
    <w:rsid w:val="00803D45"/>
    <w:rsid w:val="00803DB6"/>
    <w:rsid w:val="008108F1"/>
    <w:rsid w:val="00810907"/>
    <w:rsid w:val="00813541"/>
    <w:rsid w:val="008146E5"/>
    <w:rsid w:val="00820BB5"/>
    <w:rsid w:val="008249E1"/>
    <w:rsid w:val="00826263"/>
    <w:rsid w:val="0082766F"/>
    <w:rsid w:val="00827DE6"/>
    <w:rsid w:val="00827E77"/>
    <w:rsid w:val="00834E5B"/>
    <w:rsid w:val="00834E8E"/>
    <w:rsid w:val="0083679D"/>
    <w:rsid w:val="0084170A"/>
    <w:rsid w:val="00841AEB"/>
    <w:rsid w:val="00844DCD"/>
    <w:rsid w:val="00845543"/>
    <w:rsid w:val="00846239"/>
    <w:rsid w:val="00846D25"/>
    <w:rsid w:val="00852492"/>
    <w:rsid w:val="00853373"/>
    <w:rsid w:val="008564F2"/>
    <w:rsid w:val="00857E4A"/>
    <w:rsid w:val="00860466"/>
    <w:rsid w:val="00860989"/>
    <w:rsid w:val="008631F8"/>
    <w:rsid w:val="00863326"/>
    <w:rsid w:val="00863F8C"/>
    <w:rsid w:val="00864667"/>
    <w:rsid w:val="00870518"/>
    <w:rsid w:val="00870B00"/>
    <w:rsid w:val="0087330D"/>
    <w:rsid w:val="00874978"/>
    <w:rsid w:val="00874C13"/>
    <w:rsid w:val="00877075"/>
    <w:rsid w:val="008771ED"/>
    <w:rsid w:val="00877393"/>
    <w:rsid w:val="00880311"/>
    <w:rsid w:val="00880FFA"/>
    <w:rsid w:val="00881CF4"/>
    <w:rsid w:val="00882049"/>
    <w:rsid w:val="00882550"/>
    <w:rsid w:val="008829B7"/>
    <w:rsid w:val="00883193"/>
    <w:rsid w:val="008850BF"/>
    <w:rsid w:val="0088648A"/>
    <w:rsid w:val="00890FDF"/>
    <w:rsid w:val="00892185"/>
    <w:rsid w:val="008925A2"/>
    <w:rsid w:val="008A1F6A"/>
    <w:rsid w:val="008A3095"/>
    <w:rsid w:val="008A3E38"/>
    <w:rsid w:val="008A7039"/>
    <w:rsid w:val="008A7078"/>
    <w:rsid w:val="008A7535"/>
    <w:rsid w:val="008B1ED9"/>
    <w:rsid w:val="008B2055"/>
    <w:rsid w:val="008B2858"/>
    <w:rsid w:val="008B3178"/>
    <w:rsid w:val="008B347B"/>
    <w:rsid w:val="008B3574"/>
    <w:rsid w:val="008B7525"/>
    <w:rsid w:val="008B7555"/>
    <w:rsid w:val="008C0A18"/>
    <w:rsid w:val="008C0AED"/>
    <w:rsid w:val="008C14A3"/>
    <w:rsid w:val="008C1C1B"/>
    <w:rsid w:val="008C21F8"/>
    <w:rsid w:val="008C5976"/>
    <w:rsid w:val="008D1857"/>
    <w:rsid w:val="008D4CEB"/>
    <w:rsid w:val="008D4F8B"/>
    <w:rsid w:val="008D5837"/>
    <w:rsid w:val="008D5A0F"/>
    <w:rsid w:val="008D6AE2"/>
    <w:rsid w:val="008E0FA7"/>
    <w:rsid w:val="008E1826"/>
    <w:rsid w:val="008E27F9"/>
    <w:rsid w:val="008E569D"/>
    <w:rsid w:val="008F45FD"/>
    <w:rsid w:val="008F66EE"/>
    <w:rsid w:val="00900005"/>
    <w:rsid w:val="00900A6C"/>
    <w:rsid w:val="00900FD5"/>
    <w:rsid w:val="00901A09"/>
    <w:rsid w:val="009022CD"/>
    <w:rsid w:val="0090243A"/>
    <w:rsid w:val="009035B6"/>
    <w:rsid w:val="00904323"/>
    <w:rsid w:val="009069C5"/>
    <w:rsid w:val="00907727"/>
    <w:rsid w:val="00910F31"/>
    <w:rsid w:val="00911645"/>
    <w:rsid w:val="0091262B"/>
    <w:rsid w:val="00912A68"/>
    <w:rsid w:val="00912FEE"/>
    <w:rsid w:val="00913574"/>
    <w:rsid w:val="00913AEC"/>
    <w:rsid w:val="0091456E"/>
    <w:rsid w:val="00916D80"/>
    <w:rsid w:val="00920136"/>
    <w:rsid w:val="0092054A"/>
    <w:rsid w:val="009221F9"/>
    <w:rsid w:val="009230B7"/>
    <w:rsid w:val="0092413B"/>
    <w:rsid w:val="00926A85"/>
    <w:rsid w:val="0092750F"/>
    <w:rsid w:val="0093158E"/>
    <w:rsid w:val="00931B29"/>
    <w:rsid w:val="00932E5E"/>
    <w:rsid w:val="0093347B"/>
    <w:rsid w:val="00935148"/>
    <w:rsid w:val="0093719E"/>
    <w:rsid w:val="00940A18"/>
    <w:rsid w:val="00941645"/>
    <w:rsid w:val="009420FA"/>
    <w:rsid w:val="00943207"/>
    <w:rsid w:val="00943DFE"/>
    <w:rsid w:val="009447B7"/>
    <w:rsid w:val="00945D59"/>
    <w:rsid w:val="0094650F"/>
    <w:rsid w:val="009477A5"/>
    <w:rsid w:val="00950D73"/>
    <w:rsid w:val="0095149A"/>
    <w:rsid w:val="00951831"/>
    <w:rsid w:val="00954ED9"/>
    <w:rsid w:val="00956ED8"/>
    <w:rsid w:val="0096195D"/>
    <w:rsid w:val="00963C22"/>
    <w:rsid w:val="0096525B"/>
    <w:rsid w:val="009658B5"/>
    <w:rsid w:val="00965B60"/>
    <w:rsid w:val="00970AF5"/>
    <w:rsid w:val="00970F3B"/>
    <w:rsid w:val="00971387"/>
    <w:rsid w:val="00972E90"/>
    <w:rsid w:val="00973710"/>
    <w:rsid w:val="009749FF"/>
    <w:rsid w:val="009765D4"/>
    <w:rsid w:val="00977FB5"/>
    <w:rsid w:val="009802AB"/>
    <w:rsid w:val="0098124A"/>
    <w:rsid w:val="00981984"/>
    <w:rsid w:val="00981BA3"/>
    <w:rsid w:val="0098561B"/>
    <w:rsid w:val="009864E3"/>
    <w:rsid w:val="009867BE"/>
    <w:rsid w:val="00986ECF"/>
    <w:rsid w:val="00987F7E"/>
    <w:rsid w:val="009903F3"/>
    <w:rsid w:val="00990BD4"/>
    <w:rsid w:val="00991338"/>
    <w:rsid w:val="0099353C"/>
    <w:rsid w:val="00994149"/>
    <w:rsid w:val="00996C06"/>
    <w:rsid w:val="00997DB3"/>
    <w:rsid w:val="009A0F9F"/>
    <w:rsid w:val="009A22BE"/>
    <w:rsid w:val="009A5956"/>
    <w:rsid w:val="009A6095"/>
    <w:rsid w:val="009A7A5B"/>
    <w:rsid w:val="009B2E5E"/>
    <w:rsid w:val="009B2F90"/>
    <w:rsid w:val="009B3719"/>
    <w:rsid w:val="009C0159"/>
    <w:rsid w:val="009C10D5"/>
    <w:rsid w:val="009C38EA"/>
    <w:rsid w:val="009C4EE9"/>
    <w:rsid w:val="009C5611"/>
    <w:rsid w:val="009C6EA8"/>
    <w:rsid w:val="009C70CF"/>
    <w:rsid w:val="009D14B6"/>
    <w:rsid w:val="009D3361"/>
    <w:rsid w:val="009D3A45"/>
    <w:rsid w:val="009D4E13"/>
    <w:rsid w:val="009D5159"/>
    <w:rsid w:val="009E0A1F"/>
    <w:rsid w:val="009E0FC9"/>
    <w:rsid w:val="009E25D0"/>
    <w:rsid w:val="009E60D7"/>
    <w:rsid w:val="009E611C"/>
    <w:rsid w:val="009E7E66"/>
    <w:rsid w:val="009F12C4"/>
    <w:rsid w:val="009F2425"/>
    <w:rsid w:val="009F5A88"/>
    <w:rsid w:val="009F6057"/>
    <w:rsid w:val="009F7660"/>
    <w:rsid w:val="009F786D"/>
    <w:rsid w:val="00A01457"/>
    <w:rsid w:val="00A038D2"/>
    <w:rsid w:val="00A0391C"/>
    <w:rsid w:val="00A040BA"/>
    <w:rsid w:val="00A049AE"/>
    <w:rsid w:val="00A05582"/>
    <w:rsid w:val="00A059BB"/>
    <w:rsid w:val="00A060AF"/>
    <w:rsid w:val="00A06757"/>
    <w:rsid w:val="00A06F80"/>
    <w:rsid w:val="00A112EE"/>
    <w:rsid w:val="00A1315E"/>
    <w:rsid w:val="00A161EA"/>
    <w:rsid w:val="00A161F7"/>
    <w:rsid w:val="00A1629C"/>
    <w:rsid w:val="00A172CD"/>
    <w:rsid w:val="00A20605"/>
    <w:rsid w:val="00A21F5C"/>
    <w:rsid w:val="00A23324"/>
    <w:rsid w:val="00A23FE2"/>
    <w:rsid w:val="00A26934"/>
    <w:rsid w:val="00A30173"/>
    <w:rsid w:val="00A305FB"/>
    <w:rsid w:val="00A3083E"/>
    <w:rsid w:val="00A31779"/>
    <w:rsid w:val="00A32887"/>
    <w:rsid w:val="00A32F65"/>
    <w:rsid w:val="00A368A7"/>
    <w:rsid w:val="00A375AA"/>
    <w:rsid w:val="00A37908"/>
    <w:rsid w:val="00A40590"/>
    <w:rsid w:val="00A4277A"/>
    <w:rsid w:val="00A4420E"/>
    <w:rsid w:val="00A44601"/>
    <w:rsid w:val="00A455BF"/>
    <w:rsid w:val="00A459C2"/>
    <w:rsid w:val="00A45A7C"/>
    <w:rsid w:val="00A45AC1"/>
    <w:rsid w:val="00A46EC9"/>
    <w:rsid w:val="00A47340"/>
    <w:rsid w:val="00A53C8A"/>
    <w:rsid w:val="00A55757"/>
    <w:rsid w:val="00A60457"/>
    <w:rsid w:val="00A6093C"/>
    <w:rsid w:val="00A60B10"/>
    <w:rsid w:val="00A610A6"/>
    <w:rsid w:val="00A61C47"/>
    <w:rsid w:val="00A632E1"/>
    <w:rsid w:val="00A64539"/>
    <w:rsid w:val="00A70053"/>
    <w:rsid w:val="00A71048"/>
    <w:rsid w:val="00A73915"/>
    <w:rsid w:val="00A75D5E"/>
    <w:rsid w:val="00A76509"/>
    <w:rsid w:val="00A80080"/>
    <w:rsid w:val="00A80DE6"/>
    <w:rsid w:val="00A8129A"/>
    <w:rsid w:val="00A854A0"/>
    <w:rsid w:val="00A854AA"/>
    <w:rsid w:val="00A87640"/>
    <w:rsid w:val="00A91B0B"/>
    <w:rsid w:val="00A9283D"/>
    <w:rsid w:val="00A928EC"/>
    <w:rsid w:val="00A93C35"/>
    <w:rsid w:val="00A972D2"/>
    <w:rsid w:val="00A972F0"/>
    <w:rsid w:val="00AA089F"/>
    <w:rsid w:val="00AA26A9"/>
    <w:rsid w:val="00AA3682"/>
    <w:rsid w:val="00AA6431"/>
    <w:rsid w:val="00AA6A23"/>
    <w:rsid w:val="00AA7B98"/>
    <w:rsid w:val="00AB0323"/>
    <w:rsid w:val="00AB086F"/>
    <w:rsid w:val="00AB176F"/>
    <w:rsid w:val="00AB2FE2"/>
    <w:rsid w:val="00AB38A2"/>
    <w:rsid w:val="00AB6CDE"/>
    <w:rsid w:val="00AC4633"/>
    <w:rsid w:val="00AC5515"/>
    <w:rsid w:val="00AC68E4"/>
    <w:rsid w:val="00AC765B"/>
    <w:rsid w:val="00AD05B7"/>
    <w:rsid w:val="00AD3BB6"/>
    <w:rsid w:val="00AD3ED0"/>
    <w:rsid w:val="00AD548D"/>
    <w:rsid w:val="00AD56E4"/>
    <w:rsid w:val="00AD773D"/>
    <w:rsid w:val="00AE1D87"/>
    <w:rsid w:val="00AE3352"/>
    <w:rsid w:val="00AE62F0"/>
    <w:rsid w:val="00AF03D0"/>
    <w:rsid w:val="00AF2019"/>
    <w:rsid w:val="00AF2C3F"/>
    <w:rsid w:val="00AF4DAB"/>
    <w:rsid w:val="00AF4E84"/>
    <w:rsid w:val="00B00955"/>
    <w:rsid w:val="00B00F01"/>
    <w:rsid w:val="00B011E1"/>
    <w:rsid w:val="00B01597"/>
    <w:rsid w:val="00B01A91"/>
    <w:rsid w:val="00B01C14"/>
    <w:rsid w:val="00B04EED"/>
    <w:rsid w:val="00B0633F"/>
    <w:rsid w:val="00B06F8C"/>
    <w:rsid w:val="00B074FD"/>
    <w:rsid w:val="00B07A14"/>
    <w:rsid w:val="00B10109"/>
    <w:rsid w:val="00B108A9"/>
    <w:rsid w:val="00B14067"/>
    <w:rsid w:val="00B20919"/>
    <w:rsid w:val="00B211AF"/>
    <w:rsid w:val="00B21A2E"/>
    <w:rsid w:val="00B21F01"/>
    <w:rsid w:val="00B22B37"/>
    <w:rsid w:val="00B22C08"/>
    <w:rsid w:val="00B23501"/>
    <w:rsid w:val="00B236D9"/>
    <w:rsid w:val="00B2485B"/>
    <w:rsid w:val="00B24992"/>
    <w:rsid w:val="00B24E20"/>
    <w:rsid w:val="00B2619A"/>
    <w:rsid w:val="00B27055"/>
    <w:rsid w:val="00B343AB"/>
    <w:rsid w:val="00B354F0"/>
    <w:rsid w:val="00B41A48"/>
    <w:rsid w:val="00B426FC"/>
    <w:rsid w:val="00B452FD"/>
    <w:rsid w:val="00B46680"/>
    <w:rsid w:val="00B4694A"/>
    <w:rsid w:val="00B46E80"/>
    <w:rsid w:val="00B474A7"/>
    <w:rsid w:val="00B47DB5"/>
    <w:rsid w:val="00B50184"/>
    <w:rsid w:val="00B512E1"/>
    <w:rsid w:val="00B51362"/>
    <w:rsid w:val="00B5155B"/>
    <w:rsid w:val="00B5264E"/>
    <w:rsid w:val="00B52A28"/>
    <w:rsid w:val="00B52D08"/>
    <w:rsid w:val="00B55240"/>
    <w:rsid w:val="00B57755"/>
    <w:rsid w:val="00B57D5B"/>
    <w:rsid w:val="00B57DEE"/>
    <w:rsid w:val="00B604BE"/>
    <w:rsid w:val="00B60604"/>
    <w:rsid w:val="00B6064E"/>
    <w:rsid w:val="00B609E7"/>
    <w:rsid w:val="00B61F4F"/>
    <w:rsid w:val="00B6239A"/>
    <w:rsid w:val="00B62B15"/>
    <w:rsid w:val="00B64D6F"/>
    <w:rsid w:val="00B654B8"/>
    <w:rsid w:val="00B666D0"/>
    <w:rsid w:val="00B66830"/>
    <w:rsid w:val="00B670C6"/>
    <w:rsid w:val="00B70758"/>
    <w:rsid w:val="00B731E6"/>
    <w:rsid w:val="00B73712"/>
    <w:rsid w:val="00B73881"/>
    <w:rsid w:val="00B738E9"/>
    <w:rsid w:val="00B75B68"/>
    <w:rsid w:val="00B76A66"/>
    <w:rsid w:val="00B77B98"/>
    <w:rsid w:val="00B82422"/>
    <w:rsid w:val="00B82CDE"/>
    <w:rsid w:val="00B87E59"/>
    <w:rsid w:val="00BA08A9"/>
    <w:rsid w:val="00BA0F9A"/>
    <w:rsid w:val="00BA1DA0"/>
    <w:rsid w:val="00BA266A"/>
    <w:rsid w:val="00BA2D97"/>
    <w:rsid w:val="00BA45CE"/>
    <w:rsid w:val="00BA5602"/>
    <w:rsid w:val="00BA71F0"/>
    <w:rsid w:val="00BA7856"/>
    <w:rsid w:val="00BB1F0F"/>
    <w:rsid w:val="00BB3A6F"/>
    <w:rsid w:val="00BB432A"/>
    <w:rsid w:val="00BB4D72"/>
    <w:rsid w:val="00BB74B8"/>
    <w:rsid w:val="00BC19E7"/>
    <w:rsid w:val="00BC22F3"/>
    <w:rsid w:val="00BC318A"/>
    <w:rsid w:val="00BC40F1"/>
    <w:rsid w:val="00BC470F"/>
    <w:rsid w:val="00BD0BA8"/>
    <w:rsid w:val="00BD1DC7"/>
    <w:rsid w:val="00BD4CE8"/>
    <w:rsid w:val="00BD5A2C"/>
    <w:rsid w:val="00BE04A5"/>
    <w:rsid w:val="00BE28C1"/>
    <w:rsid w:val="00BE4F95"/>
    <w:rsid w:val="00BE5799"/>
    <w:rsid w:val="00BE6C15"/>
    <w:rsid w:val="00BE7174"/>
    <w:rsid w:val="00BE783E"/>
    <w:rsid w:val="00BE79F6"/>
    <w:rsid w:val="00BF12C4"/>
    <w:rsid w:val="00BF1808"/>
    <w:rsid w:val="00BF1E4E"/>
    <w:rsid w:val="00BF2158"/>
    <w:rsid w:val="00BF2437"/>
    <w:rsid w:val="00BF3021"/>
    <w:rsid w:val="00BF52AD"/>
    <w:rsid w:val="00BF5E08"/>
    <w:rsid w:val="00BF6734"/>
    <w:rsid w:val="00BF68C1"/>
    <w:rsid w:val="00BF7345"/>
    <w:rsid w:val="00C00BAD"/>
    <w:rsid w:val="00C00FA5"/>
    <w:rsid w:val="00C0237E"/>
    <w:rsid w:val="00C024E2"/>
    <w:rsid w:val="00C03552"/>
    <w:rsid w:val="00C0386B"/>
    <w:rsid w:val="00C03C3F"/>
    <w:rsid w:val="00C059C2"/>
    <w:rsid w:val="00C05F8D"/>
    <w:rsid w:val="00C067FD"/>
    <w:rsid w:val="00C07EB1"/>
    <w:rsid w:val="00C107AB"/>
    <w:rsid w:val="00C10A53"/>
    <w:rsid w:val="00C138FF"/>
    <w:rsid w:val="00C1544E"/>
    <w:rsid w:val="00C154B7"/>
    <w:rsid w:val="00C16357"/>
    <w:rsid w:val="00C16683"/>
    <w:rsid w:val="00C16DFC"/>
    <w:rsid w:val="00C172A2"/>
    <w:rsid w:val="00C17D9D"/>
    <w:rsid w:val="00C23C04"/>
    <w:rsid w:val="00C277C3"/>
    <w:rsid w:val="00C27E49"/>
    <w:rsid w:val="00C30A6B"/>
    <w:rsid w:val="00C30D0F"/>
    <w:rsid w:val="00C312D6"/>
    <w:rsid w:val="00C32160"/>
    <w:rsid w:val="00C3227B"/>
    <w:rsid w:val="00C3261F"/>
    <w:rsid w:val="00C32FB6"/>
    <w:rsid w:val="00C33248"/>
    <w:rsid w:val="00C33A6F"/>
    <w:rsid w:val="00C3683D"/>
    <w:rsid w:val="00C36D89"/>
    <w:rsid w:val="00C3760A"/>
    <w:rsid w:val="00C37CE9"/>
    <w:rsid w:val="00C41C61"/>
    <w:rsid w:val="00C41FF1"/>
    <w:rsid w:val="00C43073"/>
    <w:rsid w:val="00C4356D"/>
    <w:rsid w:val="00C43621"/>
    <w:rsid w:val="00C45610"/>
    <w:rsid w:val="00C45C2C"/>
    <w:rsid w:val="00C463A3"/>
    <w:rsid w:val="00C4667F"/>
    <w:rsid w:val="00C470B5"/>
    <w:rsid w:val="00C5406C"/>
    <w:rsid w:val="00C5508E"/>
    <w:rsid w:val="00C579CA"/>
    <w:rsid w:val="00C57BC7"/>
    <w:rsid w:val="00C62FFC"/>
    <w:rsid w:val="00C647AB"/>
    <w:rsid w:val="00C6505B"/>
    <w:rsid w:val="00C65303"/>
    <w:rsid w:val="00C65379"/>
    <w:rsid w:val="00C65CE5"/>
    <w:rsid w:val="00C663D3"/>
    <w:rsid w:val="00C66879"/>
    <w:rsid w:val="00C7022A"/>
    <w:rsid w:val="00C7054F"/>
    <w:rsid w:val="00C7345E"/>
    <w:rsid w:val="00C738AD"/>
    <w:rsid w:val="00C73969"/>
    <w:rsid w:val="00C76282"/>
    <w:rsid w:val="00C76484"/>
    <w:rsid w:val="00C76C5F"/>
    <w:rsid w:val="00C818F1"/>
    <w:rsid w:val="00C8279F"/>
    <w:rsid w:val="00C84481"/>
    <w:rsid w:val="00C84775"/>
    <w:rsid w:val="00C86879"/>
    <w:rsid w:val="00C868CF"/>
    <w:rsid w:val="00C93BA7"/>
    <w:rsid w:val="00C94BCD"/>
    <w:rsid w:val="00C94C8E"/>
    <w:rsid w:val="00C95B20"/>
    <w:rsid w:val="00C9652B"/>
    <w:rsid w:val="00C972CB"/>
    <w:rsid w:val="00C972E1"/>
    <w:rsid w:val="00C97632"/>
    <w:rsid w:val="00CA5B47"/>
    <w:rsid w:val="00CA5DD0"/>
    <w:rsid w:val="00CB08CE"/>
    <w:rsid w:val="00CB08FB"/>
    <w:rsid w:val="00CB0C56"/>
    <w:rsid w:val="00CB25E5"/>
    <w:rsid w:val="00CB2C6D"/>
    <w:rsid w:val="00CB4512"/>
    <w:rsid w:val="00CB7894"/>
    <w:rsid w:val="00CC0B3F"/>
    <w:rsid w:val="00CC2DD2"/>
    <w:rsid w:val="00CC4305"/>
    <w:rsid w:val="00CC6A76"/>
    <w:rsid w:val="00CC730B"/>
    <w:rsid w:val="00CC7FD3"/>
    <w:rsid w:val="00CD039E"/>
    <w:rsid w:val="00CD03E6"/>
    <w:rsid w:val="00CD0409"/>
    <w:rsid w:val="00CD0C78"/>
    <w:rsid w:val="00CD104F"/>
    <w:rsid w:val="00CD19C5"/>
    <w:rsid w:val="00CD1A87"/>
    <w:rsid w:val="00CD1BC0"/>
    <w:rsid w:val="00CD20C9"/>
    <w:rsid w:val="00CD3583"/>
    <w:rsid w:val="00CD3BDB"/>
    <w:rsid w:val="00CD4137"/>
    <w:rsid w:val="00CD4259"/>
    <w:rsid w:val="00CE0C11"/>
    <w:rsid w:val="00CE0E2A"/>
    <w:rsid w:val="00CE25BB"/>
    <w:rsid w:val="00CE2C35"/>
    <w:rsid w:val="00CE3F7B"/>
    <w:rsid w:val="00CE510E"/>
    <w:rsid w:val="00CE587C"/>
    <w:rsid w:val="00CE62AF"/>
    <w:rsid w:val="00CF0584"/>
    <w:rsid w:val="00CF068E"/>
    <w:rsid w:val="00CF0722"/>
    <w:rsid w:val="00CF4339"/>
    <w:rsid w:val="00CF5702"/>
    <w:rsid w:val="00CF5B1C"/>
    <w:rsid w:val="00D07053"/>
    <w:rsid w:val="00D078CE"/>
    <w:rsid w:val="00D07B0E"/>
    <w:rsid w:val="00D11212"/>
    <w:rsid w:val="00D1207B"/>
    <w:rsid w:val="00D12127"/>
    <w:rsid w:val="00D137EE"/>
    <w:rsid w:val="00D1469D"/>
    <w:rsid w:val="00D15399"/>
    <w:rsid w:val="00D16CFE"/>
    <w:rsid w:val="00D17856"/>
    <w:rsid w:val="00D2186D"/>
    <w:rsid w:val="00D2318C"/>
    <w:rsid w:val="00D23D28"/>
    <w:rsid w:val="00D2487C"/>
    <w:rsid w:val="00D258DA"/>
    <w:rsid w:val="00D26875"/>
    <w:rsid w:val="00D26CE6"/>
    <w:rsid w:val="00D2732B"/>
    <w:rsid w:val="00D304BC"/>
    <w:rsid w:val="00D306B7"/>
    <w:rsid w:val="00D327C0"/>
    <w:rsid w:val="00D32E85"/>
    <w:rsid w:val="00D32EC6"/>
    <w:rsid w:val="00D3338B"/>
    <w:rsid w:val="00D33675"/>
    <w:rsid w:val="00D33691"/>
    <w:rsid w:val="00D33EB3"/>
    <w:rsid w:val="00D3458E"/>
    <w:rsid w:val="00D36A8D"/>
    <w:rsid w:val="00D40DF1"/>
    <w:rsid w:val="00D43CB9"/>
    <w:rsid w:val="00D4655A"/>
    <w:rsid w:val="00D51B5A"/>
    <w:rsid w:val="00D5353D"/>
    <w:rsid w:val="00D542AF"/>
    <w:rsid w:val="00D54CC4"/>
    <w:rsid w:val="00D565EE"/>
    <w:rsid w:val="00D56878"/>
    <w:rsid w:val="00D573D8"/>
    <w:rsid w:val="00D61E45"/>
    <w:rsid w:val="00D624E0"/>
    <w:rsid w:val="00D6258B"/>
    <w:rsid w:val="00D6306E"/>
    <w:rsid w:val="00D63CB4"/>
    <w:rsid w:val="00D64EC5"/>
    <w:rsid w:val="00D6556A"/>
    <w:rsid w:val="00D673C7"/>
    <w:rsid w:val="00D70648"/>
    <w:rsid w:val="00D70B80"/>
    <w:rsid w:val="00D719E9"/>
    <w:rsid w:val="00D722E1"/>
    <w:rsid w:val="00D72404"/>
    <w:rsid w:val="00D75129"/>
    <w:rsid w:val="00D754BC"/>
    <w:rsid w:val="00D76186"/>
    <w:rsid w:val="00D76C6F"/>
    <w:rsid w:val="00D77E03"/>
    <w:rsid w:val="00D856D8"/>
    <w:rsid w:val="00D8735B"/>
    <w:rsid w:val="00D9079D"/>
    <w:rsid w:val="00D912A0"/>
    <w:rsid w:val="00D913E8"/>
    <w:rsid w:val="00D91E17"/>
    <w:rsid w:val="00D9233A"/>
    <w:rsid w:val="00D92CBE"/>
    <w:rsid w:val="00D930F9"/>
    <w:rsid w:val="00D93232"/>
    <w:rsid w:val="00D94C38"/>
    <w:rsid w:val="00D95E47"/>
    <w:rsid w:val="00D96418"/>
    <w:rsid w:val="00D97374"/>
    <w:rsid w:val="00D979E8"/>
    <w:rsid w:val="00DA03A2"/>
    <w:rsid w:val="00DA0BD2"/>
    <w:rsid w:val="00DA0C67"/>
    <w:rsid w:val="00DA255F"/>
    <w:rsid w:val="00DA2807"/>
    <w:rsid w:val="00DA5687"/>
    <w:rsid w:val="00DB0AF4"/>
    <w:rsid w:val="00DB0B87"/>
    <w:rsid w:val="00DB1A61"/>
    <w:rsid w:val="00DB2104"/>
    <w:rsid w:val="00DB231B"/>
    <w:rsid w:val="00DB3551"/>
    <w:rsid w:val="00DB3F88"/>
    <w:rsid w:val="00DB4797"/>
    <w:rsid w:val="00DB480E"/>
    <w:rsid w:val="00DC0D63"/>
    <w:rsid w:val="00DC11D3"/>
    <w:rsid w:val="00DC1800"/>
    <w:rsid w:val="00DC22AC"/>
    <w:rsid w:val="00DC36C1"/>
    <w:rsid w:val="00DC5035"/>
    <w:rsid w:val="00DC7C13"/>
    <w:rsid w:val="00DD07BE"/>
    <w:rsid w:val="00DD1151"/>
    <w:rsid w:val="00DD4BA8"/>
    <w:rsid w:val="00DD6490"/>
    <w:rsid w:val="00DD7ABC"/>
    <w:rsid w:val="00DE160E"/>
    <w:rsid w:val="00DE2036"/>
    <w:rsid w:val="00DE20CF"/>
    <w:rsid w:val="00DE21AB"/>
    <w:rsid w:val="00DE21EE"/>
    <w:rsid w:val="00DE384E"/>
    <w:rsid w:val="00DE4011"/>
    <w:rsid w:val="00DE4E5E"/>
    <w:rsid w:val="00DE727F"/>
    <w:rsid w:val="00DE7B9F"/>
    <w:rsid w:val="00DF0570"/>
    <w:rsid w:val="00DF1901"/>
    <w:rsid w:val="00DF283B"/>
    <w:rsid w:val="00DF427F"/>
    <w:rsid w:val="00DF4928"/>
    <w:rsid w:val="00DF4BE7"/>
    <w:rsid w:val="00DF67ED"/>
    <w:rsid w:val="00E00904"/>
    <w:rsid w:val="00E0243A"/>
    <w:rsid w:val="00E029BF"/>
    <w:rsid w:val="00E039F6"/>
    <w:rsid w:val="00E079EE"/>
    <w:rsid w:val="00E106BC"/>
    <w:rsid w:val="00E1076E"/>
    <w:rsid w:val="00E1077D"/>
    <w:rsid w:val="00E108C3"/>
    <w:rsid w:val="00E11801"/>
    <w:rsid w:val="00E11CD3"/>
    <w:rsid w:val="00E13DAF"/>
    <w:rsid w:val="00E14244"/>
    <w:rsid w:val="00E208EE"/>
    <w:rsid w:val="00E2152C"/>
    <w:rsid w:val="00E23590"/>
    <w:rsid w:val="00E2518D"/>
    <w:rsid w:val="00E25837"/>
    <w:rsid w:val="00E25D7B"/>
    <w:rsid w:val="00E26949"/>
    <w:rsid w:val="00E26EAA"/>
    <w:rsid w:val="00E27F75"/>
    <w:rsid w:val="00E32D9F"/>
    <w:rsid w:val="00E36537"/>
    <w:rsid w:val="00E3663B"/>
    <w:rsid w:val="00E37923"/>
    <w:rsid w:val="00E408B8"/>
    <w:rsid w:val="00E41615"/>
    <w:rsid w:val="00E4198D"/>
    <w:rsid w:val="00E437A8"/>
    <w:rsid w:val="00E44540"/>
    <w:rsid w:val="00E4529E"/>
    <w:rsid w:val="00E47A09"/>
    <w:rsid w:val="00E500FA"/>
    <w:rsid w:val="00E50797"/>
    <w:rsid w:val="00E51476"/>
    <w:rsid w:val="00E53F89"/>
    <w:rsid w:val="00E547AD"/>
    <w:rsid w:val="00E54C64"/>
    <w:rsid w:val="00E55F26"/>
    <w:rsid w:val="00E57673"/>
    <w:rsid w:val="00E57880"/>
    <w:rsid w:val="00E57A46"/>
    <w:rsid w:val="00E57DDE"/>
    <w:rsid w:val="00E60F7A"/>
    <w:rsid w:val="00E61253"/>
    <w:rsid w:val="00E61E78"/>
    <w:rsid w:val="00E620F1"/>
    <w:rsid w:val="00E62DF4"/>
    <w:rsid w:val="00E63D2F"/>
    <w:rsid w:val="00E64E2D"/>
    <w:rsid w:val="00E6509A"/>
    <w:rsid w:val="00E705A1"/>
    <w:rsid w:val="00E71B71"/>
    <w:rsid w:val="00E740AA"/>
    <w:rsid w:val="00E748A2"/>
    <w:rsid w:val="00E74B03"/>
    <w:rsid w:val="00E75EDB"/>
    <w:rsid w:val="00E76587"/>
    <w:rsid w:val="00E80EB3"/>
    <w:rsid w:val="00E8132F"/>
    <w:rsid w:val="00E818AF"/>
    <w:rsid w:val="00E8278F"/>
    <w:rsid w:val="00E83D29"/>
    <w:rsid w:val="00E84918"/>
    <w:rsid w:val="00E8650B"/>
    <w:rsid w:val="00E8753E"/>
    <w:rsid w:val="00E87760"/>
    <w:rsid w:val="00E90BEF"/>
    <w:rsid w:val="00E91B4A"/>
    <w:rsid w:val="00E948DF"/>
    <w:rsid w:val="00E94AD9"/>
    <w:rsid w:val="00E959FE"/>
    <w:rsid w:val="00E96AFE"/>
    <w:rsid w:val="00E97963"/>
    <w:rsid w:val="00EA0D64"/>
    <w:rsid w:val="00EA49BE"/>
    <w:rsid w:val="00EA65A6"/>
    <w:rsid w:val="00EA738A"/>
    <w:rsid w:val="00EB0326"/>
    <w:rsid w:val="00EB24B7"/>
    <w:rsid w:val="00EB3582"/>
    <w:rsid w:val="00EB3716"/>
    <w:rsid w:val="00EB41D7"/>
    <w:rsid w:val="00EB4FDF"/>
    <w:rsid w:val="00EB5C97"/>
    <w:rsid w:val="00EB79B5"/>
    <w:rsid w:val="00EC01AF"/>
    <w:rsid w:val="00EC0B5A"/>
    <w:rsid w:val="00EC1F5D"/>
    <w:rsid w:val="00EC29CC"/>
    <w:rsid w:val="00EC60AB"/>
    <w:rsid w:val="00EC697D"/>
    <w:rsid w:val="00ED2001"/>
    <w:rsid w:val="00ED217E"/>
    <w:rsid w:val="00ED4B50"/>
    <w:rsid w:val="00ED6288"/>
    <w:rsid w:val="00ED6C79"/>
    <w:rsid w:val="00ED6D7A"/>
    <w:rsid w:val="00ED7F10"/>
    <w:rsid w:val="00EE1E1B"/>
    <w:rsid w:val="00EE1E9F"/>
    <w:rsid w:val="00EE2D93"/>
    <w:rsid w:val="00EE32B0"/>
    <w:rsid w:val="00EE460B"/>
    <w:rsid w:val="00EE541A"/>
    <w:rsid w:val="00EF0F96"/>
    <w:rsid w:val="00EF1384"/>
    <w:rsid w:val="00EF28EC"/>
    <w:rsid w:val="00EF2E9B"/>
    <w:rsid w:val="00EF3B01"/>
    <w:rsid w:val="00EF46DA"/>
    <w:rsid w:val="00EF58CD"/>
    <w:rsid w:val="00EF5B89"/>
    <w:rsid w:val="00EF6305"/>
    <w:rsid w:val="00EF6A12"/>
    <w:rsid w:val="00EF6A3E"/>
    <w:rsid w:val="00EF7210"/>
    <w:rsid w:val="00F03170"/>
    <w:rsid w:val="00F0471C"/>
    <w:rsid w:val="00F04E7C"/>
    <w:rsid w:val="00F10474"/>
    <w:rsid w:val="00F105AE"/>
    <w:rsid w:val="00F1194C"/>
    <w:rsid w:val="00F126C8"/>
    <w:rsid w:val="00F14E3A"/>
    <w:rsid w:val="00F1571D"/>
    <w:rsid w:val="00F1690F"/>
    <w:rsid w:val="00F2290A"/>
    <w:rsid w:val="00F26F81"/>
    <w:rsid w:val="00F32E1E"/>
    <w:rsid w:val="00F333C0"/>
    <w:rsid w:val="00F335E7"/>
    <w:rsid w:val="00F35585"/>
    <w:rsid w:val="00F36EF2"/>
    <w:rsid w:val="00F404BF"/>
    <w:rsid w:val="00F4235C"/>
    <w:rsid w:val="00F438D1"/>
    <w:rsid w:val="00F4446C"/>
    <w:rsid w:val="00F44521"/>
    <w:rsid w:val="00F44CE5"/>
    <w:rsid w:val="00F44D5A"/>
    <w:rsid w:val="00F46022"/>
    <w:rsid w:val="00F46C4B"/>
    <w:rsid w:val="00F47636"/>
    <w:rsid w:val="00F50E95"/>
    <w:rsid w:val="00F53970"/>
    <w:rsid w:val="00F53BCF"/>
    <w:rsid w:val="00F54F27"/>
    <w:rsid w:val="00F5588B"/>
    <w:rsid w:val="00F56586"/>
    <w:rsid w:val="00F56ACA"/>
    <w:rsid w:val="00F5773A"/>
    <w:rsid w:val="00F6160B"/>
    <w:rsid w:val="00F6325C"/>
    <w:rsid w:val="00F6356C"/>
    <w:rsid w:val="00F64251"/>
    <w:rsid w:val="00F65C5B"/>
    <w:rsid w:val="00F678DD"/>
    <w:rsid w:val="00F702D3"/>
    <w:rsid w:val="00F71070"/>
    <w:rsid w:val="00F7182D"/>
    <w:rsid w:val="00F7390C"/>
    <w:rsid w:val="00F73E30"/>
    <w:rsid w:val="00F74258"/>
    <w:rsid w:val="00F75000"/>
    <w:rsid w:val="00F77BC8"/>
    <w:rsid w:val="00F8213A"/>
    <w:rsid w:val="00F86A6D"/>
    <w:rsid w:val="00F86C61"/>
    <w:rsid w:val="00F9245A"/>
    <w:rsid w:val="00F924C7"/>
    <w:rsid w:val="00F933BF"/>
    <w:rsid w:val="00F93C40"/>
    <w:rsid w:val="00F9628D"/>
    <w:rsid w:val="00F96632"/>
    <w:rsid w:val="00F97A7D"/>
    <w:rsid w:val="00FA0742"/>
    <w:rsid w:val="00FA4DD7"/>
    <w:rsid w:val="00FA502E"/>
    <w:rsid w:val="00FA529B"/>
    <w:rsid w:val="00FA7B7E"/>
    <w:rsid w:val="00FB1945"/>
    <w:rsid w:val="00FB5C6A"/>
    <w:rsid w:val="00FB623D"/>
    <w:rsid w:val="00FB6E02"/>
    <w:rsid w:val="00FC01D9"/>
    <w:rsid w:val="00FC0C1B"/>
    <w:rsid w:val="00FC166C"/>
    <w:rsid w:val="00FC1F59"/>
    <w:rsid w:val="00FC2072"/>
    <w:rsid w:val="00FC6A6B"/>
    <w:rsid w:val="00FC6EC8"/>
    <w:rsid w:val="00FC7611"/>
    <w:rsid w:val="00FD0D29"/>
    <w:rsid w:val="00FD2BEC"/>
    <w:rsid w:val="00FD4B8C"/>
    <w:rsid w:val="00FD7A97"/>
    <w:rsid w:val="00FE0550"/>
    <w:rsid w:val="00FE4020"/>
    <w:rsid w:val="00FE4729"/>
    <w:rsid w:val="00FE4F48"/>
    <w:rsid w:val="00FE74CA"/>
    <w:rsid w:val="00FF152C"/>
    <w:rsid w:val="00FF3A4B"/>
    <w:rsid w:val="00FF5895"/>
    <w:rsid w:val="00FF5CFF"/>
    <w:rsid w:val="00FF7105"/>
    <w:rsid w:val="00FF744B"/>
    <w:rsid w:val="00FF7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B29"/>
    <w:pPr>
      <w:jc w:val="both"/>
    </w:pPr>
    <w:rPr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31B2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410FF"/>
    <w:pPr>
      <w:keepNext/>
      <w:spacing w:before="240" w:after="60"/>
      <w:outlineLvl w:val="1"/>
    </w:pPr>
    <w:rPr>
      <w:rFonts w:ascii="Cambria" w:hAnsi="Cambria"/>
      <w:b/>
      <w:i/>
    </w:rPr>
  </w:style>
  <w:style w:type="paragraph" w:styleId="Heading4">
    <w:name w:val="heading 4"/>
    <w:basedOn w:val="Normal"/>
    <w:next w:val="Normal"/>
    <w:link w:val="Heading4Char"/>
    <w:uiPriority w:val="99"/>
    <w:qFormat/>
    <w:rsid w:val="00931B29"/>
    <w:pPr>
      <w:keepNext/>
      <w:jc w:val="center"/>
      <w:outlineLvl w:val="3"/>
    </w:pPr>
    <w:rPr>
      <w:b/>
      <w:sz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C4F84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410FF"/>
    <w:rPr>
      <w:rFonts w:ascii="Cambria" w:hAnsi="Cambria" w:cs="Times New Roman"/>
      <w:b/>
      <w:i/>
      <w:sz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46988"/>
    <w:rPr>
      <w:rFonts w:cs="Times New Roman"/>
      <w:b/>
      <w:sz w:val="36"/>
      <w:lang w:val="ru-RU" w:eastAsia="ru-RU"/>
    </w:rPr>
  </w:style>
  <w:style w:type="paragraph" w:styleId="Footer">
    <w:name w:val="footer"/>
    <w:basedOn w:val="Normal"/>
    <w:link w:val="FooterChar"/>
    <w:uiPriority w:val="99"/>
    <w:rsid w:val="00931B29"/>
    <w:pPr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C4F84"/>
    <w:rPr>
      <w:rFonts w:cs="Times New Roman"/>
      <w:sz w:val="20"/>
    </w:rPr>
  </w:style>
  <w:style w:type="paragraph" w:customStyle="1" w:styleId="ConsPlusNormal">
    <w:name w:val="ConsPlusNormal"/>
    <w:link w:val="ConsPlusNormal0"/>
    <w:uiPriority w:val="99"/>
    <w:rsid w:val="00931B29"/>
    <w:pPr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normal1">
    <w:name w:val="consplusnormal"/>
    <w:basedOn w:val="Normal"/>
    <w:uiPriority w:val="99"/>
    <w:rsid w:val="00877393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rmattext">
    <w:name w:val="formattext"/>
    <w:basedOn w:val="Normal"/>
    <w:uiPriority w:val="99"/>
    <w:rsid w:val="00877393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msolistparagraph0">
    <w:name w:val="msolistparagraph"/>
    <w:basedOn w:val="Normal"/>
    <w:uiPriority w:val="99"/>
    <w:rsid w:val="0087739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4A13FC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C4F84"/>
    <w:rPr>
      <w:rFonts w:cs="Times New Roman"/>
      <w:sz w:val="2"/>
    </w:rPr>
  </w:style>
  <w:style w:type="character" w:styleId="Hyperlink">
    <w:name w:val="Hyperlink"/>
    <w:basedOn w:val="DefaultParagraphFont"/>
    <w:uiPriority w:val="99"/>
    <w:rsid w:val="000D3F5F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0D3F5F"/>
  </w:style>
  <w:style w:type="paragraph" w:customStyle="1" w:styleId="a">
    <w:name w:val="Знак Знак Знак"/>
    <w:basedOn w:val="Normal"/>
    <w:uiPriority w:val="99"/>
    <w:rsid w:val="00111E2A"/>
    <w:pPr>
      <w:spacing w:after="160" w:line="240" w:lineRule="exact"/>
      <w:jc w:val="left"/>
    </w:pPr>
    <w:rPr>
      <w:rFonts w:ascii="Verdana" w:eastAsia="MS Mincho" w:hAnsi="Verdana"/>
      <w:sz w:val="20"/>
      <w:lang w:val="en-GB" w:eastAsia="en-US"/>
    </w:rPr>
  </w:style>
  <w:style w:type="paragraph" w:customStyle="1" w:styleId="ConsPlusTitle">
    <w:name w:val="ConsPlusTitle"/>
    <w:uiPriority w:val="99"/>
    <w:rsid w:val="00EE1E1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">
    <w:name w:val="Без интервала1"/>
    <w:uiPriority w:val="99"/>
    <w:rsid w:val="00EE1E1B"/>
    <w:rPr>
      <w:rFonts w:ascii="Calibri" w:hAnsi="Calibri" w:cs="Calibri"/>
      <w:lang w:eastAsia="en-US"/>
    </w:rPr>
  </w:style>
  <w:style w:type="paragraph" w:styleId="Title">
    <w:name w:val="Title"/>
    <w:basedOn w:val="Normal"/>
    <w:link w:val="TitleChar"/>
    <w:uiPriority w:val="99"/>
    <w:qFormat/>
    <w:rsid w:val="0013300E"/>
    <w:pPr>
      <w:jc w:val="center"/>
    </w:pPr>
    <w:rPr>
      <w:b/>
      <w:color w:val="000000"/>
      <w:sz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13300E"/>
    <w:rPr>
      <w:rFonts w:eastAsia="Times New Roman" w:cs="Times New Roman"/>
      <w:b/>
      <w:color w:val="000000"/>
      <w:sz w:val="24"/>
      <w:lang w:val="ru-RU" w:eastAsia="ru-RU"/>
    </w:rPr>
  </w:style>
  <w:style w:type="paragraph" w:customStyle="1" w:styleId="10">
    <w:name w:val="Абзац списка1"/>
    <w:basedOn w:val="Normal"/>
    <w:link w:val="ListParagraphChar"/>
    <w:uiPriority w:val="99"/>
    <w:rsid w:val="0013300E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ConsPlusNonformat">
    <w:name w:val="ConsPlusNonformat"/>
    <w:uiPriority w:val="99"/>
    <w:rsid w:val="00DB0B8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ListParagraphChar">
    <w:name w:val="List Paragraph Char"/>
    <w:link w:val="10"/>
    <w:uiPriority w:val="99"/>
    <w:locked/>
    <w:rsid w:val="00DB0B87"/>
    <w:rPr>
      <w:rFonts w:ascii="Calibri" w:hAnsi="Calibri"/>
      <w:sz w:val="22"/>
      <w:lang w:val="ru-RU" w:eastAsia="en-US"/>
    </w:rPr>
  </w:style>
  <w:style w:type="character" w:customStyle="1" w:styleId="a0">
    <w:name w:val="Основной текст_"/>
    <w:link w:val="11"/>
    <w:uiPriority w:val="99"/>
    <w:locked/>
    <w:rsid w:val="00DB0B87"/>
    <w:rPr>
      <w:sz w:val="27"/>
      <w:shd w:val="clear" w:color="auto" w:fill="FFFFFF"/>
    </w:rPr>
  </w:style>
  <w:style w:type="paragraph" w:customStyle="1" w:styleId="11">
    <w:name w:val="Основной текст1"/>
    <w:basedOn w:val="Normal"/>
    <w:link w:val="a0"/>
    <w:uiPriority w:val="99"/>
    <w:rsid w:val="00DB0B87"/>
    <w:pPr>
      <w:shd w:val="clear" w:color="auto" w:fill="FFFFFF"/>
      <w:spacing w:after="420" w:line="240" w:lineRule="atLeast"/>
      <w:jc w:val="left"/>
    </w:pPr>
    <w:rPr>
      <w:sz w:val="27"/>
      <w:shd w:val="clear" w:color="auto" w:fill="FFFFFF"/>
    </w:rPr>
  </w:style>
  <w:style w:type="character" w:customStyle="1" w:styleId="a1">
    <w:name w:val="Основной текст + Полужирный"/>
    <w:uiPriority w:val="99"/>
    <w:rsid w:val="00DB0B87"/>
    <w:rPr>
      <w:rFonts w:ascii="Times New Roman" w:hAnsi="Times New Roman"/>
      <w:b/>
      <w:spacing w:val="0"/>
      <w:sz w:val="23"/>
      <w:shd w:val="clear" w:color="auto" w:fill="FFFFFF"/>
    </w:rPr>
  </w:style>
  <w:style w:type="character" w:customStyle="1" w:styleId="9pt">
    <w:name w:val="Основной текст + 9 pt"/>
    <w:aliases w:val="Полужирный"/>
    <w:uiPriority w:val="99"/>
    <w:rsid w:val="00DB0B87"/>
    <w:rPr>
      <w:rFonts w:ascii="Times New Roman" w:hAnsi="Times New Roman"/>
      <w:b/>
      <w:spacing w:val="0"/>
      <w:sz w:val="18"/>
      <w:shd w:val="clear" w:color="auto" w:fill="FFFFFF"/>
    </w:rPr>
  </w:style>
  <w:style w:type="paragraph" w:styleId="ListParagraph">
    <w:name w:val="List Paragraph"/>
    <w:aliases w:val="Нумерованый список,СЕМИНАР,Содержание. 2 уровень,Абзац списка основной,список мой1,Table-Normal,RSHB_Table-Normal,Bullet List,FooterText,numbered,ПС - Нумерованный,A_маркированный_список,Абзац списка11,ПАРАГРАФ"/>
    <w:basedOn w:val="Normal"/>
    <w:link w:val="ListParagraphChar1"/>
    <w:uiPriority w:val="99"/>
    <w:qFormat/>
    <w:rsid w:val="00A87640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ConsPlusCell">
    <w:name w:val="ConsPlusCell"/>
    <w:uiPriority w:val="99"/>
    <w:rsid w:val="00A8764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character" w:customStyle="1" w:styleId="ListParagraphChar1">
    <w:name w:val="List Paragraph Char1"/>
    <w:aliases w:val="Нумерованый список Char,СЕМИНАР Char,Содержание. 2 уровень Char,Абзац списка основной Char,список мой1 Char,Table-Normal Char,RSHB_Table-Normal Char,Bullet List Char,FooterText Char,numbered Char,ПС - Нумерованный Char,ПАРАГРАФ Char"/>
    <w:link w:val="ListParagraph"/>
    <w:uiPriority w:val="99"/>
    <w:locked/>
    <w:rsid w:val="00A87640"/>
    <w:rPr>
      <w:rFonts w:ascii="Calibri" w:hAnsi="Calibri"/>
      <w:sz w:val="22"/>
      <w:lang w:eastAsia="en-US"/>
    </w:rPr>
  </w:style>
  <w:style w:type="paragraph" w:customStyle="1" w:styleId="9">
    <w:name w:val="Стиль9"/>
    <w:basedOn w:val="Normal"/>
    <w:uiPriority w:val="99"/>
    <w:rsid w:val="00A87640"/>
    <w:pPr>
      <w:spacing w:line="360" w:lineRule="auto"/>
    </w:pPr>
  </w:style>
  <w:style w:type="paragraph" w:styleId="NoSpacing">
    <w:name w:val="No Spacing"/>
    <w:link w:val="NoSpacingChar"/>
    <w:uiPriority w:val="99"/>
    <w:qFormat/>
    <w:rsid w:val="00A87640"/>
    <w:rPr>
      <w:rFonts w:ascii="Calibri" w:hAnsi="Calibri"/>
    </w:rPr>
  </w:style>
  <w:style w:type="character" w:customStyle="1" w:styleId="NoSpacingChar">
    <w:name w:val="No Spacing Char"/>
    <w:link w:val="NoSpacing"/>
    <w:uiPriority w:val="99"/>
    <w:locked/>
    <w:rsid w:val="00A87640"/>
    <w:rPr>
      <w:rFonts w:ascii="Calibri" w:hAnsi="Calibri"/>
      <w:sz w:val="22"/>
    </w:rPr>
  </w:style>
  <w:style w:type="character" w:customStyle="1" w:styleId="Bodytext">
    <w:name w:val="Body text_"/>
    <w:uiPriority w:val="99"/>
    <w:locked/>
    <w:rsid w:val="009B2E5E"/>
    <w:rPr>
      <w:rFonts w:ascii="Times New Roman" w:hAnsi="Times New Roman"/>
      <w:sz w:val="27"/>
      <w:shd w:val="clear" w:color="auto" w:fill="FFFFFF"/>
    </w:rPr>
  </w:style>
  <w:style w:type="character" w:customStyle="1" w:styleId="ConsPlusNormal0">
    <w:name w:val="ConsPlusNormal Знак"/>
    <w:link w:val="ConsPlusNormal"/>
    <w:uiPriority w:val="99"/>
    <w:locked/>
    <w:rsid w:val="009B2E5E"/>
    <w:rPr>
      <w:rFonts w:ascii="Arial" w:hAnsi="Arial"/>
      <w:sz w:val="22"/>
      <w:lang w:val="ru-RU" w:eastAsia="ru-RU"/>
    </w:rPr>
  </w:style>
  <w:style w:type="character" w:customStyle="1" w:styleId="12">
    <w:name w:val="Знак Знак1"/>
    <w:uiPriority w:val="99"/>
    <w:locked/>
    <w:rsid w:val="003B689F"/>
    <w:rPr>
      <w:rFonts w:eastAsia="Times New Roman"/>
      <w:b/>
      <w:color w:val="000000"/>
      <w:sz w:val="24"/>
      <w:lang w:val="ru-RU" w:eastAsia="ru-RU"/>
    </w:rPr>
  </w:style>
  <w:style w:type="paragraph" w:styleId="BodyText0">
    <w:name w:val="Body Text"/>
    <w:basedOn w:val="Normal"/>
    <w:link w:val="BodyTextChar1"/>
    <w:uiPriority w:val="99"/>
    <w:rsid w:val="003B689F"/>
    <w:pPr>
      <w:widowControl w:val="0"/>
      <w:spacing w:line="322" w:lineRule="exact"/>
      <w:ind w:hanging="2660"/>
      <w:jc w:val="left"/>
    </w:pPr>
    <w:rPr>
      <w:sz w:val="26"/>
    </w:rPr>
  </w:style>
  <w:style w:type="character" w:customStyle="1" w:styleId="BodyTextChar">
    <w:name w:val="Body Text Char"/>
    <w:basedOn w:val="DefaultParagraphFont"/>
    <w:link w:val="BodyText0"/>
    <w:uiPriority w:val="99"/>
    <w:locked/>
    <w:rsid w:val="003B689F"/>
    <w:rPr>
      <w:rFonts w:ascii="Times New Roman" w:hAnsi="Times New Roman" w:cs="Times New Roman"/>
      <w:sz w:val="26"/>
    </w:rPr>
  </w:style>
  <w:style w:type="paragraph" w:styleId="Header">
    <w:name w:val="header"/>
    <w:basedOn w:val="Normal"/>
    <w:link w:val="HeaderChar"/>
    <w:uiPriority w:val="99"/>
    <w:rsid w:val="004B6A9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B6A98"/>
    <w:rPr>
      <w:rFonts w:cs="Times New Roman"/>
      <w:sz w:val="28"/>
    </w:rPr>
  </w:style>
  <w:style w:type="character" w:customStyle="1" w:styleId="BodyTextChar1">
    <w:name w:val="Body Text Char1"/>
    <w:link w:val="BodyText0"/>
    <w:uiPriority w:val="99"/>
    <w:locked/>
    <w:rsid w:val="00926A85"/>
    <w:rPr>
      <w:sz w:val="26"/>
    </w:rPr>
  </w:style>
  <w:style w:type="table" w:styleId="TableGrid">
    <w:name w:val="Table Grid"/>
    <w:basedOn w:val="TableNormal"/>
    <w:uiPriority w:val="99"/>
    <w:rsid w:val="00E75ED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link w:val="NormalWebChar"/>
    <w:uiPriority w:val="99"/>
    <w:rsid w:val="009A0F9F"/>
    <w:pPr>
      <w:spacing w:before="100" w:beforeAutospacing="1" w:after="100" w:afterAutospacing="1"/>
      <w:jc w:val="left"/>
    </w:pPr>
    <w:rPr>
      <w:sz w:val="24"/>
    </w:rPr>
  </w:style>
  <w:style w:type="character" w:customStyle="1" w:styleId="NormalWebChar">
    <w:name w:val="Normal (Web) Char"/>
    <w:link w:val="NormalWeb"/>
    <w:uiPriority w:val="99"/>
    <w:locked/>
    <w:rsid w:val="009A0F9F"/>
    <w:rPr>
      <w:sz w:val="24"/>
    </w:rPr>
  </w:style>
  <w:style w:type="paragraph" w:customStyle="1" w:styleId="3">
    <w:name w:val="Основной текст3"/>
    <w:basedOn w:val="Normal"/>
    <w:uiPriority w:val="99"/>
    <w:rsid w:val="000355B3"/>
    <w:pPr>
      <w:widowControl w:val="0"/>
      <w:shd w:val="clear" w:color="auto" w:fill="FFFFFF"/>
      <w:spacing w:before="240" w:line="326" w:lineRule="exact"/>
    </w:pPr>
    <w:rPr>
      <w:sz w:val="27"/>
      <w:szCs w:val="27"/>
      <w:lang w:eastAsia="en-US"/>
    </w:rPr>
  </w:style>
  <w:style w:type="paragraph" w:customStyle="1" w:styleId="2">
    <w:name w:val="Основной текст2"/>
    <w:basedOn w:val="Normal"/>
    <w:uiPriority w:val="99"/>
    <w:rsid w:val="000355B3"/>
    <w:pPr>
      <w:widowControl w:val="0"/>
      <w:shd w:val="clear" w:color="auto" w:fill="FFFFFF"/>
      <w:spacing w:after="300" w:line="326" w:lineRule="exact"/>
      <w:jc w:val="left"/>
    </w:pPr>
    <w:rPr>
      <w:rFonts w:ascii="Sylfaen" w:hAnsi="Sylfaen" w:cs="Sylfaen"/>
      <w:color w:val="000000"/>
      <w:spacing w:val="-2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26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614DB1E89C3AC4F4ACA37D1F3927596613C7D4F2C82738F99DCE67989BA5D06EF8B1A2BBC1B35876308521aDCDF" TargetMode="External"/><Relationship Id="rId13" Type="http://schemas.openxmlformats.org/officeDocument/2006/relationships/hyperlink" Target="consultantplus://offline/ref=0485BD9E4084CE3FACE1B2A9872989DB21BFDB67463E4240CE91583C27AC21C5Q1q9B" TargetMode="External"/><Relationship Id="rId18" Type="http://schemas.openxmlformats.org/officeDocument/2006/relationships/hyperlink" Target="consultantplus://offline/ref=4DF71FFAE45A712AF274D380D95B99B343E1E69FBC3E015F5B6F67C1013023DEF2A45DE517DBC3EF1873B4C2w3e1D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RLAW123;n=52542;fld=134;dst=100553" TargetMode="External"/><Relationship Id="rId12" Type="http://schemas.openxmlformats.org/officeDocument/2006/relationships/hyperlink" Target="consultantplus://offline/ref=8B614DB1E89C3AC4F4ACA37D1F3927596613C7D4F2C82738F99DCE67989BA5D06EF8B1A2BBC1B3587930812CaDC3F" TargetMode="External"/><Relationship Id="rId17" Type="http://schemas.openxmlformats.org/officeDocument/2006/relationships/hyperlink" Target="consultantplus://offline/ref=4DF71FFAE45A712AF274D380D95B99B343E1E69FBC3E015F5B6F67C1013023DEF2A45DE517DBC3EF1873B6C6w3e9D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DF71FFAE45A712AF274D380D95B99B343E1E69FBC3A0351536667C1013023DEF2A45DE517DBC3EF1177B6CEw3e8D" TargetMode="External"/><Relationship Id="rId20" Type="http://schemas.openxmlformats.org/officeDocument/2006/relationships/hyperlink" Target="consultantplus://offline/ref=A9F57B926DD2A09C499C499B3FF188D12271F6DDD0C3063A88599F0DF928026609C5K1D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0B0050D91D02F961B8228590FA7BB5018BD1C7822854CD5D7B59C2A906D6C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DF71FFAE45A712AF274D380D95B99B343E1E69FBC3A0351536667C1013023DEF2A45DE517DBC3EF1170BFC1w3eDD" TargetMode="External"/><Relationship Id="rId10" Type="http://schemas.openxmlformats.org/officeDocument/2006/relationships/hyperlink" Target="consultantplus://offline/ref=82A13B6FE91DCD88D37561F139E6214ED18B09D67C8421E0B798E542C8DEAB612De0NEI" TargetMode="External"/><Relationship Id="rId19" Type="http://schemas.openxmlformats.org/officeDocument/2006/relationships/hyperlink" Target="consultantplus://offline/ref=BD72E4A9F5EF73701C4D7CEFC97221CA5690837723BF5718425EAAB8A90F3CB1BA5FF7363ACEFBE53A900EB3QAt8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2A13B6FE91DCD88D3757FFC2F8A7E41D08850DE76D578BCB39CEDe1N0I" TargetMode="External"/><Relationship Id="rId14" Type="http://schemas.openxmlformats.org/officeDocument/2006/relationships/hyperlink" Target="consultantplus://offline/ref=0485BD9E4084CE3FACE1B2A9872989DB21BFDB67463E4240CE91583C27AC21C5Q1q9B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1438</TotalTime>
  <Pages>105</Pages>
  <Words>16382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User</dc:creator>
  <cp:keywords/>
  <dc:description/>
  <cp:lastModifiedBy>Ткачёва_НА</cp:lastModifiedBy>
  <cp:revision>198</cp:revision>
  <cp:lastPrinted>2024-10-31T02:51:00Z</cp:lastPrinted>
  <dcterms:created xsi:type="dcterms:W3CDTF">2023-10-27T07:41:00Z</dcterms:created>
  <dcterms:modified xsi:type="dcterms:W3CDTF">2024-10-31T06:05:00Z</dcterms:modified>
</cp:coreProperties>
</file>